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20A63" w14:textId="6FF136BC" w:rsidR="00D012B6" w:rsidRDefault="00D95CEA" w:rsidP="0076588C">
      <w:pPr>
        <w:pStyle w:val="DelegatedAuth"/>
      </w:pPr>
      <w:bookmarkStart w:id="0" w:name="_GoBack"/>
      <w:bookmarkEnd w:id="0"/>
      <w:r>
        <w:t xml:space="preserve">Xbox One </w:t>
      </w:r>
      <w:r w:rsidR="00E27087">
        <w:t>Web Server Quick Start Guide</w:t>
      </w:r>
    </w:p>
    <w:p w14:paraId="75C4FF0C" w14:textId="03238986" w:rsidR="00E2103F" w:rsidRDefault="006A602B" w:rsidP="00AD4CE6">
      <w:pPr>
        <w:pStyle w:val="Byline"/>
      </w:pPr>
      <w:r>
        <w:t xml:space="preserve">By </w:t>
      </w:r>
      <w:r w:rsidR="00E2103F">
        <w:t>Cameron Goodwin</w:t>
      </w:r>
    </w:p>
    <w:p w14:paraId="3EBA31F4" w14:textId="055F7BDA" w:rsidR="00E2103F" w:rsidRDefault="00D72DFC" w:rsidP="00AD4CE6">
      <w:pPr>
        <w:pStyle w:val="Byline"/>
      </w:pPr>
      <w:r>
        <w:t>Advanced Technology Group</w:t>
      </w:r>
    </w:p>
    <w:p w14:paraId="065A8DE8" w14:textId="526F0AE9" w:rsidR="00D72DFC" w:rsidRDefault="00D72DFC" w:rsidP="00AD4CE6">
      <w:pPr>
        <w:pStyle w:val="Byline"/>
      </w:pPr>
      <w:r w:rsidRPr="007C0599">
        <w:t xml:space="preserve">Published: </w:t>
      </w:r>
      <w:r w:rsidR="00E2103F">
        <w:t xml:space="preserve">May 12, </w:t>
      </w:r>
      <w:r w:rsidR="00AB317E">
        <w:t>2014</w:t>
      </w:r>
    </w:p>
    <w:p w14:paraId="6756B834" w14:textId="755FAAEB" w:rsidR="00E2103F" w:rsidRDefault="00E2103F" w:rsidP="00AD4CE6">
      <w:pPr>
        <w:pStyle w:val="Byline"/>
      </w:pPr>
      <w:r>
        <w:t xml:space="preserve">Updated: </w:t>
      </w:r>
      <w:r w:rsidR="004D5566">
        <w:t xml:space="preserve">March </w:t>
      </w:r>
      <w:r w:rsidR="00E96E5B">
        <w:t>30</w:t>
      </w:r>
      <w:r w:rsidR="003D67E6">
        <w:t>,</w:t>
      </w:r>
      <w:r w:rsidR="00FC1FE5">
        <w:t xml:space="preserve"> 201</w:t>
      </w:r>
      <w:r w:rsidR="007964FB">
        <w:t>6</w:t>
      </w:r>
    </w:p>
    <w:p w14:paraId="07C08EB6" w14:textId="77777777" w:rsidR="002A75A8" w:rsidRPr="001B39A1" w:rsidRDefault="002A75A8" w:rsidP="00AD4CE6">
      <w:pPr>
        <w:pStyle w:val="Disclaimer"/>
      </w:pPr>
      <w:r w:rsidRPr="001B39A1">
        <w:rPr>
          <w:b/>
        </w:rPr>
        <w:t>This document is confidential</w:t>
      </w:r>
      <w:r w:rsidRPr="001B39A1">
        <w:t xml:space="preserve"> and provided to you under a Microsoft non-disclosure agreement. While we have tried to ensure the accuracy of this document, we provide no express warranties or guarantees regarding the information. The information is subject to change. Microsoft may have intellectual property rights in the subject matter of this paper. This document doesn’t grant you a license to those rights—it’s for informational purposes only.</w:t>
      </w:r>
    </w:p>
    <w:p w14:paraId="012FA241" w14:textId="7CAAF6F0" w:rsidR="002A75A8" w:rsidRPr="00AD4CE6" w:rsidRDefault="002A75A8" w:rsidP="00AD4CE6">
      <w:pPr>
        <w:pStyle w:val="AbstractHeading"/>
      </w:pPr>
      <w:r w:rsidRPr="00AD4CE6">
        <w:t>Abstract</w:t>
      </w:r>
    </w:p>
    <w:p w14:paraId="1F19AD21" w14:textId="2C444022" w:rsidR="006A602B" w:rsidRDefault="00E27087" w:rsidP="00AD4CE6">
      <w:r w:rsidRPr="008D14B0">
        <w:t>This document is a quick-start guide with step</w:t>
      </w:r>
      <w:r w:rsidR="00597672" w:rsidRPr="008D14B0">
        <w:t>-</w:t>
      </w:r>
      <w:r w:rsidRPr="008D14B0">
        <w:t>by</w:t>
      </w:r>
      <w:r w:rsidR="00597672" w:rsidRPr="008D14B0">
        <w:t>-</w:t>
      </w:r>
      <w:r w:rsidRPr="008D14B0">
        <w:t>step instructions for setting up a simple web server for development on Xbox One</w:t>
      </w:r>
      <w:r w:rsidR="00E2103F" w:rsidRPr="008D14B0">
        <w:t xml:space="preserve">. </w:t>
      </w:r>
      <w:r w:rsidR="008D14B0">
        <w:t xml:space="preserve">It describes configuring two samples, </w:t>
      </w:r>
      <w:r w:rsidR="008D14B0" w:rsidRPr="008D14B0">
        <w:rPr>
          <w:b/>
        </w:rPr>
        <w:t>SimpleAuthService</w:t>
      </w:r>
      <w:r w:rsidR="008D14B0">
        <w:t xml:space="preserve"> and </w:t>
      </w:r>
      <w:r w:rsidR="008D14B0" w:rsidRPr="008D14B0">
        <w:rPr>
          <w:b/>
        </w:rPr>
        <w:t>DelegatedAuthService</w:t>
      </w:r>
      <w:r w:rsidR="008D14B0" w:rsidRPr="008D14B0">
        <w:t>, for communication from the Xbox One console to RESTful web services</w:t>
      </w:r>
      <w:r w:rsidR="008D14B0">
        <w:t>, and</w:t>
      </w:r>
      <w:r w:rsidRPr="008D14B0">
        <w:t xml:space="preserve"> walk</w:t>
      </w:r>
      <w:r w:rsidR="00F33EB0" w:rsidRPr="008D14B0">
        <w:t>s</w:t>
      </w:r>
      <w:r w:rsidRPr="008D14B0">
        <w:t xml:space="preserve"> though s</w:t>
      </w:r>
      <w:r w:rsidR="00E923C3" w:rsidRPr="008D14B0">
        <w:t>et</w:t>
      </w:r>
      <w:r w:rsidR="00F33EB0" w:rsidRPr="008D14B0">
        <w:t xml:space="preserve">ting </w:t>
      </w:r>
      <w:r w:rsidR="00E923C3" w:rsidRPr="008D14B0">
        <w:t xml:space="preserve">up </w:t>
      </w:r>
      <w:r w:rsidR="00F33EB0" w:rsidRPr="008D14B0">
        <w:t>Internet Information Servic</w:t>
      </w:r>
      <w:r w:rsidR="00095BA2" w:rsidRPr="008D14B0">
        <w:t>es (IIS)</w:t>
      </w:r>
      <w:r w:rsidR="00F33EB0" w:rsidRPr="008D14B0">
        <w:t xml:space="preserve"> </w:t>
      </w:r>
      <w:r w:rsidR="00E923C3" w:rsidRPr="008D14B0">
        <w:t xml:space="preserve">on a </w:t>
      </w:r>
      <w:r w:rsidR="00F33EB0" w:rsidRPr="008D14B0">
        <w:t xml:space="preserve">computer running </w:t>
      </w:r>
      <w:r w:rsidR="00E923C3" w:rsidRPr="008D14B0">
        <w:t>Windows Server 2012</w:t>
      </w:r>
      <w:r w:rsidR="00095BA2" w:rsidRPr="008D14B0">
        <w:t xml:space="preserve"> R2</w:t>
      </w:r>
      <w:r w:rsidRPr="008D14B0">
        <w:t>.</w:t>
      </w:r>
      <w:r w:rsidR="00CA22D9" w:rsidRPr="008D14B0">
        <w:t xml:space="preserve"> </w:t>
      </w:r>
    </w:p>
    <w:p w14:paraId="41E83427" w14:textId="77777777" w:rsidR="00E96E5B" w:rsidRDefault="00E96E5B" w:rsidP="00E96E5B">
      <w:r>
        <w:t>The March 2016 update includes a reorganization of the white paper to improve the process flow.</w:t>
      </w:r>
    </w:p>
    <w:p w14:paraId="7FB82522" w14:textId="3EEC1881" w:rsidR="004B04B4" w:rsidRDefault="004B04B4" w:rsidP="004B04B4">
      <w:r>
        <w:t xml:space="preserve">The </w:t>
      </w:r>
      <w:r w:rsidR="00B70B51">
        <w:t>December</w:t>
      </w:r>
      <w:r>
        <w:t xml:space="preserve"> 2015 update to this white</w:t>
      </w:r>
      <w:r w:rsidR="0079729B">
        <w:t xml:space="preserve"> </w:t>
      </w:r>
      <w:r>
        <w:t>paper adds the following key items:</w:t>
      </w:r>
    </w:p>
    <w:p w14:paraId="56757ED7" w14:textId="77777777" w:rsidR="004B04B4" w:rsidRDefault="004B04B4" w:rsidP="004B04B4">
      <w:pPr>
        <w:pStyle w:val="ListParagraph"/>
        <w:numPr>
          <w:ilvl w:val="0"/>
          <w:numId w:val="27"/>
        </w:numPr>
      </w:pPr>
      <w:r>
        <w:lastRenderedPageBreak/>
        <w:t>Instructions for setting up Web Deploy to remotely deploy the website to the Azure server from your development PC</w:t>
      </w:r>
    </w:p>
    <w:p w14:paraId="748FD0C0" w14:textId="19EEBDC6" w:rsidR="004B04B4" w:rsidRDefault="004B04B4" w:rsidP="004B04B4">
      <w:pPr>
        <w:pStyle w:val="ListParagraph"/>
        <w:numPr>
          <w:ilvl w:val="0"/>
          <w:numId w:val="27"/>
        </w:numPr>
      </w:pPr>
      <w:r>
        <w:t xml:space="preserve">Instructions </w:t>
      </w:r>
      <w:r w:rsidR="0079729B">
        <w:t xml:space="preserve">for </w:t>
      </w:r>
      <w:r>
        <w:t xml:space="preserve">how to </w:t>
      </w:r>
      <w:r w:rsidR="0079729B">
        <w:t xml:space="preserve">remotely </w:t>
      </w:r>
      <w:r>
        <w:t xml:space="preserve">debug your website </w:t>
      </w:r>
      <w:r w:rsidR="00F06B10">
        <w:t>from</w:t>
      </w:r>
      <w:r>
        <w:t xml:space="preserve"> Visual Studio </w:t>
      </w:r>
      <w:r w:rsidR="00F06B10">
        <w:t>on</w:t>
      </w:r>
      <w:r>
        <w:t xml:space="preserve"> your development PC</w:t>
      </w:r>
    </w:p>
    <w:p w14:paraId="4C483D00" w14:textId="6B1069AE" w:rsidR="004B04B4" w:rsidRDefault="004B04B4" w:rsidP="004B04B4">
      <w:pPr>
        <w:pStyle w:val="ListParagraph"/>
        <w:numPr>
          <w:ilvl w:val="0"/>
          <w:numId w:val="27"/>
        </w:numPr>
      </w:pPr>
      <w:r>
        <w:t xml:space="preserve">Setting up Fiddler to capture </w:t>
      </w:r>
      <w:r w:rsidR="0079729B">
        <w:t>server-to-</w:t>
      </w:r>
      <w:r>
        <w:t>server communication with Xbox Live</w:t>
      </w:r>
    </w:p>
    <w:p w14:paraId="0A590E88" w14:textId="77777777" w:rsidR="004B04B4" w:rsidRDefault="004B04B4" w:rsidP="004B04B4">
      <w:pPr>
        <w:pStyle w:val="ListParagraph"/>
        <w:numPr>
          <w:ilvl w:val="0"/>
          <w:numId w:val="27"/>
        </w:numPr>
      </w:pPr>
      <w:r>
        <w:t>Updated instructions for creating a Relying Party certificate</w:t>
      </w:r>
    </w:p>
    <w:p w14:paraId="71108911" w14:textId="01F33DF0" w:rsidR="004B04B4" w:rsidRDefault="004B04B4">
      <w:pPr>
        <w:spacing w:after="200" w:line="276" w:lineRule="auto"/>
        <w:rPr>
          <w:rFonts w:ascii="Segoe UI Semilight" w:eastAsiaTheme="majorEastAsia" w:hAnsi="Segoe UI Semilight" w:cs="Segoe UI Semilight"/>
          <w:bCs/>
          <w:color w:val="107C10"/>
          <w:sz w:val="36"/>
          <w:szCs w:val="28"/>
        </w:rPr>
      </w:pPr>
      <w:r>
        <w:rPr>
          <w:rFonts w:ascii="Segoe UI Semilight" w:eastAsiaTheme="majorEastAsia" w:hAnsi="Segoe UI Semilight" w:cs="Segoe UI Semilight"/>
          <w:bCs/>
          <w:color w:val="107C10"/>
          <w:sz w:val="36"/>
          <w:szCs w:val="28"/>
        </w:rPr>
        <w:br w:type="page"/>
      </w:r>
    </w:p>
    <w:sdt>
      <w:sdtPr>
        <w:rPr>
          <w:rFonts w:ascii="Segoe UI" w:eastAsiaTheme="minorHAnsi" w:hAnsi="Segoe UI" w:cstheme="minorBidi"/>
          <w:bCs w:val="0"/>
          <w:color w:val="484848"/>
          <w:sz w:val="22"/>
          <w:szCs w:val="22"/>
        </w:rPr>
        <w:id w:val="-407300159"/>
        <w:docPartObj>
          <w:docPartGallery w:val="Table of Contents"/>
          <w:docPartUnique/>
        </w:docPartObj>
      </w:sdtPr>
      <w:sdtEndPr>
        <w:rPr>
          <w:b/>
          <w:noProof/>
        </w:rPr>
      </w:sdtEndPr>
      <w:sdtContent>
        <w:p w14:paraId="19042F5B" w14:textId="3BF8AA3C" w:rsidR="0079729B" w:rsidRDefault="0079729B">
          <w:pPr>
            <w:pStyle w:val="TOCHeading"/>
          </w:pPr>
          <w:r>
            <w:t>Contents</w:t>
          </w:r>
        </w:p>
        <w:p w14:paraId="2A14FC1B" w14:textId="77777777" w:rsidR="00E96E5B" w:rsidRDefault="0079729B">
          <w:pPr>
            <w:pStyle w:val="TOC1"/>
            <w:rPr>
              <w:rFonts w:asciiTheme="minorHAnsi" w:eastAsiaTheme="minorEastAsia" w:hAnsiTheme="minorHAnsi"/>
              <w:noProof/>
              <w:color w:val="auto"/>
              <w:sz w:val="22"/>
            </w:rPr>
          </w:pPr>
          <w:r>
            <w:fldChar w:fldCharType="begin"/>
          </w:r>
          <w:r>
            <w:instrText xml:space="preserve"> TOC \o "1-3" \h \z \u </w:instrText>
          </w:r>
          <w:r>
            <w:fldChar w:fldCharType="separate"/>
          </w:r>
          <w:hyperlink w:anchor="_Toc447121410" w:history="1">
            <w:r w:rsidR="00E96E5B" w:rsidRPr="00681407">
              <w:rPr>
                <w:rStyle w:val="Hyperlink"/>
                <w:noProof/>
              </w:rPr>
              <w:t>Introduction</w:t>
            </w:r>
            <w:r w:rsidR="00E96E5B">
              <w:rPr>
                <w:noProof/>
                <w:webHidden/>
              </w:rPr>
              <w:tab/>
            </w:r>
            <w:r w:rsidR="00E96E5B">
              <w:rPr>
                <w:noProof/>
                <w:webHidden/>
              </w:rPr>
              <w:fldChar w:fldCharType="begin"/>
            </w:r>
            <w:r w:rsidR="00E96E5B">
              <w:rPr>
                <w:noProof/>
                <w:webHidden/>
              </w:rPr>
              <w:instrText xml:space="preserve"> PAGEREF _Toc447121410 \h </w:instrText>
            </w:r>
            <w:r w:rsidR="00E96E5B">
              <w:rPr>
                <w:noProof/>
                <w:webHidden/>
              </w:rPr>
            </w:r>
            <w:r w:rsidR="00E96E5B">
              <w:rPr>
                <w:noProof/>
                <w:webHidden/>
              </w:rPr>
              <w:fldChar w:fldCharType="separate"/>
            </w:r>
            <w:r w:rsidR="00E96E5B">
              <w:rPr>
                <w:noProof/>
                <w:webHidden/>
              </w:rPr>
              <w:t>3</w:t>
            </w:r>
            <w:r w:rsidR="00E96E5B">
              <w:rPr>
                <w:noProof/>
                <w:webHidden/>
              </w:rPr>
              <w:fldChar w:fldCharType="end"/>
            </w:r>
          </w:hyperlink>
        </w:p>
        <w:p w14:paraId="021872ED" w14:textId="77777777" w:rsidR="00E96E5B" w:rsidRDefault="00775119">
          <w:pPr>
            <w:pStyle w:val="TOC1"/>
            <w:rPr>
              <w:rFonts w:asciiTheme="minorHAnsi" w:eastAsiaTheme="minorEastAsia" w:hAnsiTheme="minorHAnsi"/>
              <w:noProof/>
              <w:color w:val="auto"/>
              <w:sz w:val="22"/>
            </w:rPr>
          </w:pPr>
          <w:hyperlink w:anchor="_Toc447121411" w:history="1">
            <w:r w:rsidR="00E96E5B" w:rsidRPr="00681407">
              <w:rPr>
                <w:rStyle w:val="Hyperlink"/>
                <w:noProof/>
              </w:rPr>
              <w:t>Server setup</w:t>
            </w:r>
            <w:r w:rsidR="00E96E5B">
              <w:rPr>
                <w:noProof/>
                <w:webHidden/>
              </w:rPr>
              <w:tab/>
            </w:r>
            <w:r w:rsidR="00E96E5B">
              <w:rPr>
                <w:noProof/>
                <w:webHidden/>
              </w:rPr>
              <w:fldChar w:fldCharType="begin"/>
            </w:r>
            <w:r w:rsidR="00E96E5B">
              <w:rPr>
                <w:noProof/>
                <w:webHidden/>
              </w:rPr>
              <w:instrText xml:space="preserve"> PAGEREF _Toc447121411 \h </w:instrText>
            </w:r>
            <w:r w:rsidR="00E96E5B">
              <w:rPr>
                <w:noProof/>
                <w:webHidden/>
              </w:rPr>
            </w:r>
            <w:r w:rsidR="00E96E5B">
              <w:rPr>
                <w:noProof/>
                <w:webHidden/>
              </w:rPr>
              <w:fldChar w:fldCharType="separate"/>
            </w:r>
            <w:r w:rsidR="00E96E5B">
              <w:rPr>
                <w:noProof/>
                <w:webHidden/>
              </w:rPr>
              <w:t>3</w:t>
            </w:r>
            <w:r w:rsidR="00E96E5B">
              <w:rPr>
                <w:noProof/>
                <w:webHidden/>
              </w:rPr>
              <w:fldChar w:fldCharType="end"/>
            </w:r>
          </w:hyperlink>
        </w:p>
        <w:p w14:paraId="7EFD9CC6" w14:textId="77777777" w:rsidR="00E96E5B" w:rsidRDefault="00775119">
          <w:pPr>
            <w:pStyle w:val="TOC2"/>
            <w:rPr>
              <w:rFonts w:asciiTheme="minorHAnsi" w:eastAsiaTheme="minorEastAsia" w:hAnsiTheme="minorHAnsi"/>
              <w:noProof/>
              <w:color w:val="auto"/>
              <w:sz w:val="22"/>
            </w:rPr>
          </w:pPr>
          <w:hyperlink w:anchor="_Toc447121412" w:history="1">
            <w:r w:rsidR="00E96E5B" w:rsidRPr="00681407">
              <w:rPr>
                <w:rStyle w:val="Hyperlink"/>
                <w:noProof/>
              </w:rPr>
              <w:t>Server roles and features setup</w:t>
            </w:r>
            <w:r w:rsidR="00E96E5B">
              <w:rPr>
                <w:noProof/>
                <w:webHidden/>
              </w:rPr>
              <w:tab/>
            </w:r>
            <w:r w:rsidR="00E96E5B">
              <w:rPr>
                <w:noProof/>
                <w:webHidden/>
              </w:rPr>
              <w:fldChar w:fldCharType="begin"/>
            </w:r>
            <w:r w:rsidR="00E96E5B">
              <w:rPr>
                <w:noProof/>
                <w:webHidden/>
              </w:rPr>
              <w:instrText xml:space="preserve"> PAGEREF _Toc447121412 \h </w:instrText>
            </w:r>
            <w:r w:rsidR="00E96E5B">
              <w:rPr>
                <w:noProof/>
                <w:webHidden/>
              </w:rPr>
            </w:r>
            <w:r w:rsidR="00E96E5B">
              <w:rPr>
                <w:noProof/>
                <w:webHidden/>
              </w:rPr>
              <w:fldChar w:fldCharType="separate"/>
            </w:r>
            <w:r w:rsidR="00E96E5B">
              <w:rPr>
                <w:noProof/>
                <w:webHidden/>
              </w:rPr>
              <w:t>4</w:t>
            </w:r>
            <w:r w:rsidR="00E96E5B">
              <w:rPr>
                <w:noProof/>
                <w:webHidden/>
              </w:rPr>
              <w:fldChar w:fldCharType="end"/>
            </w:r>
          </w:hyperlink>
        </w:p>
        <w:p w14:paraId="62745E5A" w14:textId="77777777" w:rsidR="00E96E5B" w:rsidRDefault="00775119">
          <w:pPr>
            <w:pStyle w:val="TOC2"/>
            <w:rPr>
              <w:rFonts w:asciiTheme="minorHAnsi" w:eastAsiaTheme="minorEastAsia" w:hAnsiTheme="minorHAnsi"/>
              <w:noProof/>
              <w:color w:val="auto"/>
              <w:sz w:val="22"/>
            </w:rPr>
          </w:pPr>
          <w:hyperlink w:anchor="_Toc447121413" w:history="1">
            <w:r w:rsidR="00E96E5B" w:rsidRPr="00681407">
              <w:rPr>
                <w:rStyle w:val="Hyperlink"/>
                <w:noProof/>
              </w:rPr>
              <w:t>Certificate installation</w:t>
            </w:r>
            <w:r w:rsidR="00E96E5B">
              <w:rPr>
                <w:noProof/>
                <w:webHidden/>
              </w:rPr>
              <w:tab/>
            </w:r>
            <w:r w:rsidR="00E96E5B">
              <w:rPr>
                <w:noProof/>
                <w:webHidden/>
              </w:rPr>
              <w:fldChar w:fldCharType="begin"/>
            </w:r>
            <w:r w:rsidR="00E96E5B">
              <w:rPr>
                <w:noProof/>
                <w:webHidden/>
              </w:rPr>
              <w:instrText xml:space="preserve"> PAGEREF _Toc447121413 \h </w:instrText>
            </w:r>
            <w:r w:rsidR="00E96E5B">
              <w:rPr>
                <w:noProof/>
                <w:webHidden/>
              </w:rPr>
            </w:r>
            <w:r w:rsidR="00E96E5B">
              <w:rPr>
                <w:noProof/>
                <w:webHidden/>
              </w:rPr>
              <w:fldChar w:fldCharType="separate"/>
            </w:r>
            <w:r w:rsidR="00E96E5B">
              <w:rPr>
                <w:noProof/>
                <w:webHidden/>
              </w:rPr>
              <w:t>5</w:t>
            </w:r>
            <w:r w:rsidR="00E96E5B">
              <w:rPr>
                <w:noProof/>
                <w:webHidden/>
              </w:rPr>
              <w:fldChar w:fldCharType="end"/>
            </w:r>
          </w:hyperlink>
        </w:p>
        <w:p w14:paraId="25548E5F" w14:textId="77777777" w:rsidR="00E96E5B" w:rsidRDefault="00775119">
          <w:pPr>
            <w:pStyle w:val="TOC1"/>
            <w:rPr>
              <w:rFonts w:asciiTheme="minorHAnsi" w:eastAsiaTheme="minorEastAsia" w:hAnsiTheme="minorHAnsi"/>
              <w:noProof/>
              <w:color w:val="auto"/>
              <w:sz w:val="22"/>
            </w:rPr>
          </w:pPr>
          <w:hyperlink w:anchor="_Toc447121414" w:history="1">
            <w:r w:rsidR="00E96E5B" w:rsidRPr="00681407">
              <w:rPr>
                <w:rStyle w:val="Hyperlink"/>
                <w:noProof/>
              </w:rPr>
              <w:t>Configuring IIS and running the sample website</w:t>
            </w:r>
            <w:r w:rsidR="00E96E5B">
              <w:rPr>
                <w:noProof/>
                <w:webHidden/>
              </w:rPr>
              <w:tab/>
            </w:r>
            <w:r w:rsidR="00E96E5B">
              <w:rPr>
                <w:noProof/>
                <w:webHidden/>
              </w:rPr>
              <w:fldChar w:fldCharType="begin"/>
            </w:r>
            <w:r w:rsidR="00E96E5B">
              <w:rPr>
                <w:noProof/>
                <w:webHidden/>
              </w:rPr>
              <w:instrText xml:space="preserve"> PAGEREF _Toc447121414 \h </w:instrText>
            </w:r>
            <w:r w:rsidR="00E96E5B">
              <w:rPr>
                <w:noProof/>
                <w:webHidden/>
              </w:rPr>
            </w:r>
            <w:r w:rsidR="00E96E5B">
              <w:rPr>
                <w:noProof/>
                <w:webHidden/>
              </w:rPr>
              <w:fldChar w:fldCharType="separate"/>
            </w:r>
            <w:r w:rsidR="00E96E5B">
              <w:rPr>
                <w:noProof/>
                <w:webHidden/>
              </w:rPr>
              <w:t>6</w:t>
            </w:r>
            <w:r w:rsidR="00E96E5B">
              <w:rPr>
                <w:noProof/>
                <w:webHidden/>
              </w:rPr>
              <w:fldChar w:fldCharType="end"/>
            </w:r>
          </w:hyperlink>
        </w:p>
        <w:p w14:paraId="37E686AA" w14:textId="77777777" w:rsidR="00E96E5B" w:rsidRDefault="00775119">
          <w:pPr>
            <w:pStyle w:val="TOC1"/>
            <w:rPr>
              <w:rFonts w:asciiTheme="minorHAnsi" w:eastAsiaTheme="minorEastAsia" w:hAnsiTheme="minorHAnsi"/>
              <w:noProof/>
              <w:color w:val="auto"/>
              <w:sz w:val="22"/>
            </w:rPr>
          </w:pPr>
          <w:hyperlink w:anchor="_Toc447121415" w:history="1">
            <w:r w:rsidR="00E96E5B" w:rsidRPr="00681407">
              <w:rPr>
                <w:rStyle w:val="Hyperlink"/>
                <w:noProof/>
              </w:rPr>
              <w:t>Enabling HTTPS for your web service</w:t>
            </w:r>
            <w:r w:rsidR="00E96E5B">
              <w:rPr>
                <w:noProof/>
                <w:webHidden/>
              </w:rPr>
              <w:tab/>
            </w:r>
            <w:r w:rsidR="00E96E5B">
              <w:rPr>
                <w:noProof/>
                <w:webHidden/>
              </w:rPr>
              <w:fldChar w:fldCharType="begin"/>
            </w:r>
            <w:r w:rsidR="00E96E5B">
              <w:rPr>
                <w:noProof/>
                <w:webHidden/>
              </w:rPr>
              <w:instrText xml:space="preserve"> PAGEREF _Toc447121415 \h </w:instrText>
            </w:r>
            <w:r w:rsidR="00E96E5B">
              <w:rPr>
                <w:noProof/>
                <w:webHidden/>
              </w:rPr>
            </w:r>
            <w:r w:rsidR="00E96E5B">
              <w:rPr>
                <w:noProof/>
                <w:webHidden/>
              </w:rPr>
              <w:fldChar w:fldCharType="separate"/>
            </w:r>
            <w:r w:rsidR="00E96E5B">
              <w:rPr>
                <w:noProof/>
                <w:webHidden/>
              </w:rPr>
              <w:t>7</w:t>
            </w:r>
            <w:r w:rsidR="00E96E5B">
              <w:rPr>
                <w:noProof/>
                <w:webHidden/>
              </w:rPr>
              <w:fldChar w:fldCharType="end"/>
            </w:r>
          </w:hyperlink>
        </w:p>
        <w:p w14:paraId="21C8EB6C" w14:textId="77777777" w:rsidR="00E96E5B" w:rsidRDefault="00775119">
          <w:pPr>
            <w:pStyle w:val="TOC1"/>
            <w:rPr>
              <w:rFonts w:asciiTheme="minorHAnsi" w:eastAsiaTheme="minorEastAsia" w:hAnsiTheme="minorHAnsi"/>
              <w:noProof/>
              <w:color w:val="auto"/>
              <w:sz w:val="22"/>
            </w:rPr>
          </w:pPr>
          <w:hyperlink w:anchor="_Toc447121416" w:history="1">
            <w:r w:rsidR="00E96E5B" w:rsidRPr="00681407">
              <w:rPr>
                <w:rStyle w:val="Hyperlink"/>
                <w:noProof/>
              </w:rPr>
              <w:t>Configuring the NSAL, token definitions, and SSL certificates for the web service</w:t>
            </w:r>
            <w:r w:rsidR="00E96E5B">
              <w:rPr>
                <w:noProof/>
                <w:webHidden/>
              </w:rPr>
              <w:tab/>
            </w:r>
            <w:r w:rsidR="00E96E5B">
              <w:rPr>
                <w:noProof/>
                <w:webHidden/>
              </w:rPr>
              <w:fldChar w:fldCharType="begin"/>
            </w:r>
            <w:r w:rsidR="00E96E5B">
              <w:rPr>
                <w:noProof/>
                <w:webHidden/>
              </w:rPr>
              <w:instrText xml:space="preserve"> PAGEREF _Toc447121416 \h </w:instrText>
            </w:r>
            <w:r w:rsidR="00E96E5B">
              <w:rPr>
                <w:noProof/>
                <w:webHidden/>
              </w:rPr>
            </w:r>
            <w:r w:rsidR="00E96E5B">
              <w:rPr>
                <w:noProof/>
                <w:webHidden/>
              </w:rPr>
              <w:fldChar w:fldCharType="separate"/>
            </w:r>
            <w:r w:rsidR="00E96E5B">
              <w:rPr>
                <w:noProof/>
                <w:webHidden/>
              </w:rPr>
              <w:t>8</w:t>
            </w:r>
            <w:r w:rsidR="00E96E5B">
              <w:rPr>
                <w:noProof/>
                <w:webHidden/>
              </w:rPr>
              <w:fldChar w:fldCharType="end"/>
            </w:r>
          </w:hyperlink>
        </w:p>
        <w:p w14:paraId="33FC4289" w14:textId="77777777" w:rsidR="00E96E5B" w:rsidRDefault="00775119">
          <w:pPr>
            <w:pStyle w:val="TOC1"/>
            <w:rPr>
              <w:rFonts w:asciiTheme="minorHAnsi" w:eastAsiaTheme="minorEastAsia" w:hAnsiTheme="minorHAnsi"/>
              <w:noProof/>
              <w:color w:val="auto"/>
              <w:sz w:val="22"/>
            </w:rPr>
          </w:pPr>
          <w:hyperlink w:anchor="_Toc447121417" w:history="1">
            <w:r w:rsidR="00E96E5B" w:rsidRPr="00681407">
              <w:rPr>
                <w:rStyle w:val="Hyperlink"/>
                <w:noProof/>
              </w:rPr>
              <w:t>Using the Xbox One Web Services sample to verify your server and NSAL configuration</w:t>
            </w:r>
            <w:r w:rsidR="00E96E5B">
              <w:rPr>
                <w:noProof/>
                <w:webHidden/>
              </w:rPr>
              <w:tab/>
            </w:r>
            <w:r w:rsidR="00E96E5B">
              <w:rPr>
                <w:noProof/>
                <w:webHidden/>
              </w:rPr>
              <w:fldChar w:fldCharType="begin"/>
            </w:r>
            <w:r w:rsidR="00E96E5B">
              <w:rPr>
                <w:noProof/>
                <w:webHidden/>
              </w:rPr>
              <w:instrText xml:space="preserve"> PAGEREF _Toc447121417 \h </w:instrText>
            </w:r>
            <w:r w:rsidR="00E96E5B">
              <w:rPr>
                <w:noProof/>
                <w:webHidden/>
              </w:rPr>
            </w:r>
            <w:r w:rsidR="00E96E5B">
              <w:rPr>
                <w:noProof/>
                <w:webHidden/>
              </w:rPr>
              <w:fldChar w:fldCharType="separate"/>
            </w:r>
            <w:r w:rsidR="00E96E5B">
              <w:rPr>
                <w:noProof/>
                <w:webHidden/>
              </w:rPr>
              <w:t>12</w:t>
            </w:r>
            <w:r w:rsidR="00E96E5B">
              <w:rPr>
                <w:noProof/>
                <w:webHidden/>
              </w:rPr>
              <w:fldChar w:fldCharType="end"/>
            </w:r>
          </w:hyperlink>
        </w:p>
        <w:p w14:paraId="6F91535D" w14:textId="77777777" w:rsidR="00E96E5B" w:rsidRDefault="00775119">
          <w:pPr>
            <w:pStyle w:val="TOC1"/>
            <w:rPr>
              <w:rFonts w:asciiTheme="minorHAnsi" w:eastAsiaTheme="minorEastAsia" w:hAnsiTheme="minorHAnsi"/>
              <w:noProof/>
              <w:color w:val="auto"/>
              <w:sz w:val="22"/>
            </w:rPr>
          </w:pPr>
          <w:hyperlink w:anchor="_Toc447121418" w:history="1">
            <w:r w:rsidR="00E96E5B" w:rsidRPr="00681407">
              <w:rPr>
                <w:rStyle w:val="Hyperlink"/>
                <w:noProof/>
              </w:rPr>
              <w:t>Building and deploying SimpleAuthService</w:t>
            </w:r>
            <w:r w:rsidR="00E96E5B">
              <w:rPr>
                <w:noProof/>
                <w:webHidden/>
              </w:rPr>
              <w:tab/>
            </w:r>
            <w:r w:rsidR="00E96E5B">
              <w:rPr>
                <w:noProof/>
                <w:webHidden/>
              </w:rPr>
              <w:fldChar w:fldCharType="begin"/>
            </w:r>
            <w:r w:rsidR="00E96E5B">
              <w:rPr>
                <w:noProof/>
                <w:webHidden/>
              </w:rPr>
              <w:instrText xml:space="preserve"> PAGEREF _Toc447121418 \h </w:instrText>
            </w:r>
            <w:r w:rsidR="00E96E5B">
              <w:rPr>
                <w:noProof/>
                <w:webHidden/>
              </w:rPr>
            </w:r>
            <w:r w:rsidR="00E96E5B">
              <w:rPr>
                <w:noProof/>
                <w:webHidden/>
              </w:rPr>
              <w:fldChar w:fldCharType="separate"/>
            </w:r>
            <w:r w:rsidR="00E96E5B">
              <w:rPr>
                <w:noProof/>
                <w:webHidden/>
              </w:rPr>
              <w:t>12</w:t>
            </w:r>
            <w:r w:rsidR="00E96E5B">
              <w:rPr>
                <w:noProof/>
                <w:webHidden/>
              </w:rPr>
              <w:fldChar w:fldCharType="end"/>
            </w:r>
          </w:hyperlink>
        </w:p>
        <w:p w14:paraId="35380F92" w14:textId="77777777" w:rsidR="00E96E5B" w:rsidRDefault="00775119">
          <w:pPr>
            <w:pStyle w:val="TOC1"/>
            <w:rPr>
              <w:rFonts w:asciiTheme="minorHAnsi" w:eastAsiaTheme="minorEastAsia" w:hAnsiTheme="minorHAnsi"/>
              <w:noProof/>
              <w:color w:val="auto"/>
              <w:sz w:val="22"/>
            </w:rPr>
          </w:pPr>
          <w:hyperlink w:anchor="_Toc447121419" w:history="1">
            <w:r w:rsidR="00E96E5B" w:rsidRPr="00681407">
              <w:rPr>
                <w:rStyle w:val="Hyperlink"/>
                <w:noProof/>
              </w:rPr>
              <w:t>Debugging your web service</w:t>
            </w:r>
            <w:r w:rsidR="00E96E5B">
              <w:rPr>
                <w:noProof/>
                <w:webHidden/>
              </w:rPr>
              <w:tab/>
            </w:r>
            <w:r w:rsidR="00E96E5B">
              <w:rPr>
                <w:noProof/>
                <w:webHidden/>
              </w:rPr>
              <w:fldChar w:fldCharType="begin"/>
            </w:r>
            <w:r w:rsidR="00E96E5B">
              <w:rPr>
                <w:noProof/>
                <w:webHidden/>
              </w:rPr>
              <w:instrText xml:space="preserve"> PAGEREF _Toc447121419 \h </w:instrText>
            </w:r>
            <w:r w:rsidR="00E96E5B">
              <w:rPr>
                <w:noProof/>
                <w:webHidden/>
              </w:rPr>
            </w:r>
            <w:r w:rsidR="00E96E5B">
              <w:rPr>
                <w:noProof/>
                <w:webHidden/>
              </w:rPr>
              <w:fldChar w:fldCharType="separate"/>
            </w:r>
            <w:r w:rsidR="00E96E5B">
              <w:rPr>
                <w:noProof/>
                <w:webHidden/>
              </w:rPr>
              <w:t>14</w:t>
            </w:r>
            <w:r w:rsidR="00E96E5B">
              <w:rPr>
                <w:noProof/>
                <w:webHidden/>
              </w:rPr>
              <w:fldChar w:fldCharType="end"/>
            </w:r>
          </w:hyperlink>
        </w:p>
        <w:p w14:paraId="42BA2663" w14:textId="77777777" w:rsidR="00E96E5B" w:rsidRDefault="00775119">
          <w:pPr>
            <w:pStyle w:val="TOC1"/>
            <w:rPr>
              <w:rFonts w:asciiTheme="minorHAnsi" w:eastAsiaTheme="minorEastAsia" w:hAnsiTheme="minorHAnsi"/>
              <w:noProof/>
              <w:color w:val="auto"/>
              <w:sz w:val="22"/>
            </w:rPr>
          </w:pPr>
          <w:hyperlink w:anchor="_Toc447121420" w:history="1">
            <w:r w:rsidR="00E96E5B" w:rsidRPr="00681407">
              <w:rPr>
                <w:rStyle w:val="Hyperlink"/>
                <w:noProof/>
              </w:rPr>
              <w:t>Setting up DelegatedAuthService</w:t>
            </w:r>
            <w:r w:rsidR="00E96E5B">
              <w:rPr>
                <w:noProof/>
                <w:webHidden/>
              </w:rPr>
              <w:tab/>
            </w:r>
            <w:r w:rsidR="00E96E5B">
              <w:rPr>
                <w:noProof/>
                <w:webHidden/>
              </w:rPr>
              <w:fldChar w:fldCharType="begin"/>
            </w:r>
            <w:r w:rsidR="00E96E5B">
              <w:rPr>
                <w:noProof/>
                <w:webHidden/>
              </w:rPr>
              <w:instrText xml:space="preserve"> PAGEREF _Toc447121420 \h </w:instrText>
            </w:r>
            <w:r w:rsidR="00E96E5B">
              <w:rPr>
                <w:noProof/>
                <w:webHidden/>
              </w:rPr>
            </w:r>
            <w:r w:rsidR="00E96E5B">
              <w:rPr>
                <w:noProof/>
                <w:webHidden/>
              </w:rPr>
              <w:fldChar w:fldCharType="separate"/>
            </w:r>
            <w:r w:rsidR="00E96E5B">
              <w:rPr>
                <w:noProof/>
                <w:webHidden/>
              </w:rPr>
              <w:t>16</w:t>
            </w:r>
            <w:r w:rsidR="00E96E5B">
              <w:rPr>
                <w:noProof/>
                <w:webHidden/>
              </w:rPr>
              <w:fldChar w:fldCharType="end"/>
            </w:r>
          </w:hyperlink>
        </w:p>
        <w:p w14:paraId="7A5F6F57" w14:textId="77777777" w:rsidR="00E96E5B" w:rsidRDefault="00775119">
          <w:pPr>
            <w:pStyle w:val="TOC1"/>
            <w:rPr>
              <w:rFonts w:asciiTheme="minorHAnsi" w:eastAsiaTheme="minorEastAsia" w:hAnsiTheme="minorHAnsi"/>
              <w:noProof/>
              <w:color w:val="auto"/>
              <w:sz w:val="22"/>
            </w:rPr>
          </w:pPr>
          <w:hyperlink w:anchor="_Toc447121421" w:history="1">
            <w:r w:rsidR="00E96E5B" w:rsidRPr="00681407">
              <w:rPr>
                <w:rStyle w:val="Hyperlink"/>
                <w:noProof/>
              </w:rPr>
              <w:t>FAQs and troubleshooting</w:t>
            </w:r>
            <w:r w:rsidR="00E96E5B">
              <w:rPr>
                <w:noProof/>
                <w:webHidden/>
              </w:rPr>
              <w:tab/>
            </w:r>
            <w:r w:rsidR="00E96E5B">
              <w:rPr>
                <w:noProof/>
                <w:webHidden/>
              </w:rPr>
              <w:fldChar w:fldCharType="begin"/>
            </w:r>
            <w:r w:rsidR="00E96E5B">
              <w:rPr>
                <w:noProof/>
                <w:webHidden/>
              </w:rPr>
              <w:instrText xml:space="preserve"> PAGEREF _Toc447121421 \h </w:instrText>
            </w:r>
            <w:r w:rsidR="00E96E5B">
              <w:rPr>
                <w:noProof/>
                <w:webHidden/>
              </w:rPr>
            </w:r>
            <w:r w:rsidR="00E96E5B">
              <w:rPr>
                <w:noProof/>
                <w:webHidden/>
              </w:rPr>
              <w:fldChar w:fldCharType="separate"/>
            </w:r>
            <w:r w:rsidR="00E96E5B">
              <w:rPr>
                <w:noProof/>
                <w:webHidden/>
              </w:rPr>
              <w:t>17</w:t>
            </w:r>
            <w:r w:rsidR="00E96E5B">
              <w:rPr>
                <w:noProof/>
                <w:webHidden/>
              </w:rPr>
              <w:fldChar w:fldCharType="end"/>
            </w:r>
          </w:hyperlink>
        </w:p>
        <w:p w14:paraId="50996A35" w14:textId="0A9774B4" w:rsidR="0079729B" w:rsidRDefault="0079729B">
          <w:r>
            <w:rPr>
              <w:b/>
              <w:bCs/>
              <w:noProof/>
            </w:rPr>
            <w:fldChar w:fldCharType="end"/>
          </w:r>
        </w:p>
      </w:sdtContent>
    </w:sdt>
    <w:p w14:paraId="6DE405B3" w14:textId="68FEFB86" w:rsidR="002A75A8" w:rsidRDefault="002A75A8" w:rsidP="002A75A8"/>
    <w:p w14:paraId="57B559EB" w14:textId="77777777" w:rsidR="001B7389" w:rsidRDefault="001B7389">
      <w:pPr>
        <w:spacing w:after="200" w:line="276" w:lineRule="auto"/>
        <w:rPr>
          <w:rFonts w:ascii="Segoe UI Semilight" w:eastAsiaTheme="majorEastAsia" w:hAnsi="Segoe UI Semilight" w:cs="Segoe UI Semilight"/>
          <w:bCs/>
          <w:color w:val="107C10"/>
          <w:sz w:val="36"/>
          <w:szCs w:val="28"/>
        </w:rPr>
      </w:pPr>
      <w:r>
        <w:br w:type="page"/>
      </w:r>
    </w:p>
    <w:p w14:paraId="5FBB855C" w14:textId="2D6D5DD4" w:rsidR="002A75A8" w:rsidRDefault="00510947" w:rsidP="009C4E18">
      <w:pPr>
        <w:pStyle w:val="Heading1"/>
      </w:pPr>
      <w:bookmarkStart w:id="1" w:name="_Toc435611296"/>
      <w:bookmarkStart w:id="2" w:name="_Toc447121410"/>
      <w:r>
        <w:lastRenderedPageBreak/>
        <w:t>Introduction</w:t>
      </w:r>
      <w:bookmarkEnd w:id="1"/>
      <w:bookmarkEnd w:id="2"/>
    </w:p>
    <w:p w14:paraId="64D6CB9A" w14:textId="01ECECBB" w:rsidR="00510947" w:rsidRDefault="00095BA2" w:rsidP="008C194F">
      <w:r>
        <w:t xml:space="preserve">The </w:t>
      </w:r>
      <w:r w:rsidR="00C41BDB">
        <w:t xml:space="preserve">Xbox One and the </w:t>
      </w:r>
      <w:r w:rsidR="00F33EB0">
        <w:t xml:space="preserve">Xbox </w:t>
      </w:r>
      <w:r w:rsidR="00C41BDB">
        <w:t>Live platform</w:t>
      </w:r>
      <w:r w:rsidR="00F15A71">
        <w:t>s</w:t>
      </w:r>
      <w:r w:rsidR="00C41BDB">
        <w:t xml:space="preserve"> </w:t>
      </w:r>
      <w:r w:rsidR="00F15A71">
        <w:t xml:space="preserve">rely </w:t>
      </w:r>
      <w:r w:rsidR="00C41BDB">
        <w:t>he</w:t>
      </w:r>
      <w:r w:rsidR="00F15A71">
        <w:t>a</w:t>
      </w:r>
      <w:r w:rsidR="00C41BDB">
        <w:t xml:space="preserve">vily </w:t>
      </w:r>
      <w:r w:rsidR="00F15A71">
        <w:t xml:space="preserve">on HTTPS communication with </w:t>
      </w:r>
      <w:r w:rsidR="00C41BDB">
        <w:t xml:space="preserve">RESTful </w:t>
      </w:r>
      <w:r w:rsidR="00F15A71">
        <w:t>web services</w:t>
      </w:r>
      <w:r w:rsidR="00E2103F">
        <w:t xml:space="preserve">. </w:t>
      </w:r>
      <w:r w:rsidR="00F15A71">
        <w:t>Using t</w:t>
      </w:r>
      <w:r w:rsidR="00C41BDB">
        <w:t xml:space="preserve">his form of communication has </w:t>
      </w:r>
      <w:r w:rsidR="00F15A71">
        <w:t xml:space="preserve">also </w:t>
      </w:r>
      <w:r w:rsidR="00C41BDB">
        <w:t xml:space="preserve">been </w:t>
      </w:r>
      <w:r w:rsidR="00F15A71">
        <w:t xml:space="preserve">made available </w:t>
      </w:r>
      <w:r w:rsidR="00C41BDB">
        <w:t xml:space="preserve">to developers </w:t>
      </w:r>
      <w:r w:rsidR="00F15A71">
        <w:t>because it makes</w:t>
      </w:r>
      <w:r w:rsidR="00C41BDB">
        <w:t xml:space="preserve"> setting up game servers </w:t>
      </w:r>
      <w:r w:rsidR="00F15A71">
        <w:t xml:space="preserve">easier </w:t>
      </w:r>
      <w:r w:rsidR="00C41BDB">
        <w:t xml:space="preserve">than </w:t>
      </w:r>
      <w:r w:rsidR="00A356B5">
        <w:t xml:space="preserve">doing so </w:t>
      </w:r>
      <w:r w:rsidR="00B80752">
        <w:t xml:space="preserve">was for Xbox 360, which originally required connection to </w:t>
      </w:r>
      <w:r w:rsidR="00C66A8B">
        <w:t xml:space="preserve">a </w:t>
      </w:r>
      <w:r w:rsidR="00B80752">
        <w:t xml:space="preserve">server running </w:t>
      </w:r>
      <w:r w:rsidR="00C41BDB">
        <w:t>X</w:t>
      </w:r>
      <w:r w:rsidR="00B80752">
        <w:t xml:space="preserve">box </w:t>
      </w:r>
      <w:r w:rsidR="00C41BDB">
        <w:t>L</w:t>
      </w:r>
      <w:r w:rsidR="00B80752">
        <w:t xml:space="preserve">ive </w:t>
      </w:r>
      <w:r w:rsidR="00C41BDB">
        <w:t>S</w:t>
      </w:r>
      <w:r w:rsidR="00B80752">
        <w:t xml:space="preserve">erver </w:t>
      </w:r>
      <w:r w:rsidR="00C41BDB">
        <w:t>P</w:t>
      </w:r>
      <w:r w:rsidR="00B80752">
        <w:t>latform</w:t>
      </w:r>
      <w:r w:rsidR="00E2103F">
        <w:t xml:space="preserve">. </w:t>
      </w:r>
      <w:r w:rsidR="00B80752">
        <w:t>Being able t</w:t>
      </w:r>
      <w:r w:rsidR="003F52DF">
        <w:t xml:space="preserve">o use HTTPS with RESTful services gives you </w:t>
      </w:r>
      <w:r w:rsidR="00C41BDB">
        <w:t xml:space="preserve">extended </w:t>
      </w:r>
      <w:r w:rsidR="00C904C4">
        <w:t>flexibility</w:t>
      </w:r>
      <w:r w:rsidR="00C41BDB">
        <w:t xml:space="preserve"> </w:t>
      </w:r>
      <w:r w:rsidR="003F52DF">
        <w:t xml:space="preserve">to develop </w:t>
      </w:r>
      <w:r w:rsidR="00C41BDB">
        <w:t>game services that are quick and reliable</w:t>
      </w:r>
      <w:r w:rsidR="00E2103F">
        <w:t xml:space="preserve">. </w:t>
      </w:r>
      <w:r w:rsidR="00C41BDB">
        <w:t xml:space="preserve">This </w:t>
      </w:r>
      <w:r w:rsidR="003F52DF">
        <w:t xml:space="preserve">white paper </w:t>
      </w:r>
      <w:r w:rsidR="00273CBD">
        <w:t>describes</w:t>
      </w:r>
      <w:r w:rsidR="00C41BDB">
        <w:t xml:space="preserve"> how to set up Windows Server running the sample web service provided on </w:t>
      </w:r>
      <w:r w:rsidR="00273CBD">
        <w:t>Game Developer Network (</w:t>
      </w:r>
      <w:r w:rsidR="00C41BDB">
        <w:t>GDN</w:t>
      </w:r>
      <w:r w:rsidR="00273CBD">
        <w:t>)</w:t>
      </w:r>
      <w:r w:rsidR="00C41BDB">
        <w:t xml:space="preserve"> </w:t>
      </w:r>
      <w:r w:rsidR="003F52DF">
        <w:t xml:space="preserve">so that you can </w:t>
      </w:r>
      <w:r w:rsidR="00C41BDB">
        <w:t xml:space="preserve">start exploring the use of </w:t>
      </w:r>
      <w:r w:rsidR="00F260BE">
        <w:t>Xbox Secure Token Service (</w:t>
      </w:r>
      <w:r w:rsidR="00C41BDB">
        <w:t>XSTS</w:t>
      </w:r>
      <w:r w:rsidR="00F260BE">
        <w:t>)</w:t>
      </w:r>
      <w:r w:rsidR="00C41BDB">
        <w:t xml:space="preserve"> tokens and </w:t>
      </w:r>
      <w:r w:rsidR="003F52DF">
        <w:t xml:space="preserve">HTTPS </w:t>
      </w:r>
      <w:r w:rsidR="00C41BDB">
        <w:t>for communication between your Xbox One title and your servers.</w:t>
      </w:r>
    </w:p>
    <w:p w14:paraId="730BC737" w14:textId="130A662C" w:rsidR="00825B7D" w:rsidRDefault="00E27087" w:rsidP="00825B7D">
      <w:pPr>
        <w:pStyle w:val="Heading1"/>
      </w:pPr>
      <w:bookmarkStart w:id="3" w:name="_Server_setup"/>
      <w:bookmarkStart w:id="4" w:name="_Toc435611297"/>
      <w:bookmarkStart w:id="5" w:name="_Toc447121411"/>
      <w:bookmarkEnd w:id="3"/>
      <w:r>
        <w:t xml:space="preserve">Server </w:t>
      </w:r>
      <w:r w:rsidR="00E51546">
        <w:t>s</w:t>
      </w:r>
      <w:r>
        <w:t>etup</w:t>
      </w:r>
      <w:bookmarkEnd w:id="4"/>
      <w:bookmarkEnd w:id="5"/>
    </w:p>
    <w:p w14:paraId="5F3578DA" w14:textId="40A3E0B3" w:rsidR="00891FE9" w:rsidRDefault="00FA7E53" w:rsidP="00825B7D">
      <w:r>
        <w:t xml:space="preserve">The Relying Party </w:t>
      </w:r>
      <w:r w:rsidR="002C66EB">
        <w:t>S</w:t>
      </w:r>
      <w:r>
        <w:t>DK and samples provided on G</w:t>
      </w:r>
      <w:r w:rsidR="00D70284">
        <w:t>DN</w:t>
      </w:r>
      <w:r>
        <w:t xml:space="preserve"> for running an Xbox One web service will work with </w:t>
      </w:r>
      <w:r w:rsidR="00E16B10">
        <w:t>Windows Server 2012 R2</w:t>
      </w:r>
      <w:r w:rsidR="001A5BC1">
        <w:t>, Windows Server 2012, and</w:t>
      </w:r>
      <w:r w:rsidR="00E16B10">
        <w:t xml:space="preserve"> Windows Server 2008 R2</w:t>
      </w:r>
      <w:r w:rsidR="00E2103F">
        <w:t xml:space="preserve">. </w:t>
      </w:r>
      <w:r w:rsidR="00891FE9">
        <w:t xml:space="preserve">If you have access to </w:t>
      </w:r>
      <w:r w:rsidR="00AC7A71">
        <w:t xml:space="preserve">Microsoft </w:t>
      </w:r>
      <w:r w:rsidR="00891FE9">
        <w:t>Azure, setting up a server for development and testing is simple and quick. If you do not have access to Azure</w:t>
      </w:r>
      <w:r w:rsidR="00D70284">
        <w:t>,</w:t>
      </w:r>
      <w:r w:rsidR="00891FE9">
        <w:t xml:space="preserve"> a physical computer with Windows Server installed will also work.</w:t>
      </w:r>
    </w:p>
    <w:p w14:paraId="27865942" w14:textId="2AD71AC2" w:rsidR="009924E3" w:rsidRDefault="00FA7E53" w:rsidP="00825B7D">
      <w:r>
        <w:t xml:space="preserve">The </w:t>
      </w:r>
      <w:r w:rsidR="00891FE9">
        <w:t xml:space="preserve">following </w:t>
      </w:r>
      <w:r>
        <w:t>instructions are tailored to set</w:t>
      </w:r>
      <w:r w:rsidR="00891FE9">
        <w:t xml:space="preserve">ting </w:t>
      </w:r>
      <w:r>
        <w:t>up a server running Windows Server 2012 R2</w:t>
      </w:r>
      <w:r w:rsidR="00891FE9">
        <w:t xml:space="preserve"> for use with </w:t>
      </w:r>
      <w:r w:rsidR="00891FE9" w:rsidRPr="00095BA2">
        <w:rPr>
          <w:b/>
        </w:rPr>
        <w:t>Si</w:t>
      </w:r>
      <w:r w:rsidR="00095BA2" w:rsidRPr="00095BA2">
        <w:rPr>
          <w:b/>
        </w:rPr>
        <w:t>mpleAuth</w:t>
      </w:r>
      <w:r w:rsidR="00AC63B0" w:rsidRPr="00095BA2">
        <w:rPr>
          <w:b/>
        </w:rPr>
        <w:t>Service</w:t>
      </w:r>
      <w:r w:rsidR="00AC63B0">
        <w:t xml:space="preserve"> </w:t>
      </w:r>
      <w:r w:rsidR="00891FE9">
        <w:t>and the Relying Party SDK</w:t>
      </w:r>
      <w:r w:rsidR="00E2103F">
        <w:t xml:space="preserve">. </w:t>
      </w:r>
      <w:r w:rsidR="00891FE9">
        <w:t xml:space="preserve">Even if your server is running another compatible version of Windows Server, the settings should be approximately the same, </w:t>
      </w:r>
      <w:r w:rsidR="00D70284">
        <w:t>al</w:t>
      </w:r>
      <w:r w:rsidR="00891FE9">
        <w:t xml:space="preserve">though the location of some settings </w:t>
      </w:r>
      <w:r>
        <w:t>may be different</w:t>
      </w:r>
      <w:r w:rsidR="00E2103F">
        <w:t>.</w:t>
      </w:r>
      <w:r w:rsidR="008737AE">
        <w:t xml:space="preserve"> </w:t>
      </w:r>
    </w:p>
    <w:p w14:paraId="02AB5659" w14:textId="27BC1D85" w:rsidR="00F153A6" w:rsidRPr="00891FE9" w:rsidRDefault="00891FE9" w:rsidP="00F712D8">
      <w:pPr>
        <w:keepNext/>
        <w:rPr>
          <w:rStyle w:val="Strong"/>
        </w:rPr>
      </w:pPr>
      <w:r w:rsidRPr="00891FE9">
        <w:rPr>
          <w:rStyle w:val="Strong"/>
        </w:rPr>
        <w:t>To set up a server for use wi</w:t>
      </w:r>
      <w:r w:rsidR="00095BA2">
        <w:rPr>
          <w:rStyle w:val="Strong"/>
        </w:rPr>
        <w:t>th SimpleAuth</w:t>
      </w:r>
      <w:r w:rsidR="00AC63B0">
        <w:rPr>
          <w:rStyle w:val="Strong"/>
        </w:rPr>
        <w:t xml:space="preserve">Service </w:t>
      </w:r>
      <w:r w:rsidRPr="00891FE9">
        <w:rPr>
          <w:rStyle w:val="Strong"/>
        </w:rPr>
        <w:t>and the Relying Party SDK</w:t>
      </w:r>
    </w:p>
    <w:p w14:paraId="021C4617" w14:textId="3F29F154" w:rsidR="00F153A6" w:rsidRDefault="00F153A6" w:rsidP="008243CC">
      <w:pPr>
        <w:pStyle w:val="ListParagraph"/>
        <w:numPr>
          <w:ilvl w:val="0"/>
          <w:numId w:val="12"/>
        </w:numPr>
        <w:spacing w:before="120" w:after="120" w:line="252" w:lineRule="auto"/>
      </w:pPr>
      <w:r>
        <w:t xml:space="preserve">Log on with your account to the </w:t>
      </w:r>
      <w:hyperlink r:id="rId11" w:history="1">
        <w:r w:rsidR="0003193B" w:rsidRPr="00F153A6">
          <w:rPr>
            <w:rStyle w:val="Hyperlink"/>
          </w:rPr>
          <w:t xml:space="preserve">Azure </w:t>
        </w:r>
        <w:r w:rsidR="0003193B">
          <w:rPr>
            <w:rStyle w:val="Hyperlink"/>
          </w:rPr>
          <w:t>p</w:t>
        </w:r>
        <w:r w:rsidR="0003193B" w:rsidRPr="00F153A6">
          <w:rPr>
            <w:rStyle w:val="Hyperlink"/>
          </w:rPr>
          <w:t>ortal</w:t>
        </w:r>
      </w:hyperlink>
      <w:r w:rsidR="00891FE9">
        <w:rPr>
          <w:rStyle w:val="Hyperlink"/>
        </w:rPr>
        <w:t>.</w:t>
      </w:r>
    </w:p>
    <w:p w14:paraId="11B984DA" w14:textId="5E38509D" w:rsidR="00F153A6" w:rsidRPr="00F153A6" w:rsidRDefault="00F153A6" w:rsidP="008243CC">
      <w:pPr>
        <w:pStyle w:val="ListParagraph"/>
        <w:numPr>
          <w:ilvl w:val="0"/>
          <w:numId w:val="12"/>
        </w:numPr>
        <w:spacing w:before="120" w:after="120" w:line="252" w:lineRule="auto"/>
      </w:pPr>
      <w:r>
        <w:t xml:space="preserve">Select </w:t>
      </w:r>
      <w:r>
        <w:rPr>
          <w:b/>
        </w:rPr>
        <w:t>Virtual Machines</w:t>
      </w:r>
      <w:r w:rsidR="00E16B10" w:rsidRPr="00E16B10">
        <w:t>,</w:t>
      </w:r>
      <w:r w:rsidRPr="00E16B10">
        <w:t xml:space="preserve"> </w:t>
      </w:r>
      <w:r>
        <w:t xml:space="preserve">and </w:t>
      </w:r>
      <w:r w:rsidR="00D70284">
        <w:t xml:space="preserve">then </w:t>
      </w:r>
      <w:r>
        <w:t xml:space="preserve">click </w:t>
      </w:r>
      <w:r>
        <w:rPr>
          <w:b/>
        </w:rPr>
        <w:t>NEW</w:t>
      </w:r>
      <w:r w:rsidR="00D70284">
        <w:t>.</w:t>
      </w:r>
    </w:p>
    <w:p w14:paraId="11257FA7" w14:textId="74A96D63" w:rsidR="00F153A6" w:rsidRPr="00F153A6" w:rsidRDefault="00F153A6" w:rsidP="008243CC">
      <w:pPr>
        <w:pStyle w:val="ListParagraph"/>
        <w:numPr>
          <w:ilvl w:val="0"/>
          <w:numId w:val="12"/>
        </w:numPr>
        <w:spacing w:before="120" w:after="120" w:line="252" w:lineRule="auto"/>
      </w:pPr>
      <w:r>
        <w:t xml:space="preserve">Select </w:t>
      </w:r>
      <w:r>
        <w:rPr>
          <w:b/>
        </w:rPr>
        <w:t>QUICK CREATE</w:t>
      </w:r>
      <w:r w:rsidR="00D70284">
        <w:t>.</w:t>
      </w:r>
    </w:p>
    <w:p w14:paraId="51B7449C" w14:textId="75C52C30" w:rsidR="00E90DD5" w:rsidRDefault="00F153A6" w:rsidP="008243CC">
      <w:pPr>
        <w:pStyle w:val="ListParagraph"/>
        <w:numPr>
          <w:ilvl w:val="0"/>
          <w:numId w:val="12"/>
        </w:numPr>
        <w:spacing w:line="252" w:lineRule="auto"/>
      </w:pPr>
      <w:r>
        <w:lastRenderedPageBreak/>
        <w:t>Enter a DNS name for your service</w:t>
      </w:r>
      <w:r w:rsidR="00891FE9">
        <w:t>.</w:t>
      </w:r>
    </w:p>
    <w:p w14:paraId="33E56647" w14:textId="7ECFF5A0" w:rsidR="00F153A6" w:rsidRPr="00E90DD5" w:rsidRDefault="00891FE9" w:rsidP="00E90DD5">
      <w:pPr>
        <w:pStyle w:val="ListParagraph"/>
      </w:pPr>
      <w:r w:rsidRPr="00E90DD5">
        <w:t>T</w:t>
      </w:r>
      <w:r w:rsidR="00F153A6" w:rsidRPr="00E90DD5">
        <w:t xml:space="preserve">his will be the domain name that you use to make </w:t>
      </w:r>
      <w:r w:rsidRPr="00E90DD5">
        <w:t xml:space="preserve">HTTP </w:t>
      </w:r>
      <w:r w:rsidR="00F153A6" w:rsidRPr="00E90DD5">
        <w:t xml:space="preserve">calls to the server </w:t>
      </w:r>
      <w:r w:rsidR="00C63747" w:rsidRPr="00E90DD5">
        <w:t>(</w:t>
      </w:r>
      <w:r w:rsidR="00F153A6" w:rsidRPr="00E90DD5">
        <w:t xml:space="preserve">with </w:t>
      </w:r>
      <w:r w:rsidR="00C63747" w:rsidRPr="00E90DD5">
        <w:t xml:space="preserve">.cloudapp.net </w:t>
      </w:r>
      <w:r w:rsidR="00F153A6" w:rsidRPr="00E90DD5">
        <w:t>appended</w:t>
      </w:r>
      <w:r w:rsidR="00C63747" w:rsidRPr="00E90DD5">
        <w:t xml:space="preserve"> to the name</w:t>
      </w:r>
      <w:r w:rsidR="00F153A6" w:rsidRPr="00E90DD5">
        <w:t>)</w:t>
      </w:r>
      <w:r w:rsidR="00C63747" w:rsidRPr="00E90DD5">
        <w:t>.</w:t>
      </w:r>
    </w:p>
    <w:p w14:paraId="152A54EB" w14:textId="22D66E92" w:rsidR="00F153A6" w:rsidRDefault="00F153A6" w:rsidP="008243CC">
      <w:pPr>
        <w:pStyle w:val="ListParagraph"/>
        <w:numPr>
          <w:ilvl w:val="0"/>
          <w:numId w:val="12"/>
        </w:numPr>
        <w:spacing w:before="120" w:after="120" w:line="252" w:lineRule="auto"/>
      </w:pPr>
      <w:r>
        <w:t xml:space="preserve">Select </w:t>
      </w:r>
      <w:r>
        <w:rPr>
          <w:b/>
        </w:rPr>
        <w:t xml:space="preserve">Windows Server 2012 R2 </w:t>
      </w:r>
      <w:r>
        <w:t xml:space="preserve">and </w:t>
      </w:r>
      <w:r w:rsidRPr="00D607EF">
        <w:rPr>
          <w:b/>
        </w:rPr>
        <w:t>Size</w:t>
      </w:r>
      <w:r>
        <w:t xml:space="preserve"> setting </w:t>
      </w:r>
      <w:r>
        <w:rPr>
          <w:b/>
        </w:rPr>
        <w:t>A1</w:t>
      </w:r>
      <w:r w:rsidR="00C63747" w:rsidRPr="00C63747">
        <w:t>.</w:t>
      </w:r>
      <w:r>
        <w:t xml:space="preserve"> </w:t>
      </w:r>
      <w:r w:rsidR="00C63747">
        <w:t>Y</w:t>
      </w:r>
      <w:r>
        <w:t>ou can choose others, but A1 works fine for the sample</w:t>
      </w:r>
      <w:r w:rsidR="00C63747">
        <w:t>.</w:t>
      </w:r>
    </w:p>
    <w:p w14:paraId="31366466" w14:textId="56292561" w:rsidR="00C63747" w:rsidRDefault="00F153A6" w:rsidP="008243CC">
      <w:pPr>
        <w:pStyle w:val="ListParagraph"/>
        <w:numPr>
          <w:ilvl w:val="0"/>
          <w:numId w:val="12"/>
        </w:numPr>
        <w:spacing w:before="120" w:after="120" w:line="252" w:lineRule="auto"/>
      </w:pPr>
      <w:r>
        <w:t>Enter a user</w:t>
      </w:r>
      <w:r w:rsidR="00C63747">
        <w:t xml:space="preserve"> </w:t>
      </w:r>
      <w:r>
        <w:t xml:space="preserve">name and password that you will use </w:t>
      </w:r>
      <w:r w:rsidR="00C63747">
        <w:t xml:space="preserve">with </w:t>
      </w:r>
      <w:r>
        <w:t xml:space="preserve">Remote Desktop </w:t>
      </w:r>
      <w:r w:rsidR="00C63747">
        <w:t xml:space="preserve">to connect to </w:t>
      </w:r>
      <w:r w:rsidR="00D70284">
        <w:t>the machine</w:t>
      </w:r>
      <w:r w:rsidR="00C63747">
        <w:t xml:space="preserve">. </w:t>
      </w:r>
    </w:p>
    <w:p w14:paraId="2763735F" w14:textId="61B95AA6" w:rsidR="00F153A6" w:rsidRPr="00E90DD5" w:rsidRDefault="00C63747" w:rsidP="008243CC">
      <w:pPr>
        <w:pStyle w:val="ListParagraph"/>
        <w:numPr>
          <w:ilvl w:val="0"/>
          <w:numId w:val="12"/>
        </w:numPr>
        <w:spacing w:line="252" w:lineRule="auto"/>
      </w:pPr>
      <w:r>
        <w:t>S</w:t>
      </w:r>
      <w:r w:rsidR="00F153A6">
        <w:t>elect which region you want the server to run in</w:t>
      </w:r>
      <w:r>
        <w:t>.</w:t>
      </w:r>
      <w:r w:rsidR="00F153A6">
        <w:t xml:space="preserve"> </w:t>
      </w:r>
      <w:r w:rsidRPr="00E90DD5">
        <w:t>A region</w:t>
      </w:r>
      <w:r w:rsidR="00F153A6" w:rsidRPr="00E90DD5">
        <w:t xml:space="preserve"> close to your physical location</w:t>
      </w:r>
      <w:r w:rsidRPr="00E90DD5">
        <w:t xml:space="preserve"> is best.</w:t>
      </w:r>
      <w:r w:rsidRPr="00E90DD5" w:rsidDel="00C63747">
        <w:t xml:space="preserve"> </w:t>
      </w:r>
    </w:p>
    <w:p w14:paraId="60FA4763" w14:textId="1ED76F5E" w:rsidR="00F153A6" w:rsidRDefault="00F153A6" w:rsidP="008243CC">
      <w:pPr>
        <w:pStyle w:val="ListParagraph"/>
        <w:numPr>
          <w:ilvl w:val="0"/>
          <w:numId w:val="12"/>
        </w:numPr>
        <w:spacing w:before="120" w:after="120" w:line="252" w:lineRule="auto"/>
      </w:pPr>
      <w:r>
        <w:t>To finish</w:t>
      </w:r>
      <w:r w:rsidR="00D70284">
        <w:t>,</w:t>
      </w:r>
      <w:r>
        <w:t xml:space="preserve"> click </w:t>
      </w:r>
      <w:r>
        <w:rPr>
          <w:b/>
        </w:rPr>
        <w:t>CREATE A VIRTUAL MACHINE</w:t>
      </w:r>
      <w:r w:rsidR="00C63747">
        <w:rPr>
          <w:b/>
        </w:rPr>
        <w:t>.</w:t>
      </w:r>
    </w:p>
    <w:p w14:paraId="77896EB9" w14:textId="4386D081" w:rsidR="00667ED8" w:rsidRDefault="002D2A96" w:rsidP="008243CC">
      <w:pPr>
        <w:pStyle w:val="ListParagraph"/>
        <w:numPr>
          <w:ilvl w:val="0"/>
          <w:numId w:val="12"/>
        </w:numPr>
        <w:spacing w:before="120" w:after="120" w:line="252" w:lineRule="auto"/>
      </w:pPr>
      <w:r>
        <w:t xml:space="preserve">Wait for </w:t>
      </w:r>
      <w:r w:rsidR="00F153A6">
        <w:t xml:space="preserve">provisioning </w:t>
      </w:r>
      <w:r>
        <w:t>to complete,</w:t>
      </w:r>
      <w:r w:rsidR="00667ED8">
        <w:t xml:space="preserve"> </w:t>
      </w:r>
      <w:r w:rsidR="00D607EF">
        <w:t xml:space="preserve">and then </w:t>
      </w:r>
      <w:r w:rsidR="00667ED8">
        <w:t xml:space="preserve">click the machine’s name to </w:t>
      </w:r>
      <w:r w:rsidR="00C63747">
        <w:t xml:space="preserve">configure </w:t>
      </w:r>
      <w:r w:rsidR="00667ED8">
        <w:t>the Azure settings</w:t>
      </w:r>
      <w:r w:rsidR="00C63747">
        <w:t>.</w:t>
      </w:r>
    </w:p>
    <w:p w14:paraId="67BDDE03" w14:textId="3965980E" w:rsidR="00667ED8" w:rsidRDefault="00734156" w:rsidP="008243CC">
      <w:pPr>
        <w:pStyle w:val="ListParagraph"/>
        <w:numPr>
          <w:ilvl w:val="0"/>
          <w:numId w:val="12"/>
        </w:numPr>
        <w:spacing w:before="120" w:after="120" w:line="252" w:lineRule="auto"/>
      </w:pPr>
      <w:r>
        <w:t xml:space="preserve">Click </w:t>
      </w:r>
      <w:r w:rsidR="00667ED8">
        <w:rPr>
          <w:b/>
        </w:rPr>
        <w:t>ENDPOINTS</w:t>
      </w:r>
      <w:r w:rsidR="00C63747">
        <w:t>.</w:t>
      </w:r>
    </w:p>
    <w:p w14:paraId="4E5369A4" w14:textId="0B937150" w:rsidR="00667ED8" w:rsidRDefault="00667ED8" w:rsidP="008243CC">
      <w:pPr>
        <w:pStyle w:val="ListParagraph"/>
        <w:numPr>
          <w:ilvl w:val="0"/>
          <w:numId w:val="12"/>
        </w:numPr>
        <w:spacing w:before="120" w:after="120" w:line="252" w:lineRule="auto"/>
      </w:pPr>
      <w:r>
        <w:t xml:space="preserve">Click </w:t>
      </w:r>
      <w:r>
        <w:rPr>
          <w:b/>
        </w:rPr>
        <w:t>ADD</w:t>
      </w:r>
      <w:r w:rsidR="00C63747" w:rsidRPr="00C63747">
        <w:t>,</w:t>
      </w:r>
      <w:r>
        <w:t xml:space="preserve"> and </w:t>
      </w:r>
      <w:r w:rsidR="009E30EB">
        <w:t xml:space="preserve">then </w:t>
      </w:r>
      <w:r>
        <w:t xml:space="preserve">select </w:t>
      </w:r>
      <w:r>
        <w:rPr>
          <w:b/>
        </w:rPr>
        <w:t>ADD A STAND-ALONE ENDPOINT</w:t>
      </w:r>
      <w:r w:rsidR="00C63747" w:rsidRPr="00C63747">
        <w:t>.</w:t>
      </w:r>
    </w:p>
    <w:p w14:paraId="0FA4C9F3" w14:textId="4535F60A" w:rsidR="009E30EB" w:rsidRDefault="009E30EB" w:rsidP="008243CC">
      <w:pPr>
        <w:pStyle w:val="ListParagraph"/>
        <w:numPr>
          <w:ilvl w:val="0"/>
          <w:numId w:val="12"/>
        </w:numPr>
        <w:spacing w:before="120" w:after="120" w:line="252" w:lineRule="auto"/>
      </w:pPr>
      <w:r>
        <w:t xml:space="preserve">Click </w:t>
      </w:r>
      <w:r w:rsidRPr="009E30EB">
        <w:rPr>
          <w:b/>
        </w:rPr>
        <w:sym w:font="Wingdings" w:char="F0E0"/>
      </w:r>
      <w:r>
        <w:t xml:space="preserve"> to continue.</w:t>
      </w:r>
    </w:p>
    <w:p w14:paraId="0CAFA8FF" w14:textId="0DFFC75E" w:rsidR="00667ED8" w:rsidRPr="00843544" w:rsidRDefault="00667ED8" w:rsidP="008243CC">
      <w:pPr>
        <w:pStyle w:val="ListParagraph"/>
        <w:numPr>
          <w:ilvl w:val="0"/>
          <w:numId w:val="12"/>
        </w:numPr>
        <w:spacing w:before="120" w:after="120" w:line="252" w:lineRule="auto"/>
      </w:pPr>
      <w:r>
        <w:t xml:space="preserve">Select </w:t>
      </w:r>
      <w:r>
        <w:rPr>
          <w:b/>
        </w:rPr>
        <w:t xml:space="preserve">HTTP </w:t>
      </w:r>
      <w:r>
        <w:t xml:space="preserve">(TCP port 80) from the </w:t>
      </w:r>
      <w:r>
        <w:rPr>
          <w:b/>
        </w:rPr>
        <w:t>NAME</w:t>
      </w:r>
      <w:r>
        <w:t xml:space="preserve"> list</w:t>
      </w:r>
      <w:r w:rsidR="00C63747">
        <w:t>,</w:t>
      </w:r>
      <w:r>
        <w:t xml:space="preserve"> and </w:t>
      </w:r>
      <w:r w:rsidR="00C63747">
        <w:t xml:space="preserve">then </w:t>
      </w:r>
      <w:r>
        <w:t xml:space="preserve">click the </w:t>
      </w:r>
      <w:r w:rsidRPr="00E4714D">
        <w:t>checkmark button</w:t>
      </w:r>
      <w:r w:rsidR="00E4714D" w:rsidRPr="00E4714D">
        <w:t xml:space="preserve"> (</w:t>
      </w:r>
      <w:r w:rsidR="00E4714D" w:rsidRPr="00E4714D">
        <w:rPr>
          <w:rFonts w:ascii="Segoe UI Symbol" w:hAnsi="Segoe UI Symbol" w:cs="Segoe UI Symbol"/>
          <w:b/>
        </w:rPr>
        <w:t>✔</w:t>
      </w:r>
      <w:r w:rsidR="00E4714D" w:rsidRPr="00E4714D">
        <w:t>)</w:t>
      </w:r>
      <w:r w:rsidR="00D70284">
        <w:t xml:space="preserve">. </w:t>
      </w:r>
      <w:r w:rsidR="009E30EB" w:rsidRPr="00843544">
        <w:t xml:space="preserve">Do not select </w:t>
      </w:r>
      <w:r w:rsidR="009E30EB" w:rsidRPr="00D70284">
        <w:rPr>
          <w:b/>
        </w:rPr>
        <w:t>Enable Direct Server Return</w:t>
      </w:r>
      <w:r w:rsidR="009E30EB" w:rsidRPr="00843544">
        <w:t>, because this option might block incoming traffic to your web service.</w:t>
      </w:r>
    </w:p>
    <w:p w14:paraId="639D5BCB" w14:textId="7A714DBB" w:rsidR="00667ED8" w:rsidRPr="00E44F6F" w:rsidRDefault="009E37E9" w:rsidP="008243CC">
      <w:pPr>
        <w:pStyle w:val="ListParagraph"/>
        <w:numPr>
          <w:ilvl w:val="0"/>
          <w:numId w:val="12"/>
        </w:numPr>
        <w:spacing w:before="120" w:after="120" w:line="252" w:lineRule="auto"/>
      </w:pPr>
      <w:r w:rsidRPr="00E44F6F">
        <w:t>A</w:t>
      </w:r>
      <w:r w:rsidR="00667ED8" w:rsidRPr="00E44F6F">
        <w:t xml:space="preserve">dd an endpoint for </w:t>
      </w:r>
      <w:r w:rsidR="00667ED8" w:rsidRPr="00E44F6F">
        <w:rPr>
          <w:b/>
        </w:rPr>
        <w:t>HTTPS</w:t>
      </w:r>
      <w:r w:rsidR="00667ED8" w:rsidRPr="00E44F6F">
        <w:t xml:space="preserve"> (TCP port 443) </w:t>
      </w:r>
      <w:r w:rsidR="009E30EB" w:rsidRPr="00E44F6F">
        <w:t xml:space="preserve">by </w:t>
      </w:r>
      <w:r w:rsidR="00D70284" w:rsidRPr="00E44F6F">
        <w:t>following the same steps.</w:t>
      </w:r>
    </w:p>
    <w:p w14:paraId="3536BD5A" w14:textId="17F97FA7" w:rsidR="009E37E9" w:rsidRPr="00E44F6F" w:rsidRDefault="009E37E9" w:rsidP="00E44F6F">
      <w:pPr>
        <w:pStyle w:val="ListParagraph"/>
        <w:numPr>
          <w:ilvl w:val="0"/>
          <w:numId w:val="12"/>
        </w:numPr>
        <w:spacing w:before="120" w:after="120" w:line="252" w:lineRule="auto"/>
      </w:pPr>
      <w:r w:rsidRPr="00E44F6F">
        <w:t xml:space="preserve">Add an endpoint named </w:t>
      </w:r>
      <w:r w:rsidRPr="00E44F6F">
        <w:rPr>
          <w:b/>
        </w:rPr>
        <w:t>Web Deployment for TCP public and private port 8172</w:t>
      </w:r>
      <w:r w:rsidR="00E16B10" w:rsidRPr="00E44F6F">
        <w:t>;</w:t>
      </w:r>
      <w:r w:rsidRPr="00E44F6F">
        <w:t xml:space="preserve"> this will be used to remotely deploy the website from Visual Studio on your desktop</w:t>
      </w:r>
      <w:r w:rsidR="00E16B10" w:rsidRPr="00E44F6F">
        <w:t>.</w:t>
      </w:r>
    </w:p>
    <w:p w14:paraId="22C8A204" w14:textId="214027A2" w:rsidR="00F153A6" w:rsidRDefault="009E30EB" w:rsidP="008243CC">
      <w:pPr>
        <w:pStyle w:val="ListParagraph"/>
        <w:numPr>
          <w:ilvl w:val="0"/>
          <w:numId w:val="12"/>
        </w:numPr>
        <w:spacing w:before="120" w:after="120" w:line="252" w:lineRule="auto"/>
      </w:pPr>
      <w:r>
        <w:t>Click</w:t>
      </w:r>
      <w:r w:rsidR="00A000CA">
        <w:t xml:space="preserve"> </w:t>
      </w:r>
      <w:r w:rsidR="00A000CA">
        <w:rPr>
          <w:b/>
        </w:rPr>
        <w:t>DASHBOARD</w:t>
      </w:r>
      <w:r w:rsidR="00F153A6">
        <w:t>,</w:t>
      </w:r>
      <w:r w:rsidR="00A000CA">
        <w:t xml:space="preserve"> </w:t>
      </w:r>
      <w:r w:rsidR="00E4714D">
        <w:t>verify</w:t>
      </w:r>
      <w:r w:rsidR="00A000CA">
        <w:t xml:space="preserve"> that the machine </w:t>
      </w:r>
      <w:r w:rsidR="00E4714D">
        <w:t xml:space="preserve">has </w:t>
      </w:r>
      <w:r w:rsidR="00A000CA">
        <w:t>started, and</w:t>
      </w:r>
      <w:r w:rsidR="00F153A6">
        <w:t xml:space="preserve"> </w:t>
      </w:r>
      <w:r w:rsidR="00E16B10">
        <w:t xml:space="preserve">then </w:t>
      </w:r>
      <w:r w:rsidR="00F153A6">
        <w:t xml:space="preserve">select </w:t>
      </w:r>
      <w:r w:rsidR="00A000CA">
        <w:rPr>
          <w:b/>
        </w:rPr>
        <w:t>CONNECT</w:t>
      </w:r>
      <w:r w:rsidR="00F153A6">
        <w:t xml:space="preserve"> to open the .rdp file and remote desktop to the machine</w:t>
      </w:r>
      <w:r w:rsidR="00E4714D">
        <w:t>.</w:t>
      </w:r>
    </w:p>
    <w:p w14:paraId="1E61CCFC" w14:textId="38B600B0" w:rsidR="00F153A6" w:rsidRDefault="002D2A96" w:rsidP="008243CC">
      <w:pPr>
        <w:pStyle w:val="ListParagraph"/>
        <w:numPr>
          <w:ilvl w:val="0"/>
          <w:numId w:val="12"/>
        </w:numPr>
        <w:spacing w:before="120" w:after="120"/>
      </w:pPr>
      <w:r>
        <w:t xml:space="preserve">Log </w:t>
      </w:r>
      <w:r w:rsidR="00D70284">
        <w:t>on to</w:t>
      </w:r>
      <w:r>
        <w:t xml:space="preserve"> the machine </w:t>
      </w:r>
      <w:r w:rsidR="00E4714D">
        <w:t xml:space="preserve">by using </w:t>
      </w:r>
      <w:r>
        <w:t>the user</w:t>
      </w:r>
      <w:r w:rsidR="00E4714D">
        <w:t xml:space="preserve"> </w:t>
      </w:r>
      <w:r>
        <w:t xml:space="preserve">name and password </w:t>
      </w:r>
      <w:r w:rsidR="00E4714D">
        <w:t xml:space="preserve">that </w:t>
      </w:r>
      <w:r>
        <w:t xml:space="preserve">you </w:t>
      </w:r>
      <w:r w:rsidR="00E4714D">
        <w:t>configured</w:t>
      </w:r>
      <w:r>
        <w:t xml:space="preserve"> </w:t>
      </w:r>
      <w:r w:rsidR="00E4714D">
        <w:t>earlier in this procedure.</w:t>
      </w:r>
      <w:r>
        <w:t xml:space="preserve"> </w:t>
      </w:r>
      <w:r w:rsidR="00E51A62">
        <w:t>I</w:t>
      </w:r>
      <w:r>
        <w:t xml:space="preserve">f you are on a </w:t>
      </w:r>
      <w:r w:rsidR="002A2FFC">
        <w:t xml:space="preserve">computer that is joined to a </w:t>
      </w:r>
      <w:r>
        <w:t xml:space="preserve">domain, you may need to </w:t>
      </w:r>
      <w:r w:rsidR="002A2FFC">
        <w:t xml:space="preserve">precede the user name with a backslash to eliminate the domain </w:t>
      </w:r>
      <w:r w:rsidR="00EA339D">
        <w:t xml:space="preserve">name </w:t>
      </w:r>
      <w:r w:rsidR="002A2FFC">
        <w:t>from the user name</w:t>
      </w:r>
      <w:r w:rsidR="00EA339D">
        <w:t xml:space="preserve">—that is, type </w:t>
      </w:r>
      <w:r w:rsidRPr="00E16B10">
        <w:rPr>
          <w:b/>
        </w:rPr>
        <w:t>\</w:t>
      </w:r>
      <w:r w:rsidR="00EA339D" w:rsidRPr="00E16B10">
        <w:rPr>
          <w:b/>
          <w:i/>
        </w:rPr>
        <w:t>u</w:t>
      </w:r>
      <w:r w:rsidRPr="00E16B10">
        <w:rPr>
          <w:b/>
          <w:i/>
        </w:rPr>
        <w:t>ser</w:t>
      </w:r>
      <w:r w:rsidR="00EA339D" w:rsidRPr="00E16B10">
        <w:rPr>
          <w:b/>
          <w:i/>
        </w:rPr>
        <w:t>-n</w:t>
      </w:r>
      <w:r w:rsidRPr="00E16B10">
        <w:rPr>
          <w:b/>
          <w:i/>
        </w:rPr>
        <w:t>ame</w:t>
      </w:r>
      <w:r w:rsidR="00EA339D">
        <w:t>.</w:t>
      </w:r>
    </w:p>
    <w:p w14:paraId="304ED8A3" w14:textId="3A3773B1" w:rsidR="00CA3860" w:rsidRPr="00D70284" w:rsidRDefault="00CA3860" w:rsidP="00D70284">
      <w:pPr>
        <w:pStyle w:val="Heading2"/>
      </w:pPr>
      <w:bookmarkStart w:id="6" w:name="_Server_Rroles_and"/>
      <w:bookmarkStart w:id="7" w:name="_Toc435611298"/>
      <w:bookmarkStart w:id="8" w:name="_Toc447121412"/>
      <w:bookmarkEnd w:id="6"/>
      <w:r w:rsidRPr="00D70284">
        <w:lastRenderedPageBreak/>
        <w:t xml:space="preserve">Server </w:t>
      </w:r>
      <w:r w:rsidR="00E51546" w:rsidRPr="00D70284">
        <w:t>r</w:t>
      </w:r>
      <w:r w:rsidRPr="00D70284">
        <w:t xml:space="preserve">oles and </w:t>
      </w:r>
      <w:r w:rsidR="00E51546" w:rsidRPr="00D70284">
        <w:t>f</w:t>
      </w:r>
      <w:r w:rsidRPr="00D70284">
        <w:t xml:space="preserve">eatures </w:t>
      </w:r>
      <w:r w:rsidR="00E51546" w:rsidRPr="00D70284">
        <w:t>s</w:t>
      </w:r>
      <w:r w:rsidRPr="00D70284">
        <w:t>etup</w:t>
      </w:r>
      <w:bookmarkEnd w:id="7"/>
      <w:bookmarkEnd w:id="8"/>
    </w:p>
    <w:p w14:paraId="1CD0E664" w14:textId="202E9C6F" w:rsidR="003031FB" w:rsidRDefault="00EA339D" w:rsidP="003031FB">
      <w:r>
        <w:t xml:space="preserve">After </w:t>
      </w:r>
      <w:r w:rsidR="002D2A96">
        <w:t xml:space="preserve">your Azure </w:t>
      </w:r>
      <w:r>
        <w:t>virtual machine</w:t>
      </w:r>
      <w:r w:rsidR="00091FF9">
        <w:t xml:space="preserve"> (VM)</w:t>
      </w:r>
      <w:r>
        <w:t xml:space="preserve"> is </w:t>
      </w:r>
      <w:r w:rsidR="002D2A96">
        <w:t>running</w:t>
      </w:r>
      <w:r>
        <w:t>,</w:t>
      </w:r>
      <w:r w:rsidR="002D2A96">
        <w:t xml:space="preserve"> or </w:t>
      </w:r>
      <w:r>
        <w:t xml:space="preserve">you have </w:t>
      </w:r>
      <w:r w:rsidR="003031FB">
        <w:t>installed the OS</w:t>
      </w:r>
      <w:r w:rsidR="002D2A96">
        <w:t xml:space="preserve"> on your physical machine</w:t>
      </w:r>
      <w:r w:rsidR="003031FB">
        <w:t xml:space="preserve">, you need to </w:t>
      </w:r>
      <w:r>
        <w:t>configure it as</w:t>
      </w:r>
      <w:r w:rsidR="003031FB">
        <w:t xml:space="preserve"> a web server running Internet Information Services (IIS)</w:t>
      </w:r>
      <w:r w:rsidR="00E2103F">
        <w:t xml:space="preserve">. </w:t>
      </w:r>
      <w:r w:rsidR="003031FB">
        <w:t>To do this</w:t>
      </w:r>
      <w:r w:rsidR="00E16B10">
        <w:t>,</w:t>
      </w:r>
      <w:r w:rsidR="003031FB">
        <w:t xml:space="preserve"> you need to add </w:t>
      </w:r>
      <w:r w:rsidR="003031FB" w:rsidRPr="00EA339D">
        <w:rPr>
          <w:i/>
        </w:rPr>
        <w:t>roles</w:t>
      </w:r>
      <w:r w:rsidR="003031FB">
        <w:t xml:space="preserve"> to the server</w:t>
      </w:r>
      <w:r>
        <w:t>.</w:t>
      </w:r>
    </w:p>
    <w:p w14:paraId="7B6E3361" w14:textId="4BC66E75" w:rsidR="00EA339D" w:rsidRPr="00EA339D" w:rsidRDefault="00EA339D" w:rsidP="00F712D8">
      <w:pPr>
        <w:keepNext/>
        <w:rPr>
          <w:rStyle w:val="Strong"/>
        </w:rPr>
      </w:pPr>
      <w:r w:rsidRPr="00EA339D">
        <w:rPr>
          <w:rStyle w:val="Strong"/>
        </w:rPr>
        <w:t>To configure roles on your server</w:t>
      </w:r>
    </w:p>
    <w:p w14:paraId="3710EFE7" w14:textId="0CBC50D2" w:rsidR="003031FB" w:rsidRDefault="00FA7E53" w:rsidP="008243CC">
      <w:pPr>
        <w:pStyle w:val="ListParagraph"/>
        <w:numPr>
          <w:ilvl w:val="0"/>
          <w:numId w:val="3"/>
        </w:numPr>
      </w:pPr>
      <w:r>
        <w:t xml:space="preserve">Open </w:t>
      </w:r>
      <w:r w:rsidRPr="00EA339D">
        <w:rPr>
          <w:b/>
        </w:rPr>
        <w:t>Server Manager</w:t>
      </w:r>
      <w:r w:rsidR="00EA339D">
        <w:t>.</w:t>
      </w:r>
      <w:r>
        <w:t xml:space="preserve"> </w:t>
      </w:r>
    </w:p>
    <w:p w14:paraId="156AC0CF" w14:textId="5DA1CB30" w:rsidR="00656355" w:rsidRPr="00BC5D33" w:rsidRDefault="00EA339D" w:rsidP="008243CC">
      <w:pPr>
        <w:pStyle w:val="ListParagraph"/>
        <w:numPr>
          <w:ilvl w:val="0"/>
          <w:numId w:val="3"/>
        </w:numPr>
      </w:pPr>
      <w:r>
        <w:t xml:space="preserve">In the menu bar, click </w:t>
      </w:r>
      <w:r w:rsidR="00FA7E53">
        <w:rPr>
          <w:b/>
        </w:rPr>
        <w:t>Manage</w:t>
      </w:r>
      <w:r w:rsidRPr="00EA339D">
        <w:t>,</w:t>
      </w:r>
      <w:r w:rsidR="00FA7E53">
        <w:t xml:space="preserve"> and </w:t>
      </w:r>
      <w:r>
        <w:t xml:space="preserve">then click </w:t>
      </w:r>
      <w:r w:rsidR="00FA7E53">
        <w:rPr>
          <w:b/>
        </w:rPr>
        <w:t>Add Roles and Features</w:t>
      </w:r>
      <w:r w:rsidRPr="00BC5D33">
        <w:t>.</w:t>
      </w:r>
      <w:r w:rsidR="00D70284">
        <w:t xml:space="preserve"> </w:t>
      </w:r>
      <w:r w:rsidR="00BC5D33" w:rsidRPr="00BC5D33">
        <w:t>Win</w:t>
      </w:r>
      <w:r w:rsidR="00BC5D33">
        <w:t>d</w:t>
      </w:r>
      <w:r w:rsidR="00BC5D33" w:rsidRPr="00BC5D33">
        <w:t>o</w:t>
      </w:r>
      <w:r w:rsidR="00BC5D33">
        <w:t xml:space="preserve">ws Server displays the </w:t>
      </w:r>
      <w:r w:rsidR="00BC5D33" w:rsidRPr="00D70284">
        <w:t xml:space="preserve">Add Roles and Features </w:t>
      </w:r>
      <w:r w:rsidR="00D70284" w:rsidRPr="00D70284">
        <w:t>W</w:t>
      </w:r>
      <w:r w:rsidR="00BC5D33" w:rsidRPr="00D70284">
        <w:t>izard</w:t>
      </w:r>
      <w:r w:rsidR="00BC5D33">
        <w:t>.</w:t>
      </w:r>
    </w:p>
    <w:p w14:paraId="720664F4" w14:textId="53C2387E" w:rsidR="00FA7E53" w:rsidRPr="00892594" w:rsidRDefault="00BC5D33" w:rsidP="008243CC">
      <w:pPr>
        <w:pStyle w:val="ListParagraph"/>
        <w:numPr>
          <w:ilvl w:val="0"/>
          <w:numId w:val="3"/>
        </w:numPr>
      </w:pPr>
      <w:r>
        <w:t xml:space="preserve">Click </w:t>
      </w:r>
      <w:r w:rsidRPr="00BC5D33">
        <w:rPr>
          <w:b/>
        </w:rPr>
        <w:t>Next</w:t>
      </w:r>
      <w:r>
        <w:t>, s</w:t>
      </w:r>
      <w:r w:rsidR="00FA7E53">
        <w:t xml:space="preserve">elect </w:t>
      </w:r>
      <w:r w:rsidR="00FA7E53">
        <w:rPr>
          <w:b/>
        </w:rPr>
        <w:t>Role-</w:t>
      </w:r>
      <w:r>
        <w:rPr>
          <w:b/>
        </w:rPr>
        <w:t>b</w:t>
      </w:r>
      <w:r w:rsidR="00FA7E53">
        <w:rPr>
          <w:b/>
        </w:rPr>
        <w:t>ased</w:t>
      </w:r>
      <w:r w:rsidR="00892594">
        <w:rPr>
          <w:b/>
        </w:rPr>
        <w:t xml:space="preserve"> or feature-based installation</w:t>
      </w:r>
      <w:r w:rsidRPr="00BC5D33">
        <w:t>,</w:t>
      </w:r>
      <w:r w:rsidR="00FA7E53">
        <w:t xml:space="preserve"> and </w:t>
      </w:r>
      <w:r>
        <w:t xml:space="preserve">then </w:t>
      </w:r>
      <w:r w:rsidR="00FA7E53">
        <w:t xml:space="preserve">click </w:t>
      </w:r>
      <w:r w:rsidR="00FA7E53">
        <w:rPr>
          <w:b/>
        </w:rPr>
        <w:t>Next</w:t>
      </w:r>
      <w:r w:rsidRPr="00BC5D33">
        <w:t xml:space="preserve"> again</w:t>
      </w:r>
      <w:r w:rsidR="002A3F27" w:rsidRPr="00BC5D33">
        <w:t>.</w:t>
      </w:r>
    </w:p>
    <w:p w14:paraId="0BDE7D04" w14:textId="4A724CF4" w:rsidR="00892594" w:rsidRDefault="002A3F27" w:rsidP="008243CC">
      <w:pPr>
        <w:pStyle w:val="ListParagraph"/>
        <w:numPr>
          <w:ilvl w:val="0"/>
          <w:numId w:val="3"/>
        </w:numPr>
      </w:pPr>
      <w:r>
        <w:t xml:space="preserve">Select </w:t>
      </w:r>
      <w:r w:rsidR="00892594">
        <w:t xml:space="preserve">your server from the </w:t>
      </w:r>
      <w:r w:rsidR="00BC5D33">
        <w:t xml:space="preserve">list under </w:t>
      </w:r>
      <w:r w:rsidR="00892594" w:rsidRPr="00BC5D33">
        <w:rPr>
          <w:b/>
        </w:rPr>
        <w:t>Server Pool</w:t>
      </w:r>
      <w:r>
        <w:t>,</w:t>
      </w:r>
      <w:r w:rsidR="00892594">
        <w:t xml:space="preserve"> and </w:t>
      </w:r>
      <w:r w:rsidR="00BC5D33">
        <w:t xml:space="preserve">then </w:t>
      </w:r>
      <w:r w:rsidR="00892594">
        <w:t xml:space="preserve">click </w:t>
      </w:r>
      <w:r w:rsidR="00892594">
        <w:rPr>
          <w:b/>
        </w:rPr>
        <w:t>Next</w:t>
      </w:r>
      <w:r w:rsidRPr="002A3F27">
        <w:t>.</w:t>
      </w:r>
    </w:p>
    <w:p w14:paraId="3EEB0E25" w14:textId="087F20F1" w:rsidR="00892594" w:rsidRPr="00E90DD5" w:rsidRDefault="00656355" w:rsidP="008243CC">
      <w:pPr>
        <w:pStyle w:val="ListParagraph"/>
        <w:numPr>
          <w:ilvl w:val="0"/>
          <w:numId w:val="3"/>
        </w:numPr>
      </w:pPr>
      <w:r w:rsidRPr="00551944">
        <w:t xml:space="preserve">From the </w:t>
      </w:r>
      <w:r w:rsidR="00BC5D33">
        <w:t xml:space="preserve">list under </w:t>
      </w:r>
      <w:r w:rsidRPr="00BC5D33">
        <w:rPr>
          <w:b/>
        </w:rPr>
        <w:t>Roles</w:t>
      </w:r>
      <w:r w:rsidRPr="00551944">
        <w:t xml:space="preserve">, select </w:t>
      </w:r>
      <w:r w:rsidR="00FA7E53" w:rsidRPr="00551944">
        <w:rPr>
          <w:b/>
        </w:rPr>
        <w:t>Application Server</w:t>
      </w:r>
      <w:r w:rsidR="00892594">
        <w:rPr>
          <w:b/>
        </w:rPr>
        <w:t xml:space="preserve"> </w:t>
      </w:r>
      <w:r w:rsidR="00892594">
        <w:t>and</w:t>
      </w:r>
      <w:r w:rsidR="00FA7E53" w:rsidRPr="00551944">
        <w:t xml:space="preserve"> </w:t>
      </w:r>
      <w:r w:rsidR="00FA7E53" w:rsidRPr="00551944">
        <w:rPr>
          <w:b/>
        </w:rPr>
        <w:t>Web Server (IIS)</w:t>
      </w:r>
      <w:r w:rsidR="004A2D22" w:rsidRPr="004A2D22">
        <w:t>,</w:t>
      </w:r>
      <w:r w:rsidR="00892594" w:rsidRPr="004A2D22">
        <w:t xml:space="preserve"> </w:t>
      </w:r>
      <w:r w:rsidR="004A2D22" w:rsidRPr="004A2D22">
        <w:t xml:space="preserve">and </w:t>
      </w:r>
      <w:r w:rsidR="00892594">
        <w:t xml:space="preserve">then click </w:t>
      </w:r>
      <w:r w:rsidR="00892594">
        <w:rPr>
          <w:b/>
        </w:rPr>
        <w:t>Next</w:t>
      </w:r>
      <w:r w:rsidR="004A2D22" w:rsidRPr="004A2D22">
        <w:t>.</w:t>
      </w:r>
      <w:r w:rsidR="00D70284">
        <w:t xml:space="preserve"> </w:t>
      </w:r>
      <w:r w:rsidR="004A2D22" w:rsidRPr="00E90DD5">
        <w:t>Adding a role requires some processing time after each selection</w:t>
      </w:r>
      <w:r w:rsidR="003308BE" w:rsidRPr="00E90DD5">
        <w:t>, and when you add Web Server (IIS), you might be</w:t>
      </w:r>
      <w:r w:rsidR="00D70284">
        <w:t xml:space="preserve"> prompted to install additional</w:t>
      </w:r>
      <w:r w:rsidR="003308BE" w:rsidRPr="00E90DD5">
        <w:t xml:space="preserve"> required features.</w:t>
      </w:r>
    </w:p>
    <w:p w14:paraId="58DDD586" w14:textId="56E3DCD5" w:rsidR="00892594" w:rsidRPr="00E90DD5" w:rsidRDefault="00892594" w:rsidP="008243CC">
      <w:pPr>
        <w:pStyle w:val="ListParagraph"/>
        <w:numPr>
          <w:ilvl w:val="0"/>
          <w:numId w:val="3"/>
        </w:numPr>
      </w:pPr>
      <w:r>
        <w:t>On the Features list, select</w:t>
      </w:r>
      <w:r>
        <w:rPr>
          <w:b/>
        </w:rPr>
        <w:t xml:space="preserve"> ASP.</w:t>
      </w:r>
      <w:r w:rsidRPr="00892594">
        <w:rPr>
          <w:b/>
        </w:rPr>
        <w:t>NET 4.5</w:t>
      </w:r>
      <w:r>
        <w:t xml:space="preserve"> under </w:t>
      </w:r>
      <w:r>
        <w:rPr>
          <w:b/>
        </w:rPr>
        <w:t>.NET Framework 4.5 Features</w:t>
      </w:r>
      <w:r w:rsidR="00A36730">
        <w:t xml:space="preserve"> </w:t>
      </w:r>
      <w:r w:rsidR="00B62406">
        <w:t xml:space="preserve">and </w:t>
      </w:r>
      <w:r w:rsidR="00B62406">
        <w:rPr>
          <w:b/>
        </w:rPr>
        <w:t>HTTP Activation</w:t>
      </w:r>
      <w:r w:rsidR="00B62406">
        <w:t xml:space="preserve"> under </w:t>
      </w:r>
      <w:r w:rsidR="00B62406" w:rsidRPr="00B62406">
        <w:rPr>
          <w:b/>
        </w:rPr>
        <w:t>WCF Services</w:t>
      </w:r>
      <w:r w:rsidR="00B62406">
        <w:t xml:space="preserve"> in the same group</w:t>
      </w:r>
      <w:r w:rsidR="003308BE">
        <w:t>.</w:t>
      </w:r>
      <w:r w:rsidR="00D70284">
        <w:t xml:space="preserve"> </w:t>
      </w:r>
      <w:r w:rsidR="003308BE" w:rsidRPr="00E90DD5">
        <w:t>When you add these features, you may be</w:t>
      </w:r>
      <w:r w:rsidR="00D70284">
        <w:t xml:space="preserve"> prompted to install additional</w:t>
      </w:r>
      <w:r w:rsidR="003308BE" w:rsidRPr="00E90DD5">
        <w:t xml:space="preserve"> required services and features.</w:t>
      </w:r>
    </w:p>
    <w:p w14:paraId="6D6EE87F" w14:textId="2A348388" w:rsidR="00656355" w:rsidRDefault="00A36730" w:rsidP="008243CC">
      <w:pPr>
        <w:pStyle w:val="ListParagraph"/>
        <w:numPr>
          <w:ilvl w:val="0"/>
          <w:numId w:val="3"/>
        </w:numPr>
      </w:pPr>
      <w:r>
        <w:t>C</w:t>
      </w:r>
      <w:r w:rsidR="00551944" w:rsidRPr="00551944">
        <w:t xml:space="preserve">lick </w:t>
      </w:r>
      <w:r w:rsidR="00551944" w:rsidRPr="00551944">
        <w:rPr>
          <w:b/>
        </w:rPr>
        <w:t>Next</w:t>
      </w:r>
      <w:r w:rsidR="00892594">
        <w:t xml:space="preserve"> until </w:t>
      </w:r>
      <w:r w:rsidR="003308BE">
        <w:t xml:space="preserve">the wizard displays </w:t>
      </w:r>
      <w:r w:rsidR="003308BE" w:rsidRPr="003308BE">
        <w:rPr>
          <w:b/>
        </w:rPr>
        <w:t>Roles Services</w:t>
      </w:r>
      <w:r w:rsidR="003308BE">
        <w:t xml:space="preserve"> for </w:t>
      </w:r>
      <w:r w:rsidR="003308BE" w:rsidRPr="003308BE">
        <w:rPr>
          <w:b/>
        </w:rPr>
        <w:t>Application Server</w:t>
      </w:r>
      <w:r w:rsidR="003308BE">
        <w:t>.</w:t>
      </w:r>
    </w:p>
    <w:p w14:paraId="1055B953" w14:textId="35AB45DD" w:rsidR="00892594" w:rsidRDefault="003308BE" w:rsidP="008243CC">
      <w:pPr>
        <w:pStyle w:val="ListParagraph"/>
        <w:numPr>
          <w:ilvl w:val="0"/>
          <w:numId w:val="3"/>
        </w:numPr>
      </w:pPr>
      <w:r>
        <w:t xml:space="preserve">Select </w:t>
      </w:r>
      <w:r w:rsidR="00892594">
        <w:rPr>
          <w:b/>
        </w:rPr>
        <w:t>Web Server (IIS) Support</w:t>
      </w:r>
      <w:r w:rsidRPr="003308BE">
        <w:t>,</w:t>
      </w:r>
      <w:r w:rsidR="00892594">
        <w:t xml:space="preserve"> and</w:t>
      </w:r>
      <w:r w:rsidR="00D70284">
        <w:t xml:space="preserve"> </w:t>
      </w:r>
      <w:r>
        <w:t>then click</w:t>
      </w:r>
      <w:r w:rsidR="00892594">
        <w:t xml:space="preserve"> </w:t>
      </w:r>
      <w:r w:rsidR="00892594">
        <w:rPr>
          <w:b/>
        </w:rPr>
        <w:t>Add Features</w:t>
      </w:r>
      <w:r w:rsidR="00892594">
        <w:t xml:space="preserve"> </w:t>
      </w:r>
      <w:r>
        <w:t xml:space="preserve">in </w:t>
      </w:r>
      <w:r w:rsidR="00892594">
        <w:t xml:space="preserve">the window that </w:t>
      </w:r>
      <w:r w:rsidR="00E359E9">
        <w:t>prompts you to install additional required services and features.</w:t>
      </w:r>
    </w:p>
    <w:p w14:paraId="52FE10CB" w14:textId="5DDF41B7" w:rsidR="00892594" w:rsidRDefault="00892594" w:rsidP="008243CC">
      <w:pPr>
        <w:pStyle w:val="ListParagraph"/>
        <w:numPr>
          <w:ilvl w:val="0"/>
          <w:numId w:val="3"/>
        </w:numPr>
      </w:pPr>
      <w:r>
        <w:t xml:space="preserve">Click </w:t>
      </w:r>
      <w:r>
        <w:rPr>
          <w:b/>
        </w:rPr>
        <w:t>Next</w:t>
      </w:r>
      <w:r>
        <w:t xml:space="preserve"> until </w:t>
      </w:r>
      <w:r w:rsidR="00E359E9">
        <w:t xml:space="preserve">the wizard displays </w:t>
      </w:r>
      <w:r w:rsidR="00E359E9" w:rsidRPr="00E359E9">
        <w:rPr>
          <w:b/>
        </w:rPr>
        <w:t>Role Services</w:t>
      </w:r>
      <w:r w:rsidR="00E359E9">
        <w:t xml:space="preserve"> for </w:t>
      </w:r>
      <w:r w:rsidRPr="00E359E9">
        <w:rPr>
          <w:b/>
        </w:rPr>
        <w:t>Web Server</w:t>
      </w:r>
      <w:r w:rsidR="00E359E9">
        <w:t>.</w:t>
      </w:r>
    </w:p>
    <w:p w14:paraId="20DE0591" w14:textId="06A3F040" w:rsidR="00B62406" w:rsidRPr="00B62406" w:rsidRDefault="00E359E9" w:rsidP="008243CC">
      <w:pPr>
        <w:pStyle w:val="ListParagraph"/>
        <w:numPr>
          <w:ilvl w:val="0"/>
          <w:numId w:val="3"/>
        </w:numPr>
      </w:pPr>
      <w:r>
        <w:t xml:space="preserve">Keep </w:t>
      </w:r>
      <w:r w:rsidR="00B62406">
        <w:t xml:space="preserve">all the default </w:t>
      </w:r>
      <w:r>
        <w:t xml:space="preserve">selections, </w:t>
      </w:r>
      <w:r w:rsidR="00B62406">
        <w:t>and</w:t>
      </w:r>
      <w:r w:rsidR="00D70284">
        <w:t xml:space="preserve"> then</w:t>
      </w:r>
      <w:r w:rsidR="00B62406">
        <w:t xml:space="preserve"> click </w:t>
      </w:r>
      <w:r w:rsidR="00B62406">
        <w:rPr>
          <w:b/>
        </w:rPr>
        <w:t>Next</w:t>
      </w:r>
      <w:r w:rsidRPr="00E359E9">
        <w:t>.</w:t>
      </w:r>
    </w:p>
    <w:p w14:paraId="095285A8" w14:textId="5A448D3B" w:rsidR="00B62406" w:rsidRPr="00811940" w:rsidRDefault="00B62406" w:rsidP="008243CC">
      <w:pPr>
        <w:pStyle w:val="ListParagraph"/>
        <w:numPr>
          <w:ilvl w:val="0"/>
          <w:numId w:val="3"/>
        </w:numPr>
      </w:pPr>
      <w:r>
        <w:t>Review the list of items that will be installed</w:t>
      </w:r>
      <w:r w:rsidR="00E359E9">
        <w:t>,</w:t>
      </w:r>
      <w:r>
        <w:t xml:space="preserve"> and then click </w:t>
      </w:r>
      <w:r>
        <w:rPr>
          <w:b/>
        </w:rPr>
        <w:t>Install</w:t>
      </w:r>
      <w:r w:rsidR="00D70284">
        <w:t>.</w:t>
      </w:r>
    </w:p>
    <w:p w14:paraId="06CD35D2" w14:textId="1B668ADB" w:rsidR="00551944" w:rsidRPr="00CA3860" w:rsidRDefault="00811940" w:rsidP="008243CC">
      <w:pPr>
        <w:pStyle w:val="ListParagraph"/>
        <w:numPr>
          <w:ilvl w:val="0"/>
          <w:numId w:val="3"/>
        </w:numPr>
      </w:pPr>
      <w:r>
        <w:t>Wait until install</w:t>
      </w:r>
      <w:r w:rsidR="00E359E9">
        <w:t>ation</w:t>
      </w:r>
      <w:r>
        <w:t xml:space="preserve"> of all the software and services</w:t>
      </w:r>
      <w:r w:rsidR="00E359E9">
        <w:t xml:space="preserve"> has finished.</w:t>
      </w:r>
    </w:p>
    <w:p w14:paraId="6AF2F8E6" w14:textId="77777777" w:rsidR="00155A57" w:rsidRDefault="00155A57" w:rsidP="00115A30">
      <w:pPr>
        <w:rPr>
          <w:b/>
          <w:highlight w:val="yellow"/>
        </w:rPr>
      </w:pPr>
      <w:bookmarkStart w:id="9" w:name="_Certificate_Iinstallation"/>
      <w:bookmarkEnd w:id="9"/>
    </w:p>
    <w:p w14:paraId="47E9C1EF" w14:textId="48DD4027" w:rsidR="00115A30" w:rsidRPr="00CF012E" w:rsidRDefault="00115A30" w:rsidP="00E44F6F">
      <w:pPr>
        <w:rPr>
          <w:b/>
        </w:rPr>
      </w:pPr>
      <w:r w:rsidRPr="00CF012E">
        <w:rPr>
          <w:b/>
        </w:rPr>
        <w:lastRenderedPageBreak/>
        <w:t>To configure your server for Web Deployment from Visual Studio</w:t>
      </w:r>
    </w:p>
    <w:p w14:paraId="217D50D9" w14:textId="7FFB3F34" w:rsidR="00115A30" w:rsidRPr="00CF012E" w:rsidRDefault="00115A30" w:rsidP="00E44F6F">
      <w:pPr>
        <w:pStyle w:val="ListParagraph"/>
        <w:numPr>
          <w:ilvl w:val="0"/>
          <w:numId w:val="25"/>
        </w:numPr>
        <w:spacing w:after="0" w:line="240" w:lineRule="auto"/>
        <w:contextualSpacing w:val="0"/>
      </w:pPr>
      <w:r w:rsidRPr="00CF012E">
        <w:t xml:space="preserve">Install </w:t>
      </w:r>
      <w:hyperlink r:id="rId12" w:history="1">
        <w:r w:rsidR="00C35800" w:rsidRPr="00CF012E">
          <w:rPr>
            <w:rStyle w:val="Hyperlink"/>
          </w:rPr>
          <w:t>Web Deploy 3.5</w:t>
        </w:r>
      </w:hyperlink>
      <w:r w:rsidRPr="00CF012E">
        <w:t xml:space="preserve"> on the server</w:t>
      </w:r>
      <w:r w:rsidR="00E16B10" w:rsidRPr="00CF012E">
        <w:t>.</w:t>
      </w:r>
    </w:p>
    <w:p w14:paraId="045388C6" w14:textId="6EE71639" w:rsidR="00115A30" w:rsidRPr="00CF012E" w:rsidRDefault="00115A30" w:rsidP="00E44F6F">
      <w:pPr>
        <w:pStyle w:val="ListParagraph"/>
        <w:numPr>
          <w:ilvl w:val="0"/>
          <w:numId w:val="25"/>
        </w:numPr>
        <w:spacing w:after="0" w:line="240" w:lineRule="auto"/>
        <w:contextualSpacing w:val="0"/>
      </w:pPr>
      <w:r w:rsidRPr="00CF012E">
        <w:t xml:space="preserve">Open </w:t>
      </w:r>
      <w:r w:rsidRPr="00CF012E">
        <w:rPr>
          <w:b/>
        </w:rPr>
        <w:t>Server Manager</w:t>
      </w:r>
      <w:r w:rsidR="00E16B10" w:rsidRPr="00CF012E">
        <w:t>.</w:t>
      </w:r>
    </w:p>
    <w:p w14:paraId="1157A23A" w14:textId="6A8AB058" w:rsidR="00115A30" w:rsidRPr="00CF012E" w:rsidRDefault="00115A30" w:rsidP="00E44F6F">
      <w:pPr>
        <w:pStyle w:val="ListParagraph"/>
        <w:numPr>
          <w:ilvl w:val="0"/>
          <w:numId w:val="25"/>
        </w:numPr>
        <w:spacing w:after="0" w:line="240" w:lineRule="auto"/>
        <w:contextualSpacing w:val="0"/>
      </w:pPr>
      <w:r w:rsidRPr="00CF012E">
        <w:t xml:space="preserve">In the menu bar, click </w:t>
      </w:r>
      <w:r w:rsidRPr="00CF012E">
        <w:rPr>
          <w:b/>
        </w:rPr>
        <w:t>Manage</w:t>
      </w:r>
      <w:r w:rsidRPr="00CF012E">
        <w:t xml:space="preserve">, and then click </w:t>
      </w:r>
      <w:r w:rsidRPr="00CF012E">
        <w:rPr>
          <w:b/>
        </w:rPr>
        <w:t>Add Roles and Features</w:t>
      </w:r>
      <w:r w:rsidR="00E16B10" w:rsidRPr="00CF012E">
        <w:t>.</w:t>
      </w:r>
    </w:p>
    <w:p w14:paraId="5F9353C5" w14:textId="2F4E3EA5" w:rsidR="00115A30" w:rsidRPr="00CF012E" w:rsidRDefault="00115A30" w:rsidP="00E44F6F">
      <w:pPr>
        <w:pStyle w:val="ListParagraph"/>
        <w:numPr>
          <w:ilvl w:val="0"/>
          <w:numId w:val="25"/>
        </w:numPr>
        <w:spacing w:after="0" w:line="240" w:lineRule="auto"/>
        <w:contextualSpacing w:val="0"/>
      </w:pPr>
      <w:r w:rsidRPr="00CF012E">
        <w:t xml:space="preserve">Go to </w:t>
      </w:r>
      <w:r w:rsidRPr="00CF012E">
        <w:rPr>
          <w:b/>
        </w:rPr>
        <w:t xml:space="preserve">Server Roles </w:t>
      </w:r>
      <w:r w:rsidRPr="00CF012E">
        <w:t>and</w:t>
      </w:r>
      <w:r w:rsidRPr="00CF012E">
        <w:rPr>
          <w:b/>
        </w:rPr>
        <w:t xml:space="preserve"> </w:t>
      </w:r>
      <w:r w:rsidRPr="00CF012E">
        <w:t>add</w:t>
      </w:r>
      <w:r w:rsidRPr="00CF012E">
        <w:rPr>
          <w:b/>
        </w:rPr>
        <w:t xml:space="preserve"> Management Service</w:t>
      </w:r>
      <w:r w:rsidRPr="00CF012E">
        <w:t xml:space="preserve"> found under </w:t>
      </w:r>
      <w:r w:rsidRPr="00CF012E">
        <w:rPr>
          <w:b/>
        </w:rPr>
        <w:t>Web Server (IIS)</w:t>
      </w:r>
      <w:r w:rsidRPr="00CF012E">
        <w:t xml:space="preserve"> -&gt; </w:t>
      </w:r>
      <w:r w:rsidRPr="00CF012E">
        <w:rPr>
          <w:b/>
        </w:rPr>
        <w:t>Management Tools</w:t>
      </w:r>
      <w:r w:rsidR="003F544A" w:rsidRPr="00CF012E">
        <w:t>.</w:t>
      </w:r>
    </w:p>
    <w:p w14:paraId="268F6A8C" w14:textId="6A11655A" w:rsidR="00115A30" w:rsidRPr="00CF012E" w:rsidRDefault="00115A30" w:rsidP="00E44F6F">
      <w:pPr>
        <w:pStyle w:val="ListParagraph"/>
        <w:numPr>
          <w:ilvl w:val="0"/>
          <w:numId w:val="25"/>
        </w:numPr>
        <w:spacing w:after="0" w:line="240" w:lineRule="auto"/>
        <w:contextualSpacing w:val="0"/>
      </w:pPr>
      <w:r w:rsidRPr="00CF012E">
        <w:t xml:space="preserve">Click </w:t>
      </w:r>
      <w:r w:rsidR="00C35800" w:rsidRPr="00CF012E">
        <w:rPr>
          <w:b/>
        </w:rPr>
        <w:t>Next</w:t>
      </w:r>
      <w:r w:rsidRPr="00CF012E">
        <w:t xml:space="preserve"> and finish installing the Management Service</w:t>
      </w:r>
      <w:r w:rsidR="003F544A" w:rsidRPr="00CF012E">
        <w:t>.</w:t>
      </w:r>
    </w:p>
    <w:p w14:paraId="32019C96" w14:textId="74EF659F" w:rsidR="00115A30" w:rsidRPr="00CF012E" w:rsidRDefault="003F544A" w:rsidP="00E44F6F">
      <w:pPr>
        <w:pStyle w:val="ListParagraph"/>
        <w:numPr>
          <w:ilvl w:val="0"/>
          <w:numId w:val="25"/>
        </w:numPr>
        <w:spacing w:after="0" w:line="240" w:lineRule="auto"/>
        <w:contextualSpacing w:val="0"/>
      </w:pPr>
      <w:r w:rsidRPr="00CF012E">
        <w:t>In</w:t>
      </w:r>
      <w:r w:rsidR="00115A30" w:rsidRPr="00CF012E">
        <w:t xml:space="preserve"> the Azure </w:t>
      </w:r>
      <w:r w:rsidR="0003193B" w:rsidRPr="00CF012E">
        <w:t>portal</w:t>
      </w:r>
      <w:r w:rsidRPr="00CF012E">
        <w:t>, ensure</w:t>
      </w:r>
      <w:r w:rsidR="00115A30" w:rsidRPr="00CF012E">
        <w:t xml:space="preserve"> </w:t>
      </w:r>
      <w:r w:rsidR="00C35800" w:rsidRPr="00CF012E">
        <w:t xml:space="preserve">that </w:t>
      </w:r>
      <w:r w:rsidR="00115A30" w:rsidRPr="00CF012E">
        <w:t>http (port 80), https (</w:t>
      </w:r>
      <w:r w:rsidRPr="00CF012E">
        <w:t xml:space="preserve">port </w:t>
      </w:r>
      <w:r w:rsidR="00115A30" w:rsidRPr="00CF012E">
        <w:t>443)</w:t>
      </w:r>
      <w:r w:rsidRPr="00CF012E">
        <w:t>,</w:t>
      </w:r>
      <w:r w:rsidR="00115A30" w:rsidRPr="00CF012E">
        <w:t xml:space="preserve"> and </w:t>
      </w:r>
      <w:r w:rsidRPr="00CF012E">
        <w:t xml:space="preserve">web deploy (port </w:t>
      </w:r>
      <w:r w:rsidR="00115A30" w:rsidRPr="00CF012E">
        <w:t>8172</w:t>
      </w:r>
      <w:r w:rsidRPr="00CF012E">
        <w:t>)</w:t>
      </w:r>
      <w:r w:rsidR="00115A30" w:rsidRPr="00CF012E">
        <w:t xml:space="preserve"> endpoints</w:t>
      </w:r>
      <w:r w:rsidR="00C35800" w:rsidRPr="00CF012E">
        <w:t xml:space="preserve"> are enabled</w:t>
      </w:r>
      <w:r w:rsidRPr="00CF012E">
        <w:t>.</w:t>
      </w:r>
    </w:p>
    <w:p w14:paraId="4C9CC08F" w14:textId="1FD095CA" w:rsidR="00115A30" w:rsidRPr="00CF012E" w:rsidRDefault="00115A30" w:rsidP="00E44F6F">
      <w:pPr>
        <w:pStyle w:val="ListParagraph"/>
        <w:numPr>
          <w:ilvl w:val="0"/>
          <w:numId w:val="25"/>
        </w:numPr>
        <w:spacing w:after="0" w:line="240" w:lineRule="auto"/>
        <w:contextualSpacing w:val="0"/>
      </w:pPr>
      <w:r w:rsidRPr="00CF012E">
        <w:t xml:space="preserve">Add the </w:t>
      </w:r>
      <w:r w:rsidRPr="00CF012E">
        <w:rPr>
          <w:b/>
        </w:rPr>
        <w:t>IIS Web Deployment Handler</w:t>
      </w:r>
      <w:r w:rsidRPr="00CF012E">
        <w:t xml:space="preserve"> to the Web Deployment Framework</w:t>
      </w:r>
      <w:r w:rsidR="003F544A" w:rsidRPr="00CF012E">
        <w:t>:</w:t>
      </w:r>
    </w:p>
    <w:p w14:paraId="20C5A5B9" w14:textId="6E9B878B" w:rsidR="00115A30" w:rsidRPr="00CF012E" w:rsidRDefault="003F544A" w:rsidP="00E44F6F">
      <w:pPr>
        <w:pStyle w:val="ListParagraph"/>
        <w:numPr>
          <w:ilvl w:val="1"/>
          <w:numId w:val="25"/>
        </w:numPr>
        <w:spacing w:after="0" w:line="240" w:lineRule="auto"/>
        <w:contextualSpacing w:val="0"/>
      </w:pPr>
      <w:r w:rsidRPr="00CF012E">
        <w:t xml:space="preserve">In Control Panel on the server, go </w:t>
      </w:r>
      <w:r w:rsidR="00115A30" w:rsidRPr="00CF012E">
        <w:t xml:space="preserve">to </w:t>
      </w:r>
      <w:r w:rsidR="00115A30" w:rsidRPr="00CF012E">
        <w:rPr>
          <w:b/>
        </w:rPr>
        <w:t>Programs and Features</w:t>
      </w:r>
      <w:r w:rsidRPr="00CF012E">
        <w:t>.</w:t>
      </w:r>
    </w:p>
    <w:p w14:paraId="0C20F8A5" w14:textId="51567BDC" w:rsidR="00B27D2C" w:rsidRPr="00CF012E" w:rsidRDefault="00115A30" w:rsidP="00E44F6F">
      <w:pPr>
        <w:pStyle w:val="ListParagraph"/>
        <w:numPr>
          <w:ilvl w:val="1"/>
          <w:numId w:val="25"/>
        </w:numPr>
        <w:spacing w:after="0" w:line="240" w:lineRule="auto"/>
        <w:contextualSpacing w:val="0"/>
      </w:pPr>
      <w:r w:rsidRPr="00CF012E">
        <w:t xml:space="preserve">Click </w:t>
      </w:r>
      <w:r w:rsidRPr="00CF012E">
        <w:rPr>
          <w:b/>
        </w:rPr>
        <w:t>Microsoft Web Deploy</w:t>
      </w:r>
      <w:r w:rsidR="00B27D2C" w:rsidRPr="00CF012E">
        <w:rPr>
          <w:b/>
        </w:rPr>
        <w:t xml:space="preserve"> 3.5</w:t>
      </w:r>
      <w:r w:rsidR="003F544A" w:rsidRPr="00CF012E">
        <w:t>,</w:t>
      </w:r>
      <w:r w:rsidR="00B27D2C" w:rsidRPr="00CF012E">
        <w:rPr>
          <w:b/>
        </w:rPr>
        <w:t xml:space="preserve"> </w:t>
      </w:r>
      <w:r w:rsidR="003F544A" w:rsidRPr="00CF012E">
        <w:t>click</w:t>
      </w:r>
      <w:r w:rsidR="00B27D2C" w:rsidRPr="00CF012E">
        <w:t xml:space="preserve"> </w:t>
      </w:r>
      <w:r w:rsidR="00B27D2C" w:rsidRPr="00CF012E">
        <w:rPr>
          <w:b/>
        </w:rPr>
        <w:t>Next</w:t>
      </w:r>
      <w:r w:rsidR="003F544A" w:rsidRPr="00CF012E">
        <w:t>,</w:t>
      </w:r>
      <w:r w:rsidR="00B27D2C" w:rsidRPr="00CF012E">
        <w:rPr>
          <w:b/>
        </w:rPr>
        <w:t xml:space="preserve"> </w:t>
      </w:r>
      <w:r w:rsidR="00B27D2C" w:rsidRPr="00CF012E">
        <w:t>and then</w:t>
      </w:r>
      <w:r w:rsidR="003F544A" w:rsidRPr="00CF012E">
        <w:t xml:space="preserve"> click</w:t>
      </w:r>
      <w:r w:rsidR="00B27D2C" w:rsidRPr="00CF012E">
        <w:t xml:space="preserve"> </w:t>
      </w:r>
      <w:r w:rsidR="00B27D2C" w:rsidRPr="00CF012E">
        <w:rPr>
          <w:b/>
        </w:rPr>
        <w:t>Change</w:t>
      </w:r>
      <w:r w:rsidR="003F544A" w:rsidRPr="00CF012E">
        <w:rPr>
          <w:b/>
        </w:rPr>
        <w:t>.</w:t>
      </w:r>
    </w:p>
    <w:p w14:paraId="52DA1B42" w14:textId="2E3D7436" w:rsidR="00B27D2C" w:rsidRPr="00CF012E" w:rsidRDefault="00B27D2C" w:rsidP="00E44F6F">
      <w:pPr>
        <w:pStyle w:val="ListParagraph"/>
        <w:numPr>
          <w:ilvl w:val="1"/>
          <w:numId w:val="25"/>
        </w:numPr>
        <w:spacing w:after="0" w:line="240" w:lineRule="auto"/>
        <w:contextualSpacing w:val="0"/>
      </w:pPr>
      <w:r w:rsidRPr="00CF012E">
        <w:t xml:space="preserve">In the Microsoft Web Deploy 3.5 </w:t>
      </w:r>
      <w:r w:rsidR="003F544A" w:rsidRPr="00CF012E">
        <w:t>Setup Wizard</w:t>
      </w:r>
      <w:r w:rsidRPr="00CF012E">
        <w:t xml:space="preserve">, </w:t>
      </w:r>
      <w:r w:rsidR="003F544A" w:rsidRPr="00CF012E">
        <w:t xml:space="preserve">click </w:t>
      </w:r>
      <w:r w:rsidRPr="00CF012E">
        <w:rPr>
          <w:b/>
        </w:rPr>
        <w:t>Change</w:t>
      </w:r>
      <w:r w:rsidR="003F544A" w:rsidRPr="00CF012E">
        <w:rPr>
          <w:b/>
        </w:rPr>
        <w:t>.</w:t>
      </w:r>
    </w:p>
    <w:p w14:paraId="70935622" w14:textId="4D9715E2" w:rsidR="00B27D2C" w:rsidRPr="00CF012E" w:rsidRDefault="00B27D2C" w:rsidP="00E44F6F">
      <w:pPr>
        <w:pStyle w:val="ListParagraph"/>
        <w:numPr>
          <w:ilvl w:val="1"/>
          <w:numId w:val="25"/>
        </w:numPr>
        <w:spacing w:after="0" w:line="240" w:lineRule="auto"/>
        <w:contextualSpacing w:val="0"/>
      </w:pPr>
      <w:r w:rsidRPr="00CF012E">
        <w:t xml:space="preserve">Add the feature </w:t>
      </w:r>
      <w:r w:rsidRPr="00CF012E">
        <w:rPr>
          <w:b/>
        </w:rPr>
        <w:t>ISS Deployment Handler</w:t>
      </w:r>
      <w:r w:rsidRPr="00CF012E">
        <w:t xml:space="preserve"> </w:t>
      </w:r>
      <w:r w:rsidR="003F544A" w:rsidRPr="00CF012E">
        <w:t xml:space="preserve">and </w:t>
      </w:r>
      <w:r w:rsidRPr="00CF012E">
        <w:t>its sub</w:t>
      </w:r>
      <w:r w:rsidR="003F544A" w:rsidRPr="00CF012E">
        <w:t>-</w:t>
      </w:r>
      <w:r w:rsidRPr="00CF012E">
        <w:t>features</w:t>
      </w:r>
      <w:r w:rsidR="003F544A" w:rsidRPr="00CF012E">
        <w:t>.</w:t>
      </w:r>
    </w:p>
    <w:p w14:paraId="40E0F7D2" w14:textId="42E038EE" w:rsidR="00B27D2C" w:rsidRPr="00CF012E" w:rsidRDefault="00B27D2C" w:rsidP="00E44F6F">
      <w:pPr>
        <w:pStyle w:val="ListParagraph"/>
        <w:numPr>
          <w:ilvl w:val="1"/>
          <w:numId w:val="25"/>
        </w:numPr>
        <w:spacing w:after="0" w:line="240" w:lineRule="auto"/>
        <w:contextualSpacing w:val="0"/>
      </w:pPr>
      <w:r w:rsidRPr="00CF012E">
        <w:t xml:space="preserve">Click </w:t>
      </w:r>
      <w:r w:rsidRPr="00CF012E">
        <w:rPr>
          <w:b/>
        </w:rPr>
        <w:t>Next</w:t>
      </w:r>
      <w:r w:rsidRPr="00CF012E">
        <w:t xml:space="preserve"> and then finish the installation</w:t>
      </w:r>
      <w:r w:rsidR="003F544A" w:rsidRPr="00CF012E">
        <w:t>.</w:t>
      </w:r>
    </w:p>
    <w:p w14:paraId="175D8AEE" w14:textId="3E6BA75B" w:rsidR="00825B7D" w:rsidRDefault="000A462D" w:rsidP="00B11277">
      <w:pPr>
        <w:pStyle w:val="Heading2"/>
      </w:pPr>
      <w:bookmarkStart w:id="10" w:name="_Certificate_installation"/>
      <w:bookmarkStart w:id="11" w:name="_Toc435611299"/>
      <w:bookmarkStart w:id="12" w:name="_Toc447121413"/>
      <w:bookmarkEnd w:id="10"/>
      <w:r>
        <w:t xml:space="preserve">Certificate </w:t>
      </w:r>
      <w:r w:rsidR="00E51546">
        <w:t>i</w:t>
      </w:r>
      <w:r w:rsidR="00CA3860">
        <w:t>nstallation</w:t>
      </w:r>
      <w:bookmarkEnd w:id="11"/>
      <w:bookmarkEnd w:id="12"/>
    </w:p>
    <w:p w14:paraId="7AA79789" w14:textId="290E03A3" w:rsidR="00825B7D" w:rsidRDefault="000A462D" w:rsidP="000A462D">
      <w:r>
        <w:t xml:space="preserve">You </w:t>
      </w:r>
      <w:r w:rsidR="006824C0">
        <w:t>must</w:t>
      </w:r>
      <w:r>
        <w:t xml:space="preserve"> install the certificates </w:t>
      </w:r>
      <w:r w:rsidR="00AE0BA9">
        <w:t xml:space="preserve">described in this section </w:t>
      </w:r>
      <w:r>
        <w:t>to enable Xbox One console</w:t>
      </w:r>
      <w:r w:rsidR="001C08AD">
        <w:t>s</w:t>
      </w:r>
      <w:r>
        <w:t xml:space="preserve"> to make web service calls to your server with XSTS tokens</w:t>
      </w:r>
      <w:r w:rsidR="00E2103F">
        <w:t xml:space="preserve">. </w:t>
      </w:r>
      <w:r w:rsidR="00AE0BA9">
        <w:t>A procedure for installing certificates follows the list</w:t>
      </w:r>
      <w:r w:rsidR="00736C1A">
        <w:t>.</w:t>
      </w:r>
    </w:p>
    <w:p w14:paraId="331E2EAD" w14:textId="1F81D78E" w:rsidR="000A462D" w:rsidRPr="00F8321B" w:rsidRDefault="0097522A" w:rsidP="008243CC">
      <w:pPr>
        <w:pStyle w:val="ListParagraph"/>
        <w:numPr>
          <w:ilvl w:val="0"/>
          <w:numId w:val="21"/>
        </w:numPr>
        <w:rPr>
          <w:b/>
        </w:rPr>
      </w:pPr>
      <w:r w:rsidRPr="00F8321B">
        <w:rPr>
          <w:b/>
        </w:rPr>
        <w:t>Xbox Live Signing certificate</w:t>
      </w:r>
    </w:p>
    <w:p w14:paraId="15907BD4" w14:textId="04DE69F8" w:rsidR="00664E42" w:rsidRDefault="0097522A" w:rsidP="00100BEC">
      <w:pPr>
        <w:pStyle w:val="ListParagraph"/>
      </w:pPr>
      <w:r>
        <w:t xml:space="preserve">Download the Xbox Live Signing certificate from GDN: </w:t>
      </w:r>
      <w:hyperlink r:id="rId13" w:history="1">
        <w:r w:rsidRPr="0097522A">
          <w:rPr>
            <w:rStyle w:val="Hyperlink"/>
          </w:rPr>
          <w:t>Microsoft_Services_and_Relying_Party_SDK.zip</w:t>
        </w:r>
      </w:hyperlink>
      <w:r>
        <w:t xml:space="preserve">. </w:t>
      </w:r>
      <w:r w:rsidR="00664E42">
        <w:t xml:space="preserve">Install </w:t>
      </w:r>
      <w:r w:rsidR="00AE0BA9">
        <w:t>the certificate</w:t>
      </w:r>
      <w:r w:rsidR="00736C1A">
        <w:t xml:space="preserve"> </w:t>
      </w:r>
      <w:r w:rsidR="00664E42">
        <w:t xml:space="preserve">to the </w:t>
      </w:r>
      <w:r w:rsidR="00736C1A">
        <w:t xml:space="preserve">certificate stores </w:t>
      </w:r>
      <w:r w:rsidR="00736C1A" w:rsidRPr="00736C1A">
        <w:rPr>
          <w:b/>
        </w:rPr>
        <w:t>Personal</w:t>
      </w:r>
      <w:r w:rsidR="00736C1A">
        <w:t xml:space="preserve"> and </w:t>
      </w:r>
      <w:r w:rsidR="00736C1A" w:rsidRPr="00736C1A">
        <w:rPr>
          <w:b/>
        </w:rPr>
        <w:t>Trusted People</w:t>
      </w:r>
      <w:r w:rsidR="00736C1A">
        <w:t xml:space="preserve"> under </w:t>
      </w:r>
      <w:r w:rsidR="00736C1A" w:rsidRPr="00736C1A">
        <w:rPr>
          <w:b/>
        </w:rPr>
        <w:t>Local Computer</w:t>
      </w:r>
      <w:r w:rsidR="00736C1A">
        <w:t>.</w:t>
      </w:r>
      <w:r>
        <w:t xml:space="preserve"> </w:t>
      </w:r>
    </w:p>
    <w:p w14:paraId="45B927F9" w14:textId="3FCCC8F2" w:rsidR="000A462D" w:rsidRPr="00F8321B" w:rsidRDefault="000A462D" w:rsidP="008243CC">
      <w:pPr>
        <w:pStyle w:val="ListParagraph"/>
        <w:numPr>
          <w:ilvl w:val="0"/>
          <w:numId w:val="21"/>
        </w:numPr>
        <w:rPr>
          <w:b/>
        </w:rPr>
      </w:pPr>
      <w:r w:rsidRPr="00F8321B">
        <w:rPr>
          <w:b/>
        </w:rPr>
        <w:t xml:space="preserve">Your </w:t>
      </w:r>
      <w:r w:rsidR="00736C1A" w:rsidRPr="00F8321B">
        <w:rPr>
          <w:b/>
        </w:rPr>
        <w:t>s</w:t>
      </w:r>
      <w:r w:rsidR="00DC2CD5" w:rsidRPr="00F8321B">
        <w:rPr>
          <w:b/>
        </w:rPr>
        <w:t>ervice’s Relying Party certificate</w:t>
      </w:r>
    </w:p>
    <w:p w14:paraId="00E1FC2A" w14:textId="09107817" w:rsidR="00DC2CD5" w:rsidRDefault="00DC2CD5" w:rsidP="00100BEC">
      <w:pPr>
        <w:pStyle w:val="ListParagraph"/>
      </w:pPr>
      <w:r>
        <w:t xml:space="preserve">Created by you, and then the public key is provided to Microsoft in the Xbox One Title Configuration spreadsheets on the </w:t>
      </w:r>
      <w:r w:rsidRPr="00112851">
        <w:rPr>
          <w:b/>
        </w:rPr>
        <w:t>Relying Party</w:t>
      </w:r>
      <w:r>
        <w:t xml:space="preserve"> tab</w:t>
      </w:r>
      <w:r w:rsidR="00112851">
        <w:t xml:space="preserve">. Install it to the </w:t>
      </w:r>
      <w:r w:rsidR="00112851" w:rsidRPr="00112851">
        <w:rPr>
          <w:b/>
        </w:rPr>
        <w:t>Personal</w:t>
      </w:r>
      <w:r w:rsidR="00112851">
        <w:t xml:space="preserve"> certificate store, under </w:t>
      </w:r>
      <w:r w:rsidR="00112851" w:rsidRPr="00112851">
        <w:rPr>
          <w:b/>
        </w:rPr>
        <w:t>Local Computer</w:t>
      </w:r>
      <w:r w:rsidR="00112851">
        <w:t>.</w:t>
      </w:r>
    </w:p>
    <w:p w14:paraId="66D20105" w14:textId="77777777" w:rsidR="00A306E0" w:rsidRPr="00F8321B" w:rsidRDefault="00100BEC" w:rsidP="008243CC">
      <w:pPr>
        <w:pStyle w:val="ListParagraph"/>
        <w:numPr>
          <w:ilvl w:val="0"/>
          <w:numId w:val="21"/>
        </w:numPr>
        <w:rPr>
          <w:b/>
        </w:rPr>
      </w:pPr>
      <w:r w:rsidRPr="00F8321B" w:rsidDel="00112851">
        <w:rPr>
          <w:b/>
        </w:rPr>
        <w:t xml:space="preserve">Business Partner </w:t>
      </w:r>
      <w:r w:rsidRPr="00F8321B">
        <w:rPr>
          <w:b/>
        </w:rPr>
        <w:t>c</w:t>
      </w:r>
      <w:r w:rsidRPr="00F8321B" w:rsidDel="00112851">
        <w:rPr>
          <w:b/>
        </w:rPr>
        <w:t>ertificate</w:t>
      </w:r>
    </w:p>
    <w:p w14:paraId="3FC83318" w14:textId="6393F049" w:rsidR="00664E42" w:rsidRPr="00A306E0" w:rsidRDefault="00100BEC" w:rsidP="00A306E0">
      <w:pPr>
        <w:pStyle w:val="ListParagraph"/>
        <w:rPr>
          <w:b/>
        </w:rPr>
      </w:pPr>
      <w:r>
        <w:lastRenderedPageBreak/>
        <w:t>You only need the Business Partner certificate</w:t>
      </w:r>
      <w:r w:rsidR="00AD3E51">
        <w:t xml:space="preserve"> if your </w:t>
      </w:r>
      <w:r>
        <w:t>w</w:t>
      </w:r>
      <w:r w:rsidR="00AD3E51">
        <w:t xml:space="preserve">eb </w:t>
      </w:r>
      <w:r>
        <w:t>s</w:t>
      </w:r>
      <w:r w:rsidR="00AD3E51">
        <w:t xml:space="preserve">ervice will be talking directly to </w:t>
      </w:r>
      <w:r w:rsidR="00112851">
        <w:t xml:space="preserve">Xbox </w:t>
      </w:r>
      <w:r w:rsidR="00AD3E51">
        <w:t>Live on behalf of the user (Delegated Authentication</w:t>
      </w:r>
      <w:r w:rsidR="00D9062C">
        <w:t xml:space="preserve">). </w:t>
      </w:r>
      <w:r w:rsidDel="00112851">
        <w:t xml:space="preserve">Install </w:t>
      </w:r>
      <w:r>
        <w:t xml:space="preserve">it </w:t>
      </w:r>
      <w:r w:rsidDel="00112851">
        <w:t xml:space="preserve">to the </w:t>
      </w:r>
      <w:r w:rsidRPr="00A306E0">
        <w:rPr>
          <w:b/>
        </w:rPr>
        <w:t>Personal</w:t>
      </w:r>
      <w:r>
        <w:t xml:space="preserve"> certificate store, under </w:t>
      </w:r>
      <w:r w:rsidRPr="00A306E0" w:rsidDel="00112851">
        <w:rPr>
          <w:b/>
        </w:rPr>
        <w:t>Local Computer</w:t>
      </w:r>
      <w:r>
        <w:t>.</w:t>
      </w:r>
      <w:r w:rsidR="002945EF">
        <w:t xml:space="preserve"> </w:t>
      </w:r>
      <w:r w:rsidR="00D9062C">
        <w:t>For more information, s</w:t>
      </w:r>
      <w:r w:rsidR="002945EF">
        <w:t xml:space="preserve">ee </w:t>
      </w:r>
      <w:hyperlink r:id="rId14" w:history="1">
        <w:r w:rsidR="00F3433E" w:rsidRPr="00F3433E">
          <w:rPr>
            <w:rStyle w:val="Hyperlink"/>
          </w:rPr>
          <w:t>Business Partner Cert creation, management, and best practices</w:t>
        </w:r>
      </w:hyperlink>
      <w:r w:rsidR="00D9062C">
        <w:t>,</w:t>
      </w:r>
      <w:r w:rsidR="002945EF">
        <w:t xml:space="preserve"> </w:t>
      </w:r>
      <w:r w:rsidR="00D9062C">
        <w:t xml:space="preserve">a post in the </w:t>
      </w:r>
      <w:r w:rsidR="00544129">
        <w:t>Xbox</w:t>
      </w:r>
      <w:r w:rsidR="00D9062C">
        <w:t xml:space="preserve"> Developer Forum</w:t>
      </w:r>
      <w:r w:rsidR="00544129">
        <w:t>s</w:t>
      </w:r>
      <w:r w:rsidR="002945EF">
        <w:t>.</w:t>
      </w:r>
    </w:p>
    <w:p w14:paraId="1AFF5532" w14:textId="29D34300" w:rsidR="00197B38" w:rsidRPr="00095D33" w:rsidRDefault="00095D33" w:rsidP="00D9062C">
      <w:pPr>
        <w:keepNext/>
        <w:rPr>
          <w:rStyle w:val="Strong"/>
        </w:rPr>
      </w:pPr>
      <w:r w:rsidRPr="00095D33">
        <w:rPr>
          <w:rStyle w:val="Strong"/>
        </w:rPr>
        <w:t>To install a certificate on your server</w:t>
      </w:r>
    </w:p>
    <w:p w14:paraId="7665153E" w14:textId="3BEBE140" w:rsidR="00664E42" w:rsidRDefault="00E95424" w:rsidP="008243CC">
      <w:pPr>
        <w:pStyle w:val="ListParagraph"/>
        <w:numPr>
          <w:ilvl w:val="0"/>
          <w:numId w:val="4"/>
        </w:numPr>
      </w:pPr>
      <w:r>
        <w:t xml:space="preserve">Open </w:t>
      </w:r>
      <w:r w:rsidR="00C904C4" w:rsidRPr="001D0641">
        <w:t>Microsoft</w:t>
      </w:r>
      <w:r w:rsidR="001D0641" w:rsidRPr="001D0641">
        <w:t xml:space="preserve"> Management Console (</w:t>
      </w:r>
      <w:r w:rsidR="00095D33" w:rsidRPr="001D0641">
        <w:t>MMC</w:t>
      </w:r>
      <w:r w:rsidR="001D0641" w:rsidRPr="001D0641">
        <w:t>)</w:t>
      </w:r>
      <w:r w:rsidR="00095D33" w:rsidRPr="00D57C90">
        <w:t>.</w:t>
      </w:r>
      <w:r w:rsidR="00664E42">
        <w:t xml:space="preserve"> </w:t>
      </w:r>
      <w:r w:rsidR="00095D33">
        <w:t xml:space="preserve">You can find mmc.exe in %SystemRoot%\System32\. </w:t>
      </w:r>
    </w:p>
    <w:p w14:paraId="7B8B24E8" w14:textId="6C879D39" w:rsidR="00664E42" w:rsidRDefault="00095D33" w:rsidP="008243CC">
      <w:pPr>
        <w:pStyle w:val="ListParagraph"/>
        <w:numPr>
          <w:ilvl w:val="0"/>
          <w:numId w:val="4"/>
        </w:numPr>
      </w:pPr>
      <w:r>
        <w:t xml:space="preserve">On </w:t>
      </w:r>
      <w:r w:rsidR="00664E42">
        <w:t xml:space="preserve">the </w:t>
      </w:r>
      <w:r w:rsidR="00664E42" w:rsidRPr="00095D33">
        <w:rPr>
          <w:b/>
        </w:rPr>
        <w:t>File</w:t>
      </w:r>
      <w:r w:rsidR="00664E42">
        <w:t xml:space="preserve"> menu</w:t>
      </w:r>
      <w:r>
        <w:t>,</w:t>
      </w:r>
      <w:r w:rsidR="00664E42">
        <w:t xml:space="preserve"> </w:t>
      </w:r>
      <w:r>
        <w:t xml:space="preserve">click </w:t>
      </w:r>
      <w:r w:rsidR="00664E42" w:rsidRPr="00664E42">
        <w:rPr>
          <w:b/>
        </w:rPr>
        <w:t>Add/Remove Snap-in</w:t>
      </w:r>
      <w:r w:rsidRPr="00D57C90">
        <w:t>.</w:t>
      </w:r>
    </w:p>
    <w:p w14:paraId="2B2C94F2" w14:textId="40374C44" w:rsidR="00664E42" w:rsidRDefault="00095D33" w:rsidP="008243CC">
      <w:pPr>
        <w:pStyle w:val="ListParagraph"/>
        <w:numPr>
          <w:ilvl w:val="0"/>
          <w:numId w:val="4"/>
        </w:numPr>
      </w:pPr>
      <w:r>
        <w:t xml:space="preserve">In the </w:t>
      </w:r>
      <w:r w:rsidRPr="00095D33">
        <w:rPr>
          <w:b/>
        </w:rPr>
        <w:t>Add or Remove Snap-ins</w:t>
      </w:r>
      <w:r>
        <w:t xml:space="preserve"> window, under </w:t>
      </w:r>
      <w:r w:rsidRPr="00095D33">
        <w:rPr>
          <w:b/>
        </w:rPr>
        <w:t>Available snap-ins</w:t>
      </w:r>
      <w:r>
        <w:t>, s</w:t>
      </w:r>
      <w:r w:rsidR="00664E42">
        <w:t xml:space="preserve">elect </w:t>
      </w:r>
      <w:r w:rsidR="00664E42" w:rsidRPr="00664E42">
        <w:rPr>
          <w:b/>
        </w:rPr>
        <w:t>Certificates</w:t>
      </w:r>
      <w:r>
        <w:rPr>
          <w:b/>
        </w:rPr>
        <w:t>,</w:t>
      </w:r>
      <w:r w:rsidR="00664E42">
        <w:t xml:space="preserve"> and </w:t>
      </w:r>
      <w:r>
        <w:t xml:space="preserve">then </w:t>
      </w:r>
      <w:r w:rsidR="00664E42">
        <w:t xml:space="preserve">click </w:t>
      </w:r>
      <w:r w:rsidR="00664E42" w:rsidRPr="00CA1713">
        <w:rPr>
          <w:b/>
        </w:rPr>
        <w:t>Add</w:t>
      </w:r>
      <w:r w:rsidRPr="00095D33">
        <w:t>.</w:t>
      </w:r>
    </w:p>
    <w:p w14:paraId="4FECC2CE" w14:textId="0BA280E4" w:rsidR="00664E42" w:rsidRPr="00664E42" w:rsidRDefault="00095D33" w:rsidP="008243CC">
      <w:pPr>
        <w:pStyle w:val="ListParagraph"/>
        <w:numPr>
          <w:ilvl w:val="0"/>
          <w:numId w:val="4"/>
        </w:numPr>
      </w:pPr>
      <w:r>
        <w:t xml:space="preserve">In </w:t>
      </w:r>
      <w:r w:rsidRPr="00095D33">
        <w:rPr>
          <w:b/>
        </w:rPr>
        <w:t>Certificates snap-in</w:t>
      </w:r>
      <w:r>
        <w:t>, s</w:t>
      </w:r>
      <w:r w:rsidR="00664E42">
        <w:t xml:space="preserve">elect </w:t>
      </w:r>
      <w:r w:rsidR="00664E42" w:rsidRPr="00664E42">
        <w:rPr>
          <w:b/>
        </w:rPr>
        <w:t xml:space="preserve">Computer </w:t>
      </w:r>
      <w:r>
        <w:rPr>
          <w:b/>
        </w:rPr>
        <w:t>a</w:t>
      </w:r>
      <w:r w:rsidR="00664E42" w:rsidRPr="00664E42">
        <w:rPr>
          <w:b/>
        </w:rPr>
        <w:t>ccount</w:t>
      </w:r>
      <w:r w:rsidRPr="00095D33">
        <w:t>,</w:t>
      </w:r>
      <w:r w:rsidR="00664E42">
        <w:t xml:space="preserve"> and</w:t>
      </w:r>
      <w:r>
        <w:t xml:space="preserve"> then click</w:t>
      </w:r>
      <w:r w:rsidR="00664E42">
        <w:t xml:space="preserve"> </w:t>
      </w:r>
      <w:r w:rsidR="00664E42">
        <w:rPr>
          <w:b/>
        </w:rPr>
        <w:t>Next</w:t>
      </w:r>
      <w:r w:rsidRPr="00095D33">
        <w:t>.</w:t>
      </w:r>
    </w:p>
    <w:p w14:paraId="4C642B49" w14:textId="486B9954" w:rsidR="00664E42" w:rsidRPr="00664E42" w:rsidRDefault="007F417C" w:rsidP="008243CC">
      <w:pPr>
        <w:pStyle w:val="ListParagraph"/>
        <w:numPr>
          <w:ilvl w:val="0"/>
          <w:numId w:val="4"/>
        </w:numPr>
      </w:pPr>
      <w:r>
        <w:t xml:space="preserve">In </w:t>
      </w:r>
      <w:r w:rsidRPr="007F417C">
        <w:rPr>
          <w:b/>
        </w:rPr>
        <w:t>Select Computer</w:t>
      </w:r>
      <w:r>
        <w:t>, e</w:t>
      </w:r>
      <w:r w:rsidR="00664E42">
        <w:t xml:space="preserve">nsure that </w:t>
      </w:r>
      <w:r w:rsidR="00664E42">
        <w:rPr>
          <w:b/>
        </w:rPr>
        <w:t>Local computer</w:t>
      </w:r>
      <w:r w:rsidR="00664E42">
        <w:t xml:space="preserve"> is selected</w:t>
      </w:r>
      <w:r>
        <w:t>,</w:t>
      </w:r>
      <w:r w:rsidR="00664E42">
        <w:t xml:space="preserve"> and </w:t>
      </w:r>
      <w:r>
        <w:t xml:space="preserve">then </w:t>
      </w:r>
      <w:r w:rsidR="00664E42">
        <w:t xml:space="preserve">click </w:t>
      </w:r>
      <w:r w:rsidR="00664E42">
        <w:rPr>
          <w:b/>
        </w:rPr>
        <w:t>Finish</w:t>
      </w:r>
      <w:r w:rsidR="00095D33" w:rsidRPr="00095D33">
        <w:t>.</w:t>
      </w:r>
    </w:p>
    <w:p w14:paraId="467C2928" w14:textId="204CDA3E" w:rsidR="00664E42" w:rsidRPr="00664E42" w:rsidRDefault="007F417C" w:rsidP="008243CC">
      <w:pPr>
        <w:pStyle w:val="ListParagraph"/>
        <w:numPr>
          <w:ilvl w:val="0"/>
          <w:numId w:val="4"/>
        </w:numPr>
      </w:pPr>
      <w:r>
        <w:t xml:space="preserve">In </w:t>
      </w:r>
      <w:r w:rsidRPr="007F417C">
        <w:rPr>
          <w:b/>
        </w:rPr>
        <w:t>Add or Remove Snap-ins</w:t>
      </w:r>
      <w:r>
        <w:t>, c</w:t>
      </w:r>
      <w:r w:rsidR="00664E42">
        <w:t xml:space="preserve">lick </w:t>
      </w:r>
      <w:r w:rsidR="00664E42">
        <w:rPr>
          <w:b/>
        </w:rPr>
        <w:t>OK</w:t>
      </w:r>
      <w:r w:rsidRPr="00D57C90">
        <w:t>.</w:t>
      </w:r>
    </w:p>
    <w:p w14:paraId="234C3F95" w14:textId="3D4BF220" w:rsidR="00664E42" w:rsidRDefault="007F417C" w:rsidP="008243CC">
      <w:pPr>
        <w:pStyle w:val="ListParagraph"/>
        <w:numPr>
          <w:ilvl w:val="0"/>
          <w:numId w:val="4"/>
        </w:numPr>
      </w:pPr>
      <w:r>
        <w:t xml:space="preserve">Under </w:t>
      </w:r>
      <w:r w:rsidRPr="007F417C">
        <w:rPr>
          <w:b/>
        </w:rPr>
        <w:t>Console Root</w:t>
      </w:r>
      <w:r>
        <w:t>, e</w:t>
      </w:r>
      <w:r w:rsidR="00664E42">
        <w:t xml:space="preserve">xpand </w:t>
      </w:r>
      <w:r w:rsidR="00664E42">
        <w:rPr>
          <w:b/>
        </w:rPr>
        <w:t>Certificates (Local Computer)</w:t>
      </w:r>
      <w:r>
        <w:t>.</w:t>
      </w:r>
    </w:p>
    <w:p w14:paraId="188D607E" w14:textId="60624EDD" w:rsidR="00664E42" w:rsidRDefault="007F417C" w:rsidP="008243CC">
      <w:pPr>
        <w:pStyle w:val="ListParagraph"/>
        <w:numPr>
          <w:ilvl w:val="0"/>
          <w:numId w:val="4"/>
        </w:numPr>
      </w:pPr>
      <w:r>
        <w:t xml:space="preserve">Expand </w:t>
      </w:r>
      <w:r w:rsidR="00664E42">
        <w:t>the folder</w:t>
      </w:r>
      <w:r w:rsidR="003A087C">
        <w:t xml:space="preserve"> </w:t>
      </w:r>
      <w:r>
        <w:t xml:space="preserve">of the </w:t>
      </w:r>
      <w:r w:rsidR="003A087C">
        <w:t xml:space="preserve">certificate store where you </w:t>
      </w:r>
      <w:r>
        <w:t>will</w:t>
      </w:r>
      <w:r w:rsidR="003A087C">
        <w:t xml:space="preserve"> import the certificate</w:t>
      </w:r>
      <w:r>
        <w:t>.</w:t>
      </w:r>
    </w:p>
    <w:p w14:paraId="6068EF69" w14:textId="77416740" w:rsidR="003A087C" w:rsidRPr="00E90DD5" w:rsidRDefault="00567D06" w:rsidP="008243CC">
      <w:pPr>
        <w:pStyle w:val="ListParagraph"/>
        <w:numPr>
          <w:ilvl w:val="0"/>
          <w:numId w:val="4"/>
        </w:numPr>
      </w:pPr>
      <w:r>
        <w:t xml:space="preserve">On the </w:t>
      </w:r>
      <w:r w:rsidR="003A087C">
        <w:rPr>
          <w:b/>
        </w:rPr>
        <w:t>Action</w:t>
      </w:r>
      <w:r w:rsidRPr="00567D06">
        <w:t xml:space="preserve"> menu, point to </w:t>
      </w:r>
      <w:r w:rsidR="003A087C">
        <w:rPr>
          <w:b/>
        </w:rPr>
        <w:t>All Tasks</w:t>
      </w:r>
      <w:r w:rsidRPr="00567D06">
        <w:t xml:space="preserve">, and then click </w:t>
      </w:r>
      <w:r w:rsidR="003A087C">
        <w:rPr>
          <w:b/>
        </w:rPr>
        <w:t>Import</w:t>
      </w:r>
      <w:r w:rsidRPr="00567D06">
        <w:t>.</w:t>
      </w:r>
      <w:r w:rsidR="00D57C90">
        <w:t xml:space="preserve"> </w:t>
      </w:r>
      <w:r w:rsidRPr="00E90DD5">
        <w:t>Windows Serve</w:t>
      </w:r>
      <w:r w:rsidR="00D57C90">
        <w:t>r opens the Certificate Import W</w:t>
      </w:r>
      <w:r w:rsidRPr="00E90DD5">
        <w:t>izard.</w:t>
      </w:r>
    </w:p>
    <w:p w14:paraId="6813A135" w14:textId="568C5D9A" w:rsidR="00CA1713" w:rsidRPr="00E90DD5" w:rsidRDefault="00567D06" w:rsidP="008243CC">
      <w:pPr>
        <w:pStyle w:val="ListParagraph"/>
        <w:numPr>
          <w:ilvl w:val="0"/>
          <w:numId w:val="4"/>
        </w:numPr>
      </w:pPr>
      <w:r>
        <w:t xml:space="preserve">Use </w:t>
      </w:r>
      <w:r w:rsidR="003A087C">
        <w:t xml:space="preserve">the </w:t>
      </w:r>
      <w:r w:rsidRPr="00567D06">
        <w:t>wizard</w:t>
      </w:r>
      <w:r w:rsidR="003A087C">
        <w:t xml:space="preserve"> </w:t>
      </w:r>
      <w:r>
        <w:t>to locate and install</w:t>
      </w:r>
      <w:r w:rsidR="003A087C">
        <w:t xml:space="preserve"> the </w:t>
      </w:r>
      <w:r>
        <w:t xml:space="preserve">certificate in the specified store. </w:t>
      </w:r>
      <w:r w:rsidRPr="00E90DD5">
        <w:t xml:space="preserve">By default, the wizard looks for .cer files. To install your Relying Party or Business Partner certificates, you may need to change the view in the </w:t>
      </w:r>
      <w:r w:rsidRPr="00D57C90">
        <w:rPr>
          <w:b/>
        </w:rPr>
        <w:t>Open</w:t>
      </w:r>
      <w:r w:rsidRPr="00E90DD5">
        <w:t xml:space="preserve"> window to </w:t>
      </w:r>
      <w:r w:rsidRPr="00D57C90">
        <w:rPr>
          <w:b/>
        </w:rPr>
        <w:t>All Files (*.*)</w:t>
      </w:r>
      <w:r w:rsidRPr="00E90DD5">
        <w:t>.</w:t>
      </w:r>
    </w:p>
    <w:p w14:paraId="40AEF7BB" w14:textId="740FC97B" w:rsidR="00A26707" w:rsidRDefault="00A26707" w:rsidP="00E90DD5">
      <w:pPr>
        <w:ind w:left="720"/>
      </w:pPr>
      <w:r w:rsidRPr="00A26707">
        <w:rPr>
          <w:b/>
        </w:rPr>
        <w:t>Note</w:t>
      </w:r>
      <w:r>
        <w:t>   </w:t>
      </w:r>
      <w:r w:rsidR="008737AE">
        <w:t> </w:t>
      </w:r>
      <w:r>
        <w:t xml:space="preserve">You might want to save your MMC configuration so that you don’t need to add the Certificates snap-in again. </w:t>
      </w:r>
    </w:p>
    <w:p w14:paraId="308918B4" w14:textId="4A442060" w:rsidR="00F17485" w:rsidRDefault="009D0975" w:rsidP="00F17485">
      <w:r>
        <w:t>Additionally,</w:t>
      </w:r>
      <w:r w:rsidR="00F17485">
        <w:t xml:space="preserve"> your Relying Party and Business Partner </w:t>
      </w:r>
      <w:r w:rsidR="00567D06">
        <w:t>c</w:t>
      </w:r>
      <w:r w:rsidR="00F17485">
        <w:t>ertificates will have private keys that t</w:t>
      </w:r>
      <w:r w:rsidR="00CA1713">
        <w:t xml:space="preserve">he IIS service needs </w:t>
      </w:r>
      <w:r w:rsidR="00567D06">
        <w:t xml:space="preserve">to </w:t>
      </w:r>
      <w:r w:rsidR="00CA1713">
        <w:t xml:space="preserve">read in order </w:t>
      </w:r>
      <w:r w:rsidR="00F17485">
        <w:t xml:space="preserve">to handle </w:t>
      </w:r>
      <w:r w:rsidR="00CA1713">
        <w:t xml:space="preserve">XSTS </w:t>
      </w:r>
      <w:r w:rsidR="00F17485">
        <w:t>tokens</w:t>
      </w:r>
      <w:r w:rsidR="00E2103F">
        <w:t xml:space="preserve">. </w:t>
      </w:r>
      <w:r w:rsidR="00F17485">
        <w:t>To provide the IIS service access to the private keys</w:t>
      </w:r>
      <w:r w:rsidR="00A26707">
        <w:t>, you need to give it permission.</w:t>
      </w:r>
    </w:p>
    <w:p w14:paraId="7E8B9991" w14:textId="11474A8C" w:rsidR="00A26707" w:rsidRPr="00A26707" w:rsidRDefault="00A26707" w:rsidP="00F712D8">
      <w:pPr>
        <w:keepNext/>
        <w:rPr>
          <w:rStyle w:val="Strong"/>
        </w:rPr>
      </w:pPr>
      <w:r w:rsidRPr="00A26707">
        <w:rPr>
          <w:rStyle w:val="Strong"/>
        </w:rPr>
        <w:lastRenderedPageBreak/>
        <w:t>To give IIS permission to read your private keys</w:t>
      </w:r>
    </w:p>
    <w:p w14:paraId="5913F495" w14:textId="62ACCE44" w:rsidR="00A26707" w:rsidRDefault="009329E0" w:rsidP="008243CC">
      <w:pPr>
        <w:pStyle w:val="ListParagraph"/>
        <w:numPr>
          <w:ilvl w:val="0"/>
          <w:numId w:val="5"/>
        </w:numPr>
      </w:pPr>
      <w:r>
        <w:t>In</w:t>
      </w:r>
      <w:r w:rsidR="00A26707">
        <w:t xml:space="preserve"> MMC</w:t>
      </w:r>
      <w:r>
        <w:t xml:space="preserve">, navigate </w:t>
      </w:r>
      <w:r w:rsidR="003D1BCF">
        <w:t>to a Relying Party or Business Partner</w:t>
      </w:r>
      <w:r w:rsidR="00914B97">
        <w:t xml:space="preserve"> certificate</w:t>
      </w:r>
      <w:r w:rsidR="00A26707">
        <w:t>.</w:t>
      </w:r>
    </w:p>
    <w:p w14:paraId="7DDA507C" w14:textId="2C3A574E" w:rsidR="00F17485" w:rsidRDefault="00F17485" w:rsidP="008243CC">
      <w:pPr>
        <w:pStyle w:val="ListParagraph"/>
        <w:numPr>
          <w:ilvl w:val="0"/>
          <w:numId w:val="5"/>
        </w:numPr>
      </w:pPr>
      <w:r>
        <w:t>Right</w:t>
      </w:r>
      <w:r w:rsidR="003D1BCF">
        <w:t>-</w:t>
      </w:r>
      <w:r>
        <w:t xml:space="preserve">click the </w:t>
      </w:r>
      <w:r w:rsidR="003D1BCF">
        <w:t xml:space="preserve">name of the </w:t>
      </w:r>
      <w:r>
        <w:t>certificate</w:t>
      </w:r>
      <w:r w:rsidR="003D1BCF">
        <w:t>,</w:t>
      </w:r>
      <w:r w:rsidR="003D1BCF" w:rsidRPr="003D1BCF">
        <w:t xml:space="preserve"> </w:t>
      </w:r>
      <w:r w:rsidR="003D1BCF">
        <w:t xml:space="preserve">point to </w:t>
      </w:r>
      <w:r w:rsidR="003D1BCF">
        <w:rPr>
          <w:b/>
        </w:rPr>
        <w:t>All Tasks</w:t>
      </w:r>
      <w:r w:rsidR="003D1BCF" w:rsidRPr="003D1BCF">
        <w:t xml:space="preserve">, and then click </w:t>
      </w:r>
      <w:r w:rsidR="003D1BCF">
        <w:rPr>
          <w:b/>
        </w:rPr>
        <w:t>Manage Private Keys</w:t>
      </w:r>
      <w:r w:rsidR="003D1BCF" w:rsidRPr="003D1BCF">
        <w:t>.</w:t>
      </w:r>
    </w:p>
    <w:p w14:paraId="2F0A47EF" w14:textId="48F0EA25" w:rsidR="00F17485" w:rsidRPr="00F17485" w:rsidRDefault="00F17485" w:rsidP="008243CC">
      <w:pPr>
        <w:pStyle w:val="ListParagraph"/>
        <w:numPr>
          <w:ilvl w:val="0"/>
          <w:numId w:val="5"/>
        </w:numPr>
      </w:pPr>
      <w:r>
        <w:t xml:space="preserve">Click </w:t>
      </w:r>
      <w:r>
        <w:rPr>
          <w:b/>
        </w:rPr>
        <w:t>Add</w:t>
      </w:r>
      <w:r w:rsidR="00914B97">
        <w:rPr>
          <w:b/>
        </w:rPr>
        <w:t>.</w:t>
      </w:r>
    </w:p>
    <w:p w14:paraId="552EDC63" w14:textId="385CC467" w:rsidR="00F17485" w:rsidRPr="00E90DD5" w:rsidRDefault="00914B97" w:rsidP="008243CC">
      <w:pPr>
        <w:pStyle w:val="ListParagraph"/>
        <w:numPr>
          <w:ilvl w:val="0"/>
          <w:numId w:val="5"/>
        </w:numPr>
      </w:pPr>
      <w:r>
        <w:t xml:space="preserve">In </w:t>
      </w:r>
      <w:r w:rsidRPr="00914B97">
        <w:rPr>
          <w:b/>
        </w:rPr>
        <w:t>Select Users or Groups</w:t>
      </w:r>
      <w:r>
        <w:t xml:space="preserve">, type the name of the local computer followed by a backslash and </w:t>
      </w:r>
      <w:r w:rsidRPr="00914B97">
        <w:rPr>
          <w:b/>
        </w:rPr>
        <w:t>SERVICE</w:t>
      </w:r>
      <w:r>
        <w:t xml:space="preserve">, and then click </w:t>
      </w:r>
      <w:r>
        <w:rPr>
          <w:b/>
        </w:rPr>
        <w:t>OK</w:t>
      </w:r>
      <w:r w:rsidR="00D57C90">
        <w:t xml:space="preserve">. </w:t>
      </w:r>
      <w:r w:rsidRPr="00E90DD5">
        <w:t>That is,</w:t>
      </w:r>
      <w:r w:rsidR="00F17485" w:rsidRPr="00E90DD5">
        <w:t xml:space="preserve"> </w:t>
      </w:r>
      <w:r w:rsidRPr="00D57C90">
        <w:rPr>
          <w:i/>
        </w:rPr>
        <w:t>l</w:t>
      </w:r>
      <w:r w:rsidR="00F17485" w:rsidRPr="00D57C90">
        <w:rPr>
          <w:i/>
        </w:rPr>
        <w:t>ocal</w:t>
      </w:r>
      <w:r w:rsidRPr="00D57C90">
        <w:rPr>
          <w:i/>
        </w:rPr>
        <w:t>-c</w:t>
      </w:r>
      <w:r w:rsidR="00F17485" w:rsidRPr="00D57C90">
        <w:rPr>
          <w:i/>
        </w:rPr>
        <w:t>omputer</w:t>
      </w:r>
      <w:r w:rsidRPr="00D57C90">
        <w:rPr>
          <w:i/>
        </w:rPr>
        <w:t>-n</w:t>
      </w:r>
      <w:r w:rsidR="00F17485" w:rsidRPr="00D57C90">
        <w:rPr>
          <w:i/>
        </w:rPr>
        <w:t>ame</w:t>
      </w:r>
      <w:r w:rsidR="00F17485" w:rsidRPr="00D57C90">
        <w:rPr>
          <w:b/>
        </w:rPr>
        <w:t>\SERVICE</w:t>
      </w:r>
      <w:r w:rsidRPr="00E90DD5">
        <w:t>.</w:t>
      </w:r>
    </w:p>
    <w:p w14:paraId="4B4882A0" w14:textId="005020F2" w:rsidR="00F17485" w:rsidRDefault="00914B97" w:rsidP="008243CC">
      <w:pPr>
        <w:pStyle w:val="ListParagraph"/>
        <w:numPr>
          <w:ilvl w:val="0"/>
          <w:numId w:val="5"/>
        </w:numPr>
      </w:pPr>
      <w:r>
        <w:t xml:space="preserve">In the </w:t>
      </w:r>
      <w:r w:rsidRPr="00914B97">
        <w:rPr>
          <w:b/>
        </w:rPr>
        <w:t>Permissions</w:t>
      </w:r>
      <w:r>
        <w:t xml:space="preserve"> window, e</w:t>
      </w:r>
      <w:r w:rsidR="000A7963">
        <w:t xml:space="preserve">nsure that the SERVICE account has </w:t>
      </w:r>
      <w:r w:rsidR="000A7963" w:rsidRPr="00914B97">
        <w:rPr>
          <w:b/>
        </w:rPr>
        <w:t>Read</w:t>
      </w:r>
      <w:r w:rsidR="000A7963">
        <w:t xml:space="preserve"> access to the private key</w:t>
      </w:r>
      <w:r>
        <w:t>.</w:t>
      </w:r>
    </w:p>
    <w:p w14:paraId="185FA903" w14:textId="2A76EEC9" w:rsidR="00F17485" w:rsidRDefault="000A7963" w:rsidP="008243CC">
      <w:pPr>
        <w:pStyle w:val="ListParagraph"/>
        <w:numPr>
          <w:ilvl w:val="0"/>
          <w:numId w:val="5"/>
        </w:numPr>
      </w:pPr>
      <w:r>
        <w:t xml:space="preserve">Click </w:t>
      </w:r>
      <w:r>
        <w:rPr>
          <w:b/>
        </w:rPr>
        <w:t>OK</w:t>
      </w:r>
      <w:r w:rsidR="00914B97" w:rsidRPr="00914B97">
        <w:t>.</w:t>
      </w:r>
    </w:p>
    <w:p w14:paraId="17E1B0C2" w14:textId="77777777" w:rsidR="009E37E9" w:rsidRDefault="009E37E9" w:rsidP="009E37E9">
      <w:pPr>
        <w:pStyle w:val="Heading1"/>
      </w:pPr>
      <w:bookmarkStart w:id="13" w:name="_Toc435611300"/>
      <w:bookmarkStart w:id="14" w:name="_Toc447121414"/>
      <w:r>
        <w:t>Configuring IIS and running the sample website</w:t>
      </w:r>
      <w:bookmarkEnd w:id="13"/>
      <w:bookmarkEnd w:id="14"/>
    </w:p>
    <w:p w14:paraId="4846B07B" w14:textId="549136A6" w:rsidR="009E37E9" w:rsidRDefault="009E37E9" w:rsidP="009E37E9">
      <w:r>
        <w:t xml:space="preserve">Before the console will be able to talk to your web server, you need to configure your service in IIS. For simplicity, start with running </w:t>
      </w:r>
      <w:r w:rsidRPr="00095BA2">
        <w:rPr>
          <w:b/>
        </w:rPr>
        <w:t>SimpleAuthServic</w:t>
      </w:r>
      <w:r w:rsidRPr="00E45491">
        <w:rPr>
          <w:b/>
        </w:rPr>
        <w:t>e</w:t>
      </w:r>
      <w:r>
        <w:t>. The following steps will help you to set up an HTTP/HTTPS web service through IIS for that sample.</w:t>
      </w:r>
    </w:p>
    <w:p w14:paraId="5AED4CC0" w14:textId="77777777" w:rsidR="009E37E9" w:rsidRPr="00585BCF" w:rsidRDefault="009E37E9" w:rsidP="009E37E9">
      <w:pPr>
        <w:keepNext/>
        <w:rPr>
          <w:rStyle w:val="Strong"/>
        </w:rPr>
      </w:pPr>
      <w:r w:rsidRPr="00585BCF">
        <w:rPr>
          <w:rStyle w:val="Strong"/>
        </w:rPr>
        <w:t>To con</w:t>
      </w:r>
      <w:r>
        <w:rPr>
          <w:rStyle w:val="Strong"/>
        </w:rPr>
        <w:t>figure a web service for SimpleAuth</w:t>
      </w:r>
      <w:r w:rsidRPr="00585BCF">
        <w:rPr>
          <w:rStyle w:val="Strong"/>
        </w:rPr>
        <w:t>Service</w:t>
      </w:r>
    </w:p>
    <w:p w14:paraId="5CA65B6F" w14:textId="77777777" w:rsidR="009E37E9" w:rsidRPr="001B6F88" w:rsidRDefault="009E37E9" w:rsidP="008243CC">
      <w:pPr>
        <w:pStyle w:val="ListParagraph"/>
        <w:numPr>
          <w:ilvl w:val="0"/>
          <w:numId w:val="6"/>
        </w:numPr>
      </w:pPr>
      <w:r w:rsidRPr="001B6F88">
        <w:t xml:space="preserve">Open the </w:t>
      </w:r>
      <w:r w:rsidRPr="001B6F88">
        <w:rPr>
          <w:b/>
        </w:rPr>
        <w:t>Internet Information Services (IIS) Manager</w:t>
      </w:r>
      <w:r w:rsidRPr="001B6F88">
        <w:t>.</w:t>
      </w:r>
    </w:p>
    <w:p w14:paraId="750E8A90" w14:textId="77777777" w:rsidR="009E37E9" w:rsidRPr="001B6F88" w:rsidRDefault="009E37E9" w:rsidP="008243CC">
      <w:pPr>
        <w:pStyle w:val="ListParagraph"/>
        <w:numPr>
          <w:ilvl w:val="0"/>
          <w:numId w:val="6"/>
        </w:numPr>
      </w:pPr>
      <w:r w:rsidRPr="001B6F88">
        <w:t xml:space="preserve">Expand your server’s list and right-click </w:t>
      </w:r>
      <w:r w:rsidRPr="001B6F88">
        <w:rPr>
          <w:b/>
        </w:rPr>
        <w:t>Application Pools</w:t>
      </w:r>
      <w:r w:rsidRPr="001B6F88">
        <w:t xml:space="preserve">, and then click </w:t>
      </w:r>
      <w:r w:rsidRPr="001B6F88">
        <w:rPr>
          <w:b/>
        </w:rPr>
        <w:t>Add New Pool</w:t>
      </w:r>
      <w:r w:rsidRPr="001B6F88">
        <w:t>.</w:t>
      </w:r>
    </w:p>
    <w:p w14:paraId="49E69CF7" w14:textId="77777777" w:rsidR="009E37E9" w:rsidRPr="001B6F88" w:rsidRDefault="009E37E9" w:rsidP="008243CC">
      <w:pPr>
        <w:pStyle w:val="ListParagraph"/>
        <w:numPr>
          <w:ilvl w:val="0"/>
          <w:numId w:val="6"/>
        </w:numPr>
      </w:pPr>
      <w:r w:rsidRPr="001B6F88">
        <w:t xml:space="preserve">Name the pool </w:t>
      </w:r>
      <w:r w:rsidRPr="001B6F88">
        <w:rPr>
          <w:b/>
        </w:rPr>
        <w:t>SampleServicePool</w:t>
      </w:r>
      <w:r w:rsidRPr="001B6F88">
        <w:t xml:space="preserve">, and set the pool to </w:t>
      </w:r>
      <w:r w:rsidRPr="001B6F88">
        <w:rPr>
          <w:b/>
        </w:rPr>
        <w:t>.NET CLR Version 4.0</w:t>
      </w:r>
      <w:r w:rsidRPr="001B6F88">
        <w:t>.</w:t>
      </w:r>
    </w:p>
    <w:p w14:paraId="2F2083E0" w14:textId="77777777" w:rsidR="009E37E9" w:rsidRPr="001B6F88" w:rsidRDefault="009E37E9" w:rsidP="008243CC">
      <w:pPr>
        <w:pStyle w:val="ListParagraph"/>
        <w:numPr>
          <w:ilvl w:val="0"/>
          <w:numId w:val="6"/>
        </w:numPr>
      </w:pPr>
      <w:r w:rsidRPr="001B6F88">
        <w:t xml:space="preserve">Expand the </w:t>
      </w:r>
      <w:r w:rsidRPr="001B6F88">
        <w:rPr>
          <w:b/>
        </w:rPr>
        <w:t>Sites</w:t>
      </w:r>
      <w:r w:rsidRPr="001B6F88">
        <w:t xml:space="preserve"> list, and then click </w:t>
      </w:r>
      <w:r w:rsidRPr="001B6F88">
        <w:rPr>
          <w:b/>
        </w:rPr>
        <w:t>Default Web Site</w:t>
      </w:r>
      <w:r w:rsidRPr="001B6F88">
        <w:t>.</w:t>
      </w:r>
    </w:p>
    <w:p w14:paraId="0D70018B" w14:textId="77777777" w:rsidR="009E37E9" w:rsidRPr="001B6F88" w:rsidRDefault="009E37E9" w:rsidP="008243CC">
      <w:pPr>
        <w:pStyle w:val="ListParagraph"/>
        <w:numPr>
          <w:ilvl w:val="0"/>
          <w:numId w:val="6"/>
        </w:numPr>
      </w:pPr>
      <w:r w:rsidRPr="001B6F88">
        <w:t xml:space="preserve">Under </w:t>
      </w:r>
      <w:r w:rsidRPr="001B6F88">
        <w:rPr>
          <w:b/>
        </w:rPr>
        <w:t>Manage Website</w:t>
      </w:r>
      <w:r w:rsidRPr="001B6F88">
        <w:t xml:space="preserve">, click </w:t>
      </w:r>
      <w:r w:rsidRPr="001B6F88">
        <w:rPr>
          <w:b/>
        </w:rPr>
        <w:t>Stop</w:t>
      </w:r>
      <w:r w:rsidRPr="001B6F88">
        <w:t>.</w:t>
      </w:r>
    </w:p>
    <w:p w14:paraId="1CF7EAD2" w14:textId="07A29971" w:rsidR="009E37E9" w:rsidRPr="001B6F88" w:rsidRDefault="009E37E9" w:rsidP="008243CC">
      <w:pPr>
        <w:pStyle w:val="ListParagraph"/>
        <w:numPr>
          <w:ilvl w:val="0"/>
          <w:numId w:val="6"/>
        </w:numPr>
      </w:pPr>
      <w:r w:rsidRPr="001B6F88">
        <w:t xml:space="preserve">Right-click </w:t>
      </w:r>
      <w:r w:rsidRPr="001B6F88">
        <w:rPr>
          <w:b/>
        </w:rPr>
        <w:t>Sites</w:t>
      </w:r>
      <w:r w:rsidRPr="001B6F88">
        <w:t xml:space="preserve">, and then click </w:t>
      </w:r>
      <w:r w:rsidRPr="001B6F88">
        <w:rPr>
          <w:b/>
        </w:rPr>
        <w:t>Add Website</w:t>
      </w:r>
      <w:r w:rsidRPr="001B6F88">
        <w:t>.</w:t>
      </w:r>
    </w:p>
    <w:p w14:paraId="6DF82C0A" w14:textId="77777777" w:rsidR="009E37E9" w:rsidRPr="001B6F88" w:rsidRDefault="009E37E9" w:rsidP="008243CC">
      <w:pPr>
        <w:pStyle w:val="ListParagraph"/>
        <w:numPr>
          <w:ilvl w:val="0"/>
          <w:numId w:val="6"/>
        </w:numPr>
      </w:pPr>
      <w:r w:rsidRPr="001B6F88">
        <w:t xml:space="preserve">Name the site </w:t>
      </w:r>
      <w:r w:rsidRPr="001B6F88">
        <w:rPr>
          <w:b/>
        </w:rPr>
        <w:t>SampleService</w:t>
      </w:r>
      <w:r w:rsidRPr="001B6F88">
        <w:t xml:space="preserve">, set </w:t>
      </w:r>
      <w:r w:rsidRPr="001B6F88">
        <w:rPr>
          <w:b/>
        </w:rPr>
        <w:t>Application Pool</w:t>
      </w:r>
      <w:r w:rsidRPr="001B6F88">
        <w:t xml:space="preserve"> to </w:t>
      </w:r>
      <w:r w:rsidRPr="001B6F88">
        <w:rPr>
          <w:b/>
        </w:rPr>
        <w:t>SampleServicePool</w:t>
      </w:r>
      <w:r w:rsidRPr="001B6F88">
        <w:t xml:space="preserve">, and then set the physical path to </w:t>
      </w:r>
      <w:r w:rsidRPr="001B6F88">
        <w:rPr>
          <w:b/>
        </w:rPr>
        <w:t>C:\SampleService\</w:t>
      </w:r>
      <w:r w:rsidRPr="001B6F88">
        <w:t>.</w:t>
      </w:r>
    </w:p>
    <w:p w14:paraId="64BE6CD9" w14:textId="77777777" w:rsidR="009E37E9" w:rsidRPr="00E90DD5" w:rsidRDefault="009E37E9" w:rsidP="008243CC">
      <w:pPr>
        <w:pStyle w:val="ListParagraph"/>
        <w:numPr>
          <w:ilvl w:val="0"/>
          <w:numId w:val="6"/>
        </w:numPr>
      </w:pPr>
      <w:r w:rsidRPr="001B6F88">
        <w:lastRenderedPageBreak/>
        <w:t xml:space="preserve">Leave the default to port 80, click </w:t>
      </w:r>
      <w:r w:rsidRPr="00457D2F">
        <w:rPr>
          <w:b/>
        </w:rPr>
        <w:t>OK</w:t>
      </w:r>
      <w:r>
        <w:t>, and t</w:t>
      </w:r>
      <w:r w:rsidRPr="00457D2F">
        <w:t>hen</w:t>
      </w:r>
      <w:r w:rsidRPr="001B6F88">
        <w:t xml:space="preserve"> click </w:t>
      </w:r>
      <w:r w:rsidRPr="001B6F88">
        <w:rPr>
          <w:b/>
        </w:rPr>
        <w:t>Yes</w:t>
      </w:r>
      <w:r w:rsidRPr="001B6F88">
        <w:t xml:space="preserve"> on the binding warning.</w:t>
      </w:r>
      <w:r>
        <w:t xml:space="preserve"> </w:t>
      </w:r>
      <w:r w:rsidRPr="00E90DD5">
        <w:t>The default binding site is now turned off so there won’t be a conflict on port 80 when you run your own web service.</w:t>
      </w:r>
    </w:p>
    <w:p w14:paraId="7862AC5A" w14:textId="77777777" w:rsidR="009E37E9" w:rsidRPr="001B6F88" w:rsidRDefault="009E37E9" w:rsidP="008243CC">
      <w:pPr>
        <w:pStyle w:val="ListParagraph"/>
        <w:numPr>
          <w:ilvl w:val="0"/>
          <w:numId w:val="6"/>
        </w:numPr>
        <w:rPr>
          <w:rFonts w:cs="Segoe UI"/>
          <w:lang w:val="en"/>
        </w:rPr>
      </w:pPr>
      <w:r w:rsidRPr="001B6F88">
        <w:rPr>
          <w:rFonts w:cs="Segoe UI"/>
          <w:lang w:val="en"/>
        </w:rPr>
        <w:t>Run the following command:</w:t>
      </w:r>
      <w:r>
        <w:rPr>
          <w:rFonts w:cs="Segoe UI"/>
          <w:lang w:val="en"/>
        </w:rPr>
        <w:t xml:space="preserve"> </w:t>
      </w:r>
      <w:r w:rsidRPr="001B6F88">
        <w:rPr>
          <w:b/>
        </w:rPr>
        <w:t>%windir%\Microsoft.Net\Framework64\v4.0.30319\aspnet_regiis.exe -ir</w:t>
      </w:r>
    </w:p>
    <w:p w14:paraId="7C7AEBA2" w14:textId="77777777" w:rsidR="009E37E9" w:rsidRDefault="009E37E9" w:rsidP="008243CC">
      <w:pPr>
        <w:pStyle w:val="ListParagraph"/>
        <w:numPr>
          <w:ilvl w:val="0"/>
          <w:numId w:val="6"/>
        </w:numPr>
      </w:pPr>
      <w:r w:rsidRPr="001B6F88">
        <w:t xml:space="preserve">Under </w:t>
      </w:r>
      <w:r w:rsidRPr="001B6F88">
        <w:rPr>
          <w:b/>
        </w:rPr>
        <w:t>Sites</w:t>
      </w:r>
      <w:r w:rsidRPr="001B6F88">
        <w:t>, make sure that the default w</w:t>
      </w:r>
      <w:r>
        <w:t>eb</w:t>
      </w:r>
      <w:r w:rsidRPr="001B6F88">
        <w:t>site is stopped, and then restart</w:t>
      </w:r>
      <w:r>
        <w:t xml:space="preserve"> your web service.</w:t>
      </w:r>
    </w:p>
    <w:p w14:paraId="12AE9845" w14:textId="6AAFE92D" w:rsidR="009E37E9" w:rsidRDefault="009E37E9" w:rsidP="00E44F6F">
      <w:r>
        <w:t xml:space="preserve">At this point your server should be configured for HTTP traffic. Before you enable </w:t>
      </w:r>
      <w:r w:rsidR="00D004FE">
        <w:t>XSTS token handling, set</w:t>
      </w:r>
      <w:r w:rsidR="004B4F2C">
        <w:t xml:space="preserve"> </w:t>
      </w:r>
      <w:r w:rsidR="00D004FE">
        <w:t>up the server for HTTPS traffic</w:t>
      </w:r>
      <w:r>
        <w:t xml:space="preserve"> so that troubleshooting issues is easier</w:t>
      </w:r>
      <w:r w:rsidR="00D004FE">
        <w:t>.</w:t>
      </w:r>
      <w:r>
        <w:t xml:space="preserve"> </w:t>
      </w:r>
    </w:p>
    <w:p w14:paraId="5509FF01" w14:textId="77777777" w:rsidR="00F82D05" w:rsidRDefault="00F82D05" w:rsidP="00E44F6F">
      <w:pPr>
        <w:pStyle w:val="Heading1"/>
      </w:pPr>
      <w:bookmarkStart w:id="15" w:name="_Building_and_deploying"/>
      <w:bookmarkStart w:id="16" w:name="_Toc435611304"/>
      <w:bookmarkStart w:id="17" w:name="_Toc447121415"/>
      <w:bookmarkStart w:id="18" w:name="_Toc435611301"/>
      <w:bookmarkEnd w:id="15"/>
      <w:r w:rsidRPr="00654F05">
        <w:t>Enabling HTTPS for your web service</w:t>
      </w:r>
      <w:bookmarkEnd w:id="16"/>
      <w:bookmarkEnd w:id="17"/>
    </w:p>
    <w:p w14:paraId="7B88B40F" w14:textId="5734E193" w:rsidR="00F82D05" w:rsidRDefault="00F82D05" w:rsidP="00E44F6F">
      <w:r>
        <w:t xml:space="preserve">HTTPS is required for all web traffic from the console in the Retail </w:t>
      </w:r>
      <w:r w:rsidRPr="00E44F6F">
        <w:t>environment, so setting this up now will help ensure your service and title are compliant.</w:t>
      </w:r>
    </w:p>
    <w:p w14:paraId="46709677" w14:textId="22BEAD3B" w:rsidR="00F82D05" w:rsidRDefault="00F82D05" w:rsidP="00E44F6F">
      <w:r>
        <w:t>First, check whether your server has a certificate. If you have set up your server through Azure, your server will already have a certificate.</w:t>
      </w:r>
    </w:p>
    <w:p w14:paraId="6849262D" w14:textId="77777777" w:rsidR="00F82D05" w:rsidRPr="00F47DA3" w:rsidRDefault="00F82D05" w:rsidP="00F82D05">
      <w:pPr>
        <w:keepNext/>
        <w:rPr>
          <w:rStyle w:val="Strong"/>
        </w:rPr>
      </w:pPr>
      <w:r w:rsidRPr="00F47DA3">
        <w:rPr>
          <w:rStyle w:val="Strong"/>
        </w:rPr>
        <w:t>To check whether your server has a certificate</w:t>
      </w:r>
    </w:p>
    <w:p w14:paraId="594A691C" w14:textId="77777777" w:rsidR="00F82D05" w:rsidRPr="000F6E0A" w:rsidRDefault="00F82D05" w:rsidP="00F82D05">
      <w:pPr>
        <w:pStyle w:val="ListParagraph"/>
        <w:numPr>
          <w:ilvl w:val="0"/>
          <w:numId w:val="9"/>
        </w:numPr>
      </w:pPr>
      <w:r>
        <w:t xml:space="preserve">Open </w:t>
      </w:r>
      <w:r>
        <w:rPr>
          <w:b/>
        </w:rPr>
        <w:t>Internet Information Services (IIS) Manager</w:t>
      </w:r>
      <w:r w:rsidRPr="000F6E0A">
        <w:t>.</w:t>
      </w:r>
    </w:p>
    <w:p w14:paraId="16AF2C12" w14:textId="77777777" w:rsidR="00F82D05" w:rsidRDefault="00F82D05" w:rsidP="00F82D05">
      <w:pPr>
        <w:pStyle w:val="ListParagraph"/>
        <w:numPr>
          <w:ilvl w:val="0"/>
          <w:numId w:val="9"/>
        </w:numPr>
      </w:pPr>
      <w:r>
        <w:t>Select your server’s name from the Connection’s page.</w:t>
      </w:r>
    </w:p>
    <w:p w14:paraId="593A5A4C" w14:textId="77777777" w:rsidR="00F82D05" w:rsidRPr="004A4546" w:rsidRDefault="00F82D05" w:rsidP="00F82D05">
      <w:pPr>
        <w:pStyle w:val="ListParagraph"/>
        <w:numPr>
          <w:ilvl w:val="0"/>
          <w:numId w:val="9"/>
        </w:numPr>
      </w:pPr>
      <w:r>
        <w:t xml:space="preserve">Open </w:t>
      </w:r>
      <w:r>
        <w:rPr>
          <w:b/>
        </w:rPr>
        <w:t>Server Certificates</w:t>
      </w:r>
      <w:r w:rsidRPr="00F47DA3">
        <w:t>.</w:t>
      </w:r>
    </w:p>
    <w:p w14:paraId="2EA6F272" w14:textId="77777777" w:rsidR="00F82D05" w:rsidRPr="00964E6C" w:rsidRDefault="00F82D05" w:rsidP="00F82D05">
      <w:pPr>
        <w:pStyle w:val="ListParagraph"/>
        <w:numPr>
          <w:ilvl w:val="0"/>
          <w:numId w:val="9"/>
        </w:numPr>
      </w:pPr>
      <w:r>
        <w:t xml:space="preserve">Verify that there is a certificate with your server’s domain in the list. </w:t>
      </w:r>
      <w:r w:rsidRPr="00964E6C">
        <w:t>For example, server.cloudapp.net.</w:t>
      </w:r>
    </w:p>
    <w:p w14:paraId="55AFDB46" w14:textId="77777777" w:rsidR="00F82D05" w:rsidRPr="00AC6CD7" w:rsidRDefault="00F82D05" w:rsidP="00F82D05">
      <w:pPr>
        <w:pStyle w:val="ListParagraph"/>
        <w:numPr>
          <w:ilvl w:val="0"/>
          <w:numId w:val="9"/>
        </w:numPr>
      </w:pPr>
      <w:r>
        <w:t xml:space="preserve">Select the certificate, and then under </w:t>
      </w:r>
      <w:r w:rsidRPr="008D7061">
        <w:rPr>
          <w:b/>
        </w:rPr>
        <w:t>Actions</w:t>
      </w:r>
      <w:r>
        <w:t xml:space="preserve">, click </w:t>
      </w:r>
      <w:r>
        <w:rPr>
          <w:b/>
        </w:rPr>
        <w:t>View</w:t>
      </w:r>
      <w:r w:rsidRPr="000F6E0A">
        <w:t>.</w:t>
      </w:r>
    </w:p>
    <w:p w14:paraId="567C00CB" w14:textId="77777777" w:rsidR="00F82D05" w:rsidRDefault="00F82D05" w:rsidP="00F82D05">
      <w:pPr>
        <w:pStyle w:val="ListParagraph"/>
        <w:numPr>
          <w:ilvl w:val="0"/>
          <w:numId w:val="9"/>
        </w:numPr>
      </w:pPr>
      <w:r>
        <w:t xml:space="preserve">Click </w:t>
      </w:r>
      <w:r w:rsidRPr="008D7061">
        <w:rPr>
          <w:b/>
        </w:rPr>
        <w:t>Certification Path</w:t>
      </w:r>
      <w:r>
        <w:t>, and verify that the tab displays your server’s DNS name (f</w:t>
      </w:r>
      <w:r w:rsidRPr="00964E6C">
        <w:t>or example, server.cloudapp.net</w:t>
      </w:r>
      <w:r>
        <w:t>)</w:t>
      </w:r>
      <w:r w:rsidRPr="00964E6C">
        <w:t>.</w:t>
      </w:r>
    </w:p>
    <w:p w14:paraId="6E3748F4" w14:textId="77777777" w:rsidR="00F82D05" w:rsidRDefault="00F82D05" w:rsidP="00F82D05">
      <w:r>
        <w:lastRenderedPageBreak/>
        <w:t xml:space="preserve">If you are manually creating an SSL certificate, make sure that for the common name (CN) you use the full DNS name of your server (for example, server.contoso.com). If your certificate does not use the full name of your server, the console will not trust the certificate because the console is talking to a server with a name that does not match the certificate. </w:t>
      </w:r>
    </w:p>
    <w:p w14:paraId="59F6B758" w14:textId="77777777" w:rsidR="00F82D05" w:rsidRPr="001E2EBC" w:rsidRDefault="00F82D05" w:rsidP="00F82D05">
      <w:pPr>
        <w:keepNext/>
        <w:rPr>
          <w:rStyle w:val="Strong"/>
        </w:rPr>
      </w:pPr>
      <w:r w:rsidRPr="001E2EBC">
        <w:rPr>
          <w:rStyle w:val="Strong"/>
        </w:rPr>
        <w:t>To create an HTTPS binding for your web service in IIS</w:t>
      </w:r>
    </w:p>
    <w:p w14:paraId="68E48ACD" w14:textId="77777777" w:rsidR="00F82D05" w:rsidRDefault="00F82D05" w:rsidP="00F82D05">
      <w:pPr>
        <w:pStyle w:val="ListParagraph"/>
        <w:numPr>
          <w:ilvl w:val="0"/>
          <w:numId w:val="10"/>
        </w:numPr>
      </w:pPr>
      <w:r>
        <w:t>Open IIS Manager.</w:t>
      </w:r>
    </w:p>
    <w:p w14:paraId="22ADC087" w14:textId="77777777" w:rsidR="00F82D05" w:rsidRDefault="00F82D05" w:rsidP="00F82D05">
      <w:pPr>
        <w:pStyle w:val="ListParagraph"/>
        <w:numPr>
          <w:ilvl w:val="0"/>
          <w:numId w:val="10"/>
        </w:numPr>
      </w:pPr>
      <w:r>
        <w:t xml:space="preserve">Under </w:t>
      </w:r>
      <w:r w:rsidRPr="00D82F60">
        <w:rPr>
          <w:b/>
        </w:rPr>
        <w:t>Connections</w:t>
      </w:r>
      <w:r>
        <w:t>, select your website.</w:t>
      </w:r>
    </w:p>
    <w:p w14:paraId="7EBFBDA7" w14:textId="77777777" w:rsidR="00F82D05" w:rsidRDefault="00F82D05" w:rsidP="00F82D05">
      <w:pPr>
        <w:pStyle w:val="ListParagraph"/>
        <w:numPr>
          <w:ilvl w:val="0"/>
          <w:numId w:val="10"/>
        </w:numPr>
      </w:pPr>
      <w:r>
        <w:t xml:space="preserve">Under </w:t>
      </w:r>
      <w:r w:rsidRPr="00D82F60">
        <w:rPr>
          <w:b/>
        </w:rPr>
        <w:t>Actions</w:t>
      </w:r>
      <w:r>
        <w:t xml:space="preserve">, click </w:t>
      </w:r>
      <w:r>
        <w:rPr>
          <w:b/>
        </w:rPr>
        <w:t>Bindings</w:t>
      </w:r>
      <w:r w:rsidRPr="00D82F60">
        <w:t>.</w:t>
      </w:r>
    </w:p>
    <w:p w14:paraId="1CDB9BDE" w14:textId="77777777" w:rsidR="00F82D05" w:rsidRPr="00EF5E1F" w:rsidRDefault="00F82D05" w:rsidP="00F82D05">
      <w:pPr>
        <w:pStyle w:val="ListParagraph"/>
        <w:numPr>
          <w:ilvl w:val="0"/>
          <w:numId w:val="10"/>
        </w:numPr>
      </w:pPr>
      <w:r>
        <w:t xml:space="preserve">In </w:t>
      </w:r>
      <w:r w:rsidRPr="00D82F60">
        <w:rPr>
          <w:b/>
        </w:rPr>
        <w:t>Site Bindings</w:t>
      </w:r>
      <w:r>
        <w:t xml:space="preserve">, click </w:t>
      </w:r>
      <w:r>
        <w:rPr>
          <w:b/>
        </w:rPr>
        <w:t>Add</w:t>
      </w:r>
      <w:r w:rsidRPr="00D82F60">
        <w:t>.</w:t>
      </w:r>
    </w:p>
    <w:p w14:paraId="2FF75237" w14:textId="77777777" w:rsidR="00F82D05" w:rsidRDefault="00F82D05" w:rsidP="00F82D05">
      <w:pPr>
        <w:pStyle w:val="ListParagraph"/>
        <w:numPr>
          <w:ilvl w:val="0"/>
          <w:numId w:val="10"/>
        </w:numPr>
      </w:pPr>
      <w:r>
        <w:t xml:space="preserve">In </w:t>
      </w:r>
      <w:r w:rsidRPr="00D82F60">
        <w:rPr>
          <w:b/>
        </w:rPr>
        <w:t>Type</w:t>
      </w:r>
      <w:r>
        <w:t xml:space="preserve">, select </w:t>
      </w:r>
      <w:r>
        <w:rPr>
          <w:b/>
        </w:rPr>
        <w:t>https</w:t>
      </w:r>
      <w:r>
        <w:t>.</w:t>
      </w:r>
    </w:p>
    <w:p w14:paraId="3E19D528" w14:textId="77777777" w:rsidR="00F82D05" w:rsidRDefault="00F82D05" w:rsidP="00F82D05">
      <w:pPr>
        <w:pStyle w:val="ListParagraph"/>
        <w:numPr>
          <w:ilvl w:val="0"/>
          <w:numId w:val="10"/>
        </w:numPr>
      </w:pPr>
      <w:r>
        <w:t xml:space="preserve">In </w:t>
      </w:r>
      <w:r w:rsidRPr="00D82F60">
        <w:rPr>
          <w:b/>
        </w:rPr>
        <w:t>SSL Certificate</w:t>
      </w:r>
      <w:r>
        <w:t>, select your self-signed certificate.</w:t>
      </w:r>
    </w:p>
    <w:p w14:paraId="00133CD2" w14:textId="77777777" w:rsidR="00F82D05" w:rsidRPr="00EF5E1F" w:rsidRDefault="00F82D05" w:rsidP="00F82D05">
      <w:pPr>
        <w:pStyle w:val="ListParagraph"/>
        <w:numPr>
          <w:ilvl w:val="0"/>
          <w:numId w:val="10"/>
        </w:numPr>
      </w:pPr>
      <w:r>
        <w:t xml:space="preserve">Click </w:t>
      </w:r>
      <w:r>
        <w:rPr>
          <w:b/>
        </w:rPr>
        <w:t>OK</w:t>
      </w:r>
      <w:r w:rsidRPr="00A45D73">
        <w:t>.</w:t>
      </w:r>
    </w:p>
    <w:p w14:paraId="7D10FD3B" w14:textId="2B9220FC" w:rsidR="00F82D05" w:rsidRDefault="00F82D05" w:rsidP="00F82D05">
      <w:r>
        <w:t xml:space="preserve">You should now be able to try loading </w:t>
      </w:r>
      <w:hyperlink r:id="rId15" w:history="1">
        <w:r w:rsidR="00324513" w:rsidRPr="00A116B9">
          <w:rPr>
            <w:rStyle w:val="Hyperlink"/>
            <w:i/>
          </w:rPr>
          <w:t>https://localhost</w:t>
        </w:r>
      </w:hyperlink>
      <w:r w:rsidR="00905557">
        <w:rPr>
          <w:i/>
        </w:rPr>
        <w:t xml:space="preserve">. </w:t>
      </w:r>
      <w:r w:rsidR="00324513" w:rsidRPr="00905557">
        <w:t xml:space="preserve">If you see </w:t>
      </w:r>
      <w:r w:rsidRPr="00905557">
        <w:t>a</w:t>
      </w:r>
      <w:r>
        <w:t xml:space="preserve"> warning in Internet Explorer that there is a problem with the website’s certificate</w:t>
      </w:r>
      <w:r w:rsidR="00324513">
        <w:t>,</w:t>
      </w:r>
      <w:r>
        <w:t xml:space="preserve"> </w:t>
      </w:r>
      <w:r w:rsidR="00324513">
        <w:t>t</w:t>
      </w:r>
      <w:r>
        <w:t>his is only because the certificate is self-signed and does not chain to a trusted certificate authority (CA). Before you ship your title, you will need to set up your web service with a real certificate for your domain that is requested through a trusted CA</w:t>
      </w:r>
      <w:r w:rsidR="00492FC9">
        <w:t>.</w:t>
      </w:r>
    </w:p>
    <w:p w14:paraId="6A833A30" w14:textId="77777777" w:rsidR="00F82D05" w:rsidRDefault="00F82D05" w:rsidP="00F82D05">
      <w:r>
        <w:t xml:space="preserve">The last step is getting your development kit to </w:t>
      </w:r>
      <w:r w:rsidRPr="00654F05">
        <w:t>trust the SSL certificate from your service</w:t>
      </w:r>
      <w:r>
        <w:t xml:space="preserve">. If your server is using an SSL certificate that chains to a trusted CA, you should be able to call the HTTPS version of your web service without any additional steps. </w:t>
      </w:r>
    </w:p>
    <w:p w14:paraId="475C2B37" w14:textId="6C8FA6D3" w:rsidR="00F82D05" w:rsidRDefault="00F82D05" w:rsidP="00F82D05">
      <w:r>
        <w:t>Alternatively, if you are using a self-signed certificate for SSL communication, you will need to add that certificate to your endpoint definition in XDP as outlined in</w:t>
      </w:r>
      <w:r w:rsidR="000262A1">
        <w:t xml:space="preserve"> the next section</w:t>
      </w:r>
      <w:r w:rsidR="00905557">
        <w:t xml:space="preserve">, </w:t>
      </w:r>
      <w:hyperlink w:anchor="_Configure_Web_Servicethe" w:history="1">
        <w:r>
          <w:rPr>
            <w:rStyle w:val="Hyperlink"/>
          </w:rPr>
          <w:t>Configuring the NSAL, token definitions, and SSL certificates for the web service</w:t>
        </w:r>
      </w:hyperlink>
      <w:r>
        <w:t>. Make sure that you have fully configured your HTTPS endpoint definition, added it to your title’s NSAL configuration, and republished it as outlined in that section</w:t>
      </w:r>
      <w:r w:rsidRPr="00654F05">
        <w:t xml:space="preserve">. </w:t>
      </w:r>
      <w:r w:rsidR="00905557">
        <w:t>After</w:t>
      </w:r>
      <w:r w:rsidR="000262A1">
        <w:t xml:space="preserve"> </w:t>
      </w:r>
      <w:r w:rsidR="000262A1">
        <w:lastRenderedPageBreak/>
        <w:t xml:space="preserve">you have configured an endpoint for your site with the SSL certificate, open up the </w:t>
      </w:r>
      <w:r w:rsidR="00905557">
        <w:t>w</w:t>
      </w:r>
      <w:r w:rsidR="000262A1">
        <w:t xml:space="preserve">eb </w:t>
      </w:r>
      <w:r w:rsidR="00905557">
        <w:t>service sample for Xbox One.</w:t>
      </w:r>
    </w:p>
    <w:p w14:paraId="38E00396" w14:textId="77777777" w:rsidR="000262A1" w:rsidRDefault="000262A1" w:rsidP="000262A1">
      <w:pPr>
        <w:pStyle w:val="Heading1"/>
      </w:pPr>
      <w:bookmarkStart w:id="19" w:name="_Toc447121416"/>
      <w:r w:rsidRPr="00654F05">
        <w:t>Configuring the NSAL, token definitions, and SSL certificates for the web service</w:t>
      </w:r>
      <w:bookmarkEnd w:id="19"/>
    </w:p>
    <w:p w14:paraId="04F66FD5" w14:textId="77777777" w:rsidR="000262A1" w:rsidRDefault="000262A1" w:rsidP="000262A1">
      <w:r>
        <w:t xml:space="preserve">The console uses the Network Security Authorization List (NSAL) to define the web services that your title is authorized to call. The NSAL also defines which relying party and claims list to use when generating a token to communicate with that specific endpoint. </w:t>
      </w:r>
    </w:p>
    <w:p w14:paraId="7D2CE5CA" w14:textId="77777777" w:rsidR="000262A1" w:rsidRDefault="000262A1" w:rsidP="000262A1">
      <w:r>
        <w:t xml:space="preserve">You configure the NSAL, token definitions, and SSL certificates for web services in the Xbox Developer Portal (XDP). Once configured in XDP, the NSAL is automatically enforced on your title. </w:t>
      </w:r>
    </w:p>
    <w:p w14:paraId="3E78650D" w14:textId="77777777" w:rsidR="000262A1" w:rsidRDefault="000262A1" w:rsidP="000262A1">
      <w:pPr>
        <w:pStyle w:val="Note"/>
      </w:pPr>
      <w:r w:rsidRPr="00654F05">
        <w:rPr>
          <w:b/>
        </w:rPr>
        <w:t>Note</w:t>
      </w:r>
      <w:r w:rsidRPr="00654F05">
        <w:t>    XDP only allows you to create token definitions for HTTPS endpoints. Selecting HTTP will not allow you to assign a Relying Party</w:t>
      </w:r>
      <w:r>
        <w:t xml:space="preserve"> certificate</w:t>
      </w:r>
      <w:r w:rsidRPr="00654F05">
        <w:t xml:space="preserve"> to that HTTP endpoint.</w:t>
      </w:r>
    </w:p>
    <w:p w14:paraId="2BC98881" w14:textId="77777777" w:rsidR="000262A1" w:rsidRPr="00CF012E" w:rsidRDefault="000262A1" w:rsidP="00E44F6F">
      <w:pPr>
        <w:keepNext/>
        <w:rPr>
          <w:rStyle w:val="Strong"/>
        </w:rPr>
      </w:pPr>
      <w:r w:rsidRPr="00CF012E">
        <w:rPr>
          <w:rStyle w:val="Strong"/>
        </w:rPr>
        <w:t>To create a new Relying Party certificate</w:t>
      </w:r>
    </w:p>
    <w:p w14:paraId="6D867C1A" w14:textId="77777777" w:rsidR="000262A1" w:rsidRPr="00CF012E" w:rsidRDefault="000262A1" w:rsidP="00E44F6F">
      <w:pPr>
        <w:pStyle w:val="ListParagraph"/>
        <w:numPr>
          <w:ilvl w:val="0"/>
          <w:numId w:val="24"/>
        </w:numPr>
      </w:pPr>
      <w:r w:rsidRPr="00CF012E">
        <w:t xml:space="preserve">On your computer, open the </w:t>
      </w:r>
      <w:r w:rsidRPr="00CF012E">
        <w:rPr>
          <w:b/>
        </w:rPr>
        <w:t>Developer Command Prompt for Visual Studio</w:t>
      </w:r>
      <w:r w:rsidRPr="00CF012E">
        <w:t>.</w:t>
      </w:r>
    </w:p>
    <w:p w14:paraId="5B53D6F9" w14:textId="77777777" w:rsidR="000262A1" w:rsidRPr="00CF012E" w:rsidRDefault="000262A1" w:rsidP="00E44F6F">
      <w:pPr>
        <w:pStyle w:val="ListParagraph"/>
        <w:numPr>
          <w:ilvl w:val="0"/>
          <w:numId w:val="24"/>
        </w:numPr>
      </w:pPr>
      <w:r w:rsidRPr="00CF012E">
        <w:t>Run the following command, replacing the example name (Contoso) with your own:</w:t>
      </w:r>
    </w:p>
    <w:p w14:paraId="3A6AED18" w14:textId="77777777" w:rsidR="000262A1" w:rsidRPr="00CF012E" w:rsidRDefault="000262A1" w:rsidP="00E44F6F">
      <w:pPr>
        <w:pStyle w:val="Code"/>
      </w:pPr>
      <w:r w:rsidRPr="00CF012E">
        <w:t>makecert -sv RP_Private_Key.pvk -n "CN=Contoso Relying Party" RP_Cert.cer -b 01/01/2015 -e 12/31/2199 -sky exchange -ss My -a sha256 -len 2048 -r –pe</w:t>
      </w:r>
    </w:p>
    <w:p w14:paraId="33167501" w14:textId="77777777" w:rsidR="000262A1" w:rsidRPr="00CF012E" w:rsidRDefault="000262A1" w:rsidP="00E44F6F">
      <w:pPr>
        <w:pStyle w:val="ListParagraph"/>
        <w:numPr>
          <w:ilvl w:val="0"/>
          <w:numId w:val="24"/>
        </w:numPr>
      </w:pPr>
      <w:r w:rsidRPr="00CF012E">
        <w:t>When prompted, enter a password for the private key.</w:t>
      </w:r>
    </w:p>
    <w:p w14:paraId="7F93858B" w14:textId="77777777" w:rsidR="000262A1" w:rsidRPr="00CF012E" w:rsidRDefault="000262A1" w:rsidP="00E44F6F">
      <w:pPr>
        <w:pStyle w:val="ListParagraph"/>
        <w:numPr>
          <w:ilvl w:val="0"/>
          <w:numId w:val="24"/>
        </w:numPr>
      </w:pPr>
      <w:r w:rsidRPr="00CF012E">
        <w:t>Run the following command, replacing the password at the end for your own:</w:t>
      </w:r>
    </w:p>
    <w:p w14:paraId="5977320F" w14:textId="77777777" w:rsidR="000262A1" w:rsidRPr="00CF012E" w:rsidRDefault="000262A1" w:rsidP="00E44F6F">
      <w:pPr>
        <w:pStyle w:val="Code"/>
      </w:pPr>
      <w:r w:rsidRPr="00CF012E">
        <w:lastRenderedPageBreak/>
        <w:t>PVK2PFX –pvk RP_Private_Key.pvk –spc RP_Cert.cer –pfx RP_Full_Cert.pfx -po PasswordForPFX!</w:t>
      </w:r>
    </w:p>
    <w:p w14:paraId="4CC8605C" w14:textId="77777777" w:rsidR="000262A1" w:rsidRPr="00CF012E" w:rsidRDefault="000262A1" w:rsidP="00E44F6F">
      <w:pPr>
        <w:pStyle w:val="ListParagraph"/>
        <w:numPr>
          <w:ilvl w:val="0"/>
          <w:numId w:val="24"/>
        </w:numPr>
      </w:pPr>
      <w:r w:rsidRPr="00CF012E">
        <w:t>When prompted, enter the password you set for the private key in step 3.</w:t>
      </w:r>
    </w:p>
    <w:p w14:paraId="3E258D60" w14:textId="77777777" w:rsidR="000262A1" w:rsidRPr="00CF012E" w:rsidRDefault="000262A1" w:rsidP="00E44F6F">
      <w:pPr>
        <w:pStyle w:val="ListParagraph"/>
        <w:numPr>
          <w:ilvl w:val="0"/>
          <w:numId w:val="24"/>
        </w:numPr>
      </w:pPr>
      <w:r w:rsidRPr="00CF012E">
        <w:t xml:space="preserve">Use the RP_Cert.cer file to set up your token definition setup in XDP. </w:t>
      </w:r>
    </w:p>
    <w:p w14:paraId="41AD818E" w14:textId="77777777" w:rsidR="000262A1" w:rsidRPr="00CF012E" w:rsidRDefault="000262A1" w:rsidP="00E44F6F">
      <w:pPr>
        <w:pStyle w:val="ListParagraph"/>
        <w:numPr>
          <w:ilvl w:val="0"/>
          <w:numId w:val="24"/>
        </w:numPr>
      </w:pPr>
      <w:r w:rsidRPr="00CF012E">
        <w:t xml:space="preserve">Copy the RP_Full_Cert.pfx file to your server and import it as outlined in the </w:t>
      </w:r>
      <w:hyperlink w:anchor="_Certificate_installation" w:history="1">
        <w:r w:rsidRPr="00CF012E">
          <w:rPr>
            <w:rStyle w:val="Hyperlink"/>
          </w:rPr>
          <w:t>Certificate installation</w:t>
        </w:r>
      </w:hyperlink>
      <w:r w:rsidRPr="00CF012E">
        <w:t xml:space="preserve"> instructions.</w:t>
      </w:r>
    </w:p>
    <w:p w14:paraId="384FEAB8" w14:textId="77777777" w:rsidR="000262A1" w:rsidRPr="00CF012E" w:rsidRDefault="000262A1" w:rsidP="00E44F6F">
      <w:pPr>
        <w:pStyle w:val="ListParagraph"/>
        <w:numPr>
          <w:ilvl w:val="0"/>
          <w:numId w:val="24"/>
        </w:numPr>
      </w:pPr>
      <w:r w:rsidRPr="00CF012E">
        <w:t xml:space="preserve">When importing the full certificate, make sure you select the </w:t>
      </w:r>
      <w:r w:rsidRPr="00CF012E">
        <w:rPr>
          <w:b/>
        </w:rPr>
        <w:t>Mark this key as exportable</w:t>
      </w:r>
      <w:r w:rsidRPr="00CF012E">
        <w:t xml:space="preserve"> option so that you can export it to other servers if needed.</w:t>
      </w:r>
    </w:p>
    <w:p w14:paraId="6CEC6F48" w14:textId="77777777" w:rsidR="000262A1" w:rsidRPr="00CF012E" w:rsidRDefault="000262A1" w:rsidP="00E44F6F">
      <w:pPr>
        <w:pStyle w:val="ListParagraph"/>
        <w:numPr>
          <w:ilvl w:val="0"/>
          <w:numId w:val="24"/>
        </w:numPr>
      </w:pPr>
      <w:r w:rsidRPr="00CF012E">
        <w:t xml:space="preserve">If you ever need to re-export the public key .cer for this certificate, select the </w:t>
      </w:r>
      <w:r w:rsidRPr="00CF012E">
        <w:rPr>
          <w:b/>
        </w:rPr>
        <w:t>Base-64 encoded X.509 (.CER)</w:t>
      </w:r>
      <w:r w:rsidRPr="00CF012E">
        <w:t xml:space="preserve"> option in the Certificate Export Wizard.</w:t>
      </w:r>
    </w:p>
    <w:p w14:paraId="45760036" w14:textId="77777777" w:rsidR="000262A1" w:rsidRDefault="000262A1" w:rsidP="00E44F6F">
      <w:pPr>
        <w:keepNext/>
        <w:rPr>
          <w:rStyle w:val="Strong"/>
        </w:rPr>
      </w:pPr>
      <w:r>
        <w:rPr>
          <w:rStyle w:val="Strong"/>
        </w:rPr>
        <w:t>To create a new SSL certificate</w:t>
      </w:r>
    </w:p>
    <w:p w14:paraId="5AF2F68D" w14:textId="192E25F4" w:rsidR="000262A1" w:rsidRDefault="000262A1" w:rsidP="00E44F6F">
      <w:pPr>
        <w:keepNext/>
        <w:rPr>
          <w:rStyle w:val="Strong"/>
          <w:b w:val="0"/>
        </w:rPr>
      </w:pPr>
      <w:r>
        <w:rPr>
          <w:rStyle w:val="Strong"/>
          <w:b w:val="0"/>
        </w:rPr>
        <w:t>When you set</w:t>
      </w:r>
      <w:r w:rsidR="008A5972">
        <w:rPr>
          <w:rStyle w:val="Strong"/>
          <w:b w:val="0"/>
        </w:rPr>
        <w:t xml:space="preserve"> </w:t>
      </w:r>
      <w:r>
        <w:rPr>
          <w:rStyle w:val="Strong"/>
          <w:b w:val="0"/>
        </w:rPr>
        <w:t xml:space="preserve">up the Azure </w:t>
      </w:r>
      <w:r w:rsidR="008A5972">
        <w:rPr>
          <w:rStyle w:val="Strong"/>
          <w:b w:val="0"/>
        </w:rPr>
        <w:t>v</w:t>
      </w:r>
      <w:r>
        <w:rPr>
          <w:rStyle w:val="Strong"/>
          <w:b w:val="0"/>
        </w:rPr>
        <w:t xml:space="preserve">irtual </w:t>
      </w:r>
      <w:r w:rsidR="008A5972">
        <w:rPr>
          <w:rStyle w:val="Strong"/>
          <w:b w:val="0"/>
        </w:rPr>
        <w:t>m</w:t>
      </w:r>
      <w:r>
        <w:rPr>
          <w:rStyle w:val="Strong"/>
          <w:b w:val="0"/>
        </w:rPr>
        <w:t xml:space="preserve">achine, it should already have an SSL certificate that matches the domain name </w:t>
      </w:r>
      <w:r w:rsidR="008A5972">
        <w:rPr>
          <w:rStyle w:val="Strong"/>
          <w:b w:val="0"/>
        </w:rPr>
        <w:t xml:space="preserve">(for example, YourServer.cloudapp.net). </w:t>
      </w:r>
      <w:r>
        <w:rPr>
          <w:rStyle w:val="Strong"/>
          <w:b w:val="0"/>
        </w:rPr>
        <w:t>However, if you need to create a new SSL certificate</w:t>
      </w:r>
      <w:r w:rsidR="008A5972">
        <w:rPr>
          <w:rStyle w:val="Strong"/>
          <w:b w:val="0"/>
        </w:rPr>
        <w:t>,</w:t>
      </w:r>
      <w:r>
        <w:rPr>
          <w:rStyle w:val="Strong"/>
          <w:b w:val="0"/>
        </w:rPr>
        <w:t xml:space="preserve"> </w:t>
      </w:r>
      <w:r w:rsidR="00535FA9">
        <w:rPr>
          <w:rStyle w:val="Strong"/>
          <w:b w:val="0"/>
        </w:rPr>
        <w:t>do</w:t>
      </w:r>
      <w:r>
        <w:rPr>
          <w:rStyle w:val="Strong"/>
          <w:b w:val="0"/>
        </w:rPr>
        <w:t xml:space="preserve"> the following:</w:t>
      </w:r>
    </w:p>
    <w:p w14:paraId="35E95E62" w14:textId="487C7F69" w:rsidR="000262A1" w:rsidRDefault="000262A1" w:rsidP="00E44F6F">
      <w:pPr>
        <w:pStyle w:val="ListParagraph"/>
        <w:keepNext/>
        <w:numPr>
          <w:ilvl w:val="0"/>
          <w:numId w:val="45"/>
        </w:numPr>
        <w:rPr>
          <w:rStyle w:val="Strong"/>
          <w:b w:val="0"/>
        </w:rPr>
      </w:pPr>
      <w:r>
        <w:rPr>
          <w:rStyle w:val="Strong"/>
          <w:b w:val="0"/>
        </w:rPr>
        <w:t xml:space="preserve">Open up the Windows PowerShell command prompt with Administrator </w:t>
      </w:r>
      <w:r w:rsidR="008A5972">
        <w:rPr>
          <w:rStyle w:val="Strong"/>
          <w:b w:val="0"/>
        </w:rPr>
        <w:t>privileges.</w:t>
      </w:r>
    </w:p>
    <w:p w14:paraId="54D6A34D" w14:textId="6B30B41C" w:rsidR="000262A1" w:rsidRPr="007964FB" w:rsidRDefault="000262A1" w:rsidP="00E44F6F">
      <w:pPr>
        <w:pStyle w:val="ListParagraph"/>
        <w:keepNext/>
        <w:numPr>
          <w:ilvl w:val="0"/>
          <w:numId w:val="45"/>
        </w:numPr>
        <w:rPr>
          <w:rStyle w:val="Strong"/>
          <w:rFonts w:ascii="Lucida Console" w:hAnsi="Lucida Console"/>
          <w:b w:val="0"/>
        </w:rPr>
      </w:pPr>
      <w:r w:rsidRPr="007964FB">
        <w:rPr>
          <w:rStyle w:val="Strong"/>
          <w:b w:val="0"/>
        </w:rPr>
        <w:t>Run the following script replacing the DNS name with your server’s domain</w:t>
      </w:r>
      <w:r w:rsidR="008A5972">
        <w:rPr>
          <w:rStyle w:val="Strong"/>
          <w:b w:val="0"/>
        </w:rPr>
        <w:t>:</w:t>
      </w:r>
    </w:p>
    <w:p w14:paraId="4943A8AC" w14:textId="77777777" w:rsidR="000262A1" w:rsidRDefault="000262A1" w:rsidP="00E44F6F">
      <w:pPr>
        <w:keepNext/>
        <w:ind w:left="720"/>
        <w:rPr>
          <w:rStyle w:val="Strong"/>
          <w:rFonts w:ascii="Lucida Console" w:hAnsi="Lucida Console"/>
          <w:b w:val="0"/>
        </w:rPr>
      </w:pPr>
      <w:r w:rsidRPr="007964FB">
        <w:rPr>
          <w:rFonts w:ascii="Lucida Console" w:eastAsia="MS Mincho" w:hAnsi="Lucida Console" w:cs="Times New Roman"/>
          <w:noProof/>
          <w:color w:val="993300"/>
          <w:sz w:val="18"/>
          <w:szCs w:val="16"/>
          <w:lang w:eastAsia="ja-JP"/>
        </w:rPr>
        <w:t>New-SelfSignedCertificate -DnsName YourServer.cloudapp.net -CertStoreLocation cert:\LocalMachine\My</w:t>
      </w:r>
    </w:p>
    <w:p w14:paraId="43AAB74F" w14:textId="77777777" w:rsidR="000262A1" w:rsidRPr="00CF012E" w:rsidRDefault="000262A1" w:rsidP="00E44F6F">
      <w:pPr>
        <w:keepNext/>
        <w:rPr>
          <w:rStyle w:val="Strong"/>
        </w:rPr>
      </w:pPr>
      <w:r w:rsidRPr="00CF012E">
        <w:rPr>
          <w:rStyle w:val="Strong"/>
        </w:rPr>
        <w:t>To export the server’s SSL certificate public key</w:t>
      </w:r>
    </w:p>
    <w:p w14:paraId="07472FF6" w14:textId="77777777" w:rsidR="000262A1" w:rsidRPr="00CF012E" w:rsidRDefault="000262A1" w:rsidP="00E44F6F">
      <w:pPr>
        <w:pStyle w:val="ListParagraph"/>
        <w:numPr>
          <w:ilvl w:val="0"/>
          <w:numId w:val="11"/>
        </w:numPr>
      </w:pPr>
      <w:r w:rsidRPr="00CF012E">
        <w:t xml:space="preserve">Open MMC. You can find mmc.exe in %SystemRoot%\System32\. </w:t>
      </w:r>
    </w:p>
    <w:p w14:paraId="5107B72C" w14:textId="77777777" w:rsidR="000262A1" w:rsidRPr="00CF012E" w:rsidRDefault="000262A1" w:rsidP="00E44F6F">
      <w:pPr>
        <w:pStyle w:val="ListParagraph"/>
        <w:numPr>
          <w:ilvl w:val="0"/>
          <w:numId w:val="11"/>
        </w:numPr>
      </w:pPr>
      <w:r w:rsidRPr="00CF012E">
        <w:t xml:space="preserve">On the </w:t>
      </w:r>
      <w:r w:rsidRPr="00CF012E">
        <w:rPr>
          <w:b/>
        </w:rPr>
        <w:t>File</w:t>
      </w:r>
      <w:r w:rsidRPr="00CF012E">
        <w:t xml:space="preserve"> menu, click </w:t>
      </w:r>
      <w:r w:rsidRPr="00CF012E">
        <w:rPr>
          <w:b/>
        </w:rPr>
        <w:t>Add/Remove Snap-in</w:t>
      </w:r>
      <w:r w:rsidRPr="00CF012E">
        <w:t>.</w:t>
      </w:r>
    </w:p>
    <w:p w14:paraId="300B05C7" w14:textId="77777777" w:rsidR="000262A1" w:rsidRPr="00CF012E" w:rsidRDefault="000262A1" w:rsidP="00E44F6F">
      <w:pPr>
        <w:pStyle w:val="ListParagraph"/>
        <w:numPr>
          <w:ilvl w:val="0"/>
          <w:numId w:val="11"/>
        </w:numPr>
      </w:pPr>
      <w:r w:rsidRPr="00CF012E">
        <w:t xml:space="preserve">In the </w:t>
      </w:r>
      <w:r w:rsidRPr="00CF012E">
        <w:rPr>
          <w:b/>
        </w:rPr>
        <w:t>Add or Remove Snap-ins</w:t>
      </w:r>
      <w:r w:rsidRPr="00CF012E">
        <w:t xml:space="preserve"> window, under </w:t>
      </w:r>
      <w:r w:rsidRPr="00CF012E">
        <w:rPr>
          <w:b/>
        </w:rPr>
        <w:t>Available snap-ins</w:t>
      </w:r>
      <w:r w:rsidRPr="00CF012E">
        <w:t xml:space="preserve">, select </w:t>
      </w:r>
      <w:r w:rsidRPr="00CF012E">
        <w:rPr>
          <w:b/>
        </w:rPr>
        <w:t>Certificates,</w:t>
      </w:r>
      <w:r w:rsidRPr="00CF012E">
        <w:t xml:space="preserve"> and then click </w:t>
      </w:r>
      <w:r w:rsidRPr="00CF012E">
        <w:rPr>
          <w:b/>
        </w:rPr>
        <w:t>Add</w:t>
      </w:r>
      <w:r w:rsidRPr="00CF012E">
        <w:t>.</w:t>
      </w:r>
    </w:p>
    <w:p w14:paraId="31E96143" w14:textId="77777777" w:rsidR="000262A1" w:rsidRPr="00CF012E" w:rsidRDefault="000262A1" w:rsidP="00E44F6F">
      <w:pPr>
        <w:pStyle w:val="ListParagraph"/>
        <w:numPr>
          <w:ilvl w:val="0"/>
          <w:numId w:val="11"/>
        </w:numPr>
      </w:pPr>
      <w:r w:rsidRPr="00CF012E">
        <w:t xml:space="preserve">In </w:t>
      </w:r>
      <w:r w:rsidRPr="00CF012E">
        <w:rPr>
          <w:b/>
        </w:rPr>
        <w:t>Certificates snap-in</w:t>
      </w:r>
      <w:r w:rsidRPr="00CF012E">
        <w:t xml:space="preserve">, select </w:t>
      </w:r>
      <w:r w:rsidRPr="00CF012E">
        <w:rPr>
          <w:b/>
        </w:rPr>
        <w:t>Computer account</w:t>
      </w:r>
      <w:r w:rsidRPr="00CF012E">
        <w:t xml:space="preserve">, and then click </w:t>
      </w:r>
      <w:r w:rsidRPr="00CF012E">
        <w:rPr>
          <w:b/>
        </w:rPr>
        <w:t>Next.</w:t>
      </w:r>
    </w:p>
    <w:p w14:paraId="61450322" w14:textId="77777777" w:rsidR="000262A1" w:rsidRPr="00CF012E" w:rsidRDefault="000262A1" w:rsidP="00E44F6F">
      <w:pPr>
        <w:pStyle w:val="ListParagraph"/>
        <w:numPr>
          <w:ilvl w:val="0"/>
          <w:numId w:val="11"/>
        </w:numPr>
      </w:pPr>
      <w:r w:rsidRPr="00CF012E">
        <w:t xml:space="preserve">In </w:t>
      </w:r>
      <w:r w:rsidRPr="00CF012E">
        <w:rPr>
          <w:b/>
        </w:rPr>
        <w:t>Select Computer</w:t>
      </w:r>
      <w:r w:rsidRPr="00CF012E">
        <w:t xml:space="preserve">, ensure that </w:t>
      </w:r>
      <w:r w:rsidRPr="00CF012E">
        <w:rPr>
          <w:b/>
        </w:rPr>
        <w:t>Local computer</w:t>
      </w:r>
      <w:r w:rsidRPr="00CF012E">
        <w:t xml:space="preserve"> is selected, and then click </w:t>
      </w:r>
      <w:r w:rsidRPr="00CF012E">
        <w:rPr>
          <w:b/>
        </w:rPr>
        <w:t>Finish</w:t>
      </w:r>
      <w:r w:rsidRPr="00CF012E">
        <w:t>.</w:t>
      </w:r>
    </w:p>
    <w:p w14:paraId="2F96073E" w14:textId="77777777" w:rsidR="000262A1" w:rsidRPr="00CF012E" w:rsidRDefault="000262A1" w:rsidP="00E44F6F">
      <w:pPr>
        <w:pStyle w:val="ListParagraph"/>
        <w:numPr>
          <w:ilvl w:val="0"/>
          <w:numId w:val="11"/>
        </w:numPr>
      </w:pPr>
      <w:r w:rsidRPr="00CF012E">
        <w:lastRenderedPageBreak/>
        <w:t xml:space="preserve">In </w:t>
      </w:r>
      <w:r w:rsidRPr="00CF012E">
        <w:rPr>
          <w:b/>
        </w:rPr>
        <w:t>Add or Remove Snap-ins</w:t>
      </w:r>
      <w:r w:rsidRPr="00CF012E">
        <w:t xml:space="preserve">, click </w:t>
      </w:r>
      <w:r w:rsidRPr="00CF012E">
        <w:rPr>
          <w:b/>
        </w:rPr>
        <w:t>OK</w:t>
      </w:r>
      <w:r w:rsidRPr="00CF012E">
        <w:t>.</w:t>
      </w:r>
    </w:p>
    <w:p w14:paraId="29A0B1D6" w14:textId="77777777" w:rsidR="000262A1" w:rsidRPr="00CF012E" w:rsidRDefault="000262A1" w:rsidP="00E44F6F">
      <w:pPr>
        <w:pStyle w:val="ListParagraph"/>
        <w:numPr>
          <w:ilvl w:val="0"/>
          <w:numId w:val="11"/>
        </w:numPr>
      </w:pPr>
      <w:r w:rsidRPr="00CF012E">
        <w:t xml:space="preserve">Under </w:t>
      </w:r>
      <w:r w:rsidRPr="00CF012E">
        <w:rPr>
          <w:b/>
        </w:rPr>
        <w:t>Console Root</w:t>
      </w:r>
      <w:r w:rsidRPr="00CF012E">
        <w:t xml:space="preserve">, expand the </w:t>
      </w:r>
      <w:r w:rsidRPr="00CF012E">
        <w:rPr>
          <w:b/>
        </w:rPr>
        <w:t>Certificates (Local Computer)\Personal\Certificates</w:t>
      </w:r>
      <w:r w:rsidRPr="00CF012E">
        <w:t xml:space="preserve"> list.</w:t>
      </w:r>
    </w:p>
    <w:p w14:paraId="14D33031" w14:textId="77777777" w:rsidR="000262A1" w:rsidRPr="00CF012E" w:rsidRDefault="000262A1" w:rsidP="00E44F6F">
      <w:pPr>
        <w:pStyle w:val="ListParagraph"/>
        <w:numPr>
          <w:ilvl w:val="0"/>
          <w:numId w:val="11"/>
        </w:numPr>
      </w:pPr>
      <w:r w:rsidRPr="00CF012E">
        <w:t>Right-click the certificate that is issued to and by your server’s domain name (for example, YourServer.cloudapp.net).</w:t>
      </w:r>
    </w:p>
    <w:p w14:paraId="04EC8C4A" w14:textId="77777777" w:rsidR="000262A1" w:rsidRPr="00CF012E" w:rsidRDefault="000262A1" w:rsidP="00E44F6F">
      <w:pPr>
        <w:pStyle w:val="ListParagraph"/>
        <w:numPr>
          <w:ilvl w:val="0"/>
          <w:numId w:val="11"/>
        </w:numPr>
      </w:pPr>
      <w:r w:rsidRPr="00CF012E">
        <w:t xml:space="preserve">Point to </w:t>
      </w:r>
      <w:r w:rsidRPr="00CF012E">
        <w:rPr>
          <w:b/>
        </w:rPr>
        <w:t>All Tasks</w:t>
      </w:r>
      <w:r w:rsidRPr="00CF012E">
        <w:t xml:space="preserve">, and then click </w:t>
      </w:r>
      <w:r w:rsidRPr="00CF012E">
        <w:rPr>
          <w:b/>
        </w:rPr>
        <w:t>Export</w:t>
      </w:r>
      <w:r w:rsidRPr="00CF012E">
        <w:t>.</w:t>
      </w:r>
    </w:p>
    <w:p w14:paraId="01CEA71D" w14:textId="77777777" w:rsidR="000262A1" w:rsidRPr="00CF012E" w:rsidRDefault="000262A1" w:rsidP="00E44F6F">
      <w:pPr>
        <w:pStyle w:val="ListParagraph"/>
        <w:numPr>
          <w:ilvl w:val="0"/>
          <w:numId w:val="11"/>
        </w:numPr>
      </w:pPr>
      <w:r w:rsidRPr="00CF012E">
        <w:t xml:space="preserve">In the Certificate Export Wizard, click </w:t>
      </w:r>
      <w:r w:rsidRPr="00CF012E">
        <w:rPr>
          <w:b/>
        </w:rPr>
        <w:t>Next</w:t>
      </w:r>
      <w:r w:rsidRPr="00CF012E">
        <w:t>.</w:t>
      </w:r>
    </w:p>
    <w:p w14:paraId="6FEDA7CC" w14:textId="77777777" w:rsidR="000262A1" w:rsidRPr="00CF012E" w:rsidRDefault="000262A1" w:rsidP="00E44F6F">
      <w:pPr>
        <w:pStyle w:val="ListParagraph"/>
        <w:numPr>
          <w:ilvl w:val="0"/>
          <w:numId w:val="11"/>
        </w:numPr>
      </w:pPr>
      <w:r w:rsidRPr="00CF012E">
        <w:t xml:space="preserve">Select </w:t>
      </w:r>
      <w:r w:rsidRPr="00CF012E">
        <w:rPr>
          <w:b/>
        </w:rPr>
        <w:t>No, do not export the private key</w:t>
      </w:r>
      <w:r w:rsidRPr="00CF012E">
        <w:t xml:space="preserve">, and then click </w:t>
      </w:r>
      <w:r w:rsidRPr="00CF012E">
        <w:rPr>
          <w:b/>
        </w:rPr>
        <w:t>Next</w:t>
      </w:r>
      <w:r w:rsidRPr="00CF012E">
        <w:t>.</w:t>
      </w:r>
    </w:p>
    <w:p w14:paraId="0B4B3A05" w14:textId="77777777" w:rsidR="000262A1" w:rsidRPr="00CF012E" w:rsidRDefault="000262A1" w:rsidP="00E44F6F">
      <w:pPr>
        <w:pStyle w:val="ListParagraph"/>
        <w:numPr>
          <w:ilvl w:val="0"/>
          <w:numId w:val="11"/>
        </w:numPr>
      </w:pPr>
      <w:r w:rsidRPr="00CF012E">
        <w:t xml:space="preserve">Select </w:t>
      </w:r>
      <w:r w:rsidRPr="00CF012E">
        <w:rPr>
          <w:b/>
        </w:rPr>
        <w:t>Cryptographic Message Syntax Standard - PKCS #7 Certificates (.P7B)</w:t>
      </w:r>
      <w:r w:rsidRPr="00CF012E">
        <w:t xml:space="preserve"> and the </w:t>
      </w:r>
      <w:r w:rsidRPr="00CF012E">
        <w:rPr>
          <w:b/>
        </w:rPr>
        <w:t>Include all certificates in the certification path if possible</w:t>
      </w:r>
      <w:r w:rsidRPr="00CF012E">
        <w:t xml:space="preserve"> check box.</w:t>
      </w:r>
    </w:p>
    <w:p w14:paraId="5FFD946D" w14:textId="77777777" w:rsidR="000262A1" w:rsidRPr="00CF012E" w:rsidRDefault="000262A1" w:rsidP="00E44F6F">
      <w:pPr>
        <w:pStyle w:val="ListParagraph"/>
        <w:numPr>
          <w:ilvl w:val="0"/>
          <w:numId w:val="11"/>
        </w:numPr>
      </w:pPr>
      <w:r w:rsidRPr="00CF012E">
        <w:t xml:space="preserve">Click </w:t>
      </w:r>
      <w:r w:rsidRPr="00CF012E">
        <w:rPr>
          <w:b/>
        </w:rPr>
        <w:t>Next</w:t>
      </w:r>
      <w:r w:rsidRPr="00CF012E">
        <w:t xml:space="preserve">. </w:t>
      </w:r>
    </w:p>
    <w:p w14:paraId="1E3405CC" w14:textId="77777777" w:rsidR="000262A1" w:rsidRPr="00CF012E" w:rsidRDefault="000262A1" w:rsidP="00E44F6F">
      <w:pPr>
        <w:pStyle w:val="ListParagraph"/>
        <w:numPr>
          <w:ilvl w:val="0"/>
          <w:numId w:val="11"/>
        </w:numPr>
      </w:pPr>
      <w:r w:rsidRPr="00CF012E">
        <w:t xml:space="preserve">Name the certificate file with a recognizable name, and then click </w:t>
      </w:r>
      <w:r w:rsidRPr="00CF012E">
        <w:rPr>
          <w:b/>
        </w:rPr>
        <w:t>Next</w:t>
      </w:r>
      <w:r w:rsidRPr="00CF012E">
        <w:t xml:space="preserve">. </w:t>
      </w:r>
    </w:p>
    <w:p w14:paraId="4CCF21AD" w14:textId="77777777" w:rsidR="000262A1" w:rsidRPr="00CF012E" w:rsidRDefault="000262A1" w:rsidP="00E44F6F">
      <w:pPr>
        <w:pStyle w:val="ListParagraph"/>
        <w:numPr>
          <w:ilvl w:val="0"/>
          <w:numId w:val="11"/>
        </w:numPr>
      </w:pPr>
      <w:r w:rsidRPr="00CF012E">
        <w:t xml:space="preserve">Click </w:t>
      </w:r>
      <w:r w:rsidRPr="00CF012E">
        <w:rPr>
          <w:b/>
        </w:rPr>
        <w:t>Finish</w:t>
      </w:r>
      <w:r w:rsidRPr="00CF012E">
        <w:t>.</w:t>
      </w:r>
    </w:p>
    <w:p w14:paraId="414BB706" w14:textId="77777777" w:rsidR="000262A1" w:rsidRPr="00CF012E" w:rsidRDefault="000262A1" w:rsidP="00E44F6F">
      <w:pPr>
        <w:pStyle w:val="ListParagraph"/>
        <w:numPr>
          <w:ilvl w:val="0"/>
          <w:numId w:val="11"/>
        </w:numPr>
      </w:pPr>
      <w:r w:rsidRPr="00CF012E">
        <w:t>Copy the resulting .p7b file to your development PC.</w:t>
      </w:r>
    </w:p>
    <w:p w14:paraId="10B93E78" w14:textId="77777777" w:rsidR="000262A1" w:rsidRDefault="000262A1" w:rsidP="00E44F6F">
      <w:pPr>
        <w:rPr>
          <w:rStyle w:val="Strong"/>
        </w:rPr>
      </w:pPr>
      <w:r w:rsidRPr="00155A57">
        <w:t>Now that you have the public keys exported for both your SSL (.p7b) and Relying Party certificate (.cer), you can add them to your NSAL endpoint definition in XDP to set up your Relying Party (XSTS) token. This enables all consoles running your title to authenticate with your web service and trust the SSL communication.</w:t>
      </w:r>
      <w:r>
        <w:t xml:space="preserve"> </w:t>
      </w:r>
    </w:p>
    <w:p w14:paraId="2D9E3A8A" w14:textId="77777777" w:rsidR="000262A1" w:rsidRPr="007F2C49" w:rsidRDefault="000262A1" w:rsidP="000262A1">
      <w:pPr>
        <w:keepNext/>
        <w:rPr>
          <w:rStyle w:val="Strong"/>
        </w:rPr>
      </w:pPr>
      <w:r w:rsidRPr="007F2C49">
        <w:rPr>
          <w:rStyle w:val="Strong"/>
        </w:rPr>
        <w:t>To configure the NSAL, token definitions, and SSL certificates for the web service</w:t>
      </w:r>
      <w:r>
        <w:rPr>
          <w:rStyle w:val="Strong"/>
        </w:rPr>
        <w:t xml:space="preserve"> in XDP</w:t>
      </w:r>
    </w:p>
    <w:p w14:paraId="2A389BC6" w14:textId="77777777" w:rsidR="000262A1" w:rsidRDefault="000262A1" w:rsidP="000262A1">
      <w:pPr>
        <w:pStyle w:val="ListParagraph"/>
        <w:numPr>
          <w:ilvl w:val="0"/>
          <w:numId w:val="13"/>
        </w:numPr>
      </w:pPr>
      <w:r>
        <w:t xml:space="preserve">Go to your </w:t>
      </w:r>
      <w:r w:rsidRPr="003D27BA">
        <w:rPr>
          <w:b/>
        </w:rPr>
        <w:t>Publisher</w:t>
      </w:r>
      <w:r>
        <w:t xml:space="preserve"> page in XDP.</w:t>
      </w:r>
    </w:p>
    <w:p w14:paraId="58BCB406" w14:textId="77777777" w:rsidR="000262A1" w:rsidRDefault="000262A1" w:rsidP="000262A1">
      <w:pPr>
        <w:pStyle w:val="ListParagraph"/>
        <w:numPr>
          <w:ilvl w:val="0"/>
          <w:numId w:val="13"/>
        </w:numPr>
      </w:pPr>
      <w:r>
        <w:t xml:space="preserve">On the </w:t>
      </w:r>
      <w:r w:rsidRPr="003D27BA">
        <w:rPr>
          <w:b/>
        </w:rPr>
        <w:t>Manage</w:t>
      </w:r>
      <w:r>
        <w:t xml:space="preserve"> menu, click </w:t>
      </w:r>
      <w:r w:rsidRPr="003D27BA">
        <w:rPr>
          <w:b/>
        </w:rPr>
        <w:t>Web Services</w:t>
      </w:r>
      <w:r>
        <w:t>.</w:t>
      </w:r>
    </w:p>
    <w:p w14:paraId="5A5333C1" w14:textId="77777777" w:rsidR="000262A1" w:rsidRDefault="000262A1" w:rsidP="000262A1">
      <w:pPr>
        <w:pStyle w:val="ListParagraph"/>
        <w:numPr>
          <w:ilvl w:val="0"/>
          <w:numId w:val="13"/>
        </w:numPr>
      </w:pPr>
      <w:r>
        <w:t xml:space="preserve">If you do not have a current web service to add your server to, click </w:t>
      </w:r>
      <w:r w:rsidRPr="003D27BA">
        <w:rPr>
          <w:b/>
        </w:rPr>
        <w:t>New</w:t>
      </w:r>
      <w:r>
        <w:t xml:space="preserve"> to create one.</w:t>
      </w:r>
    </w:p>
    <w:p w14:paraId="44F54A54" w14:textId="77777777" w:rsidR="000262A1" w:rsidRDefault="000262A1" w:rsidP="000262A1">
      <w:pPr>
        <w:pStyle w:val="ListParagraph"/>
        <w:numPr>
          <w:ilvl w:val="0"/>
          <w:numId w:val="13"/>
        </w:numPr>
      </w:pPr>
      <w:r>
        <w:t xml:space="preserve">Select a definition under </w:t>
      </w:r>
      <w:r w:rsidRPr="003D27BA">
        <w:rPr>
          <w:b/>
        </w:rPr>
        <w:t>Web Services</w:t>
      </w:r>
      <w:r>
        <w:t xml:space="preserve"> to display its list of endpoints.</w:t>
      </w:r>
    </w:p>
    <w:p w14:paraId="113162D8" w14:textId="77777777" w:rsidR="000262A1" w:rsidRDefault="000262A1" w:rsidP="000262A1">
      <w:pPr>
        <w:pStyle w:val="ListParagraph"/>
        <w:numPr>
          <w:ilvl w:val="0"/>
          <w:numId w:val="13"/>
        </w:numPr>
      </w:pPr>
      <w:r>
        <w:t xml:space="preserve">Click </w:t>
      </w:r>
      <w:r w:rsidRPr="003D27BA">
        <w:rPr>
          <w:b/>
        </w:rPr>
        <w:t>New</w:t>
      </w:r>
      <w:r>
        <w:t xml:space="preserve"> under </w:t>
      </w:r>
      <w:r w:rsidRPr="003D27BA">
        <w:rPr>
          <w:b/>
        </w:rPr>
        <w:t>Endpoints</w:t>
      </w:r>
      <w:r>
        <w:t>.</w:t>
      </w:r>
    </w:p>
    <w:p w14:paraId="2EA9A248" w14:textId="77777777" w:rsidR="000262A1" w:rsidRDefault="000262A1" w:rsidP="000262A1">
      <w:pPr>
        <w:pStyle w:val="ListParagraph"/>
        <w:numPr>
          <w:ilvl w:val="0"/>
          <w:numId w:val="13"/>
        </w:numPr>
      </w:pPr>
      <w:r>
        <w:lastRenderedPageBreak/>
        <w:t xml:space="preserve">In </w:t>
      </w:r>
      <w:r w:rsidRPr="003D27BA">
        <w:rPr>
          <w:b/>
        </w:rPr>
        <w:t>Add New Endpoint</w:t>
      </w:r>
      <w:r>
        <w:t xml:space="preserve">, select the proper host type. For this quick start guide, set </w:t>
      </w:r>
      <w:r w:rsidRPr="00EC4585">
        <w:rPr>
          <w:b/>
        </w:rPr>
        <w:t>Host Type</w:t>
      </w:r>
      <w:r>
        <w:t xml:space="preserve"> to </w:t>
      </w:r>
      <w:r w:rsidRPr="00EC4585">
        <w:rPr>
          <w:b/>
        </w:rPr>
        <w:t>FQDN</w:t>
      </w:r>
      <w:r>
        <w:t xml:space="preserve"> (for </w:t>
      </w:r>
      <w:r w:rsidRPr="00EC4585">
        <w:rPr>
          <w:i/>
        </w:rPr>
        <w:t>fully qualified domain name</w:t>
      </w:r>
      <w:r>
        <w:t>).</w:t>
      </w:r>
    </w:p>
    <w:p w14:paraId="3CC36545" w14:textId="77777777" w:rsidR="000262A1" w:rsidRPr="00E90DD5" w:rsidRDefault="000262A1" w:rsidP="000262A1">
      <w:pPr>
        <w:pStyle w:val="ListParagraph"/>
        <w:numPr>
          <w:ilvl w:val="0"/>
          <w:numId w:val="13"/>
        </w:numPr>
      </w:pPr>
      <w:r>
        <w:t xml:space="preserve">Set </w:t>
      </w:r>
      <w:r w:rsidRPr="00EC4585">
        <w:rPr>
          <w:b/>
        </w:rPr>
        <w:t>Protocol</w:t>
      </w:r>
      <w:r>
        <w:t xml:space="preserve"> to </w:t>
      </w:r>
      <w:r w:rsidRPr="00EC4585">
        <w:rPr>
          <w:b/>
        </w:rPr>
        <w:t>https</w:t>
      </w:r>
      <w:r>
        <w:t xml:space="preserve">. </w:t>
      </w:r>
      <w:r w:rsidRPr="00E90DD5">
        <w:t xml:space="preserve">Even if your server is not yet configured for HTTPS, you can only define and add the definition for the </w:t>
      </w:r>
      <w:r>
        <w:t>R</w:t>
      </w:r>
      <w:r w:rsidRPr="00E90DD5">
        <w:t xml:space="preserve">elying </w:t>
      </w:r>
      <w:r>
        <w:t>P</w:t>
      </w:r>
      <w:r w:rsidRPr="00E90DD5">
        <w:t>arty token by having specified HTTPS as the protocol for the endpoint.</w:t>
      </w:r>
    </w:p>
    <w:p w14:paraId="2F10DBFD" w14:textId="77777777" w:rsidR="000262A1" w:rsidRPr="00E90DD5" w:rsidRDefault="000262A1" w:rsidP="000262A1">
      <w:pPr>
        <w:pStyle w:val="ListParagraph"/>
        <w:numPr>
          <w:ilvl w:val="0"/>
          <w:numId w:val="13"/>
        </w:numPr>
      </w:pPr>
      <w:r>
        <w:t xml:space="preserve">For </w:t>
      </w:r>
      <w:r w:rsidRPr="00EC4585">
        <w:rPr>
          <w:b/>
        </w:rPr>
        <w:t>Host Name</w:t>
      </w:r>
      <w:r>
        <w:t xml:space="preserve">, enter the name of your server. </w:t>
      </w:r>
      <w:r w:rsidRPr="00E90DD5">
        <w:t xml:space="preserve">For example, </w:t>
      </w:r>
      <w:r w:rsidRPr="00A40AAA">
        <w:rPr>
          <w:i/>
        </w:rPr>
        <w:t>yourserver.cloudapp.net</w:t>
      </w:r>
      <w:r w:rsidRPr="00E90DD5">
        <w:t>.</w:t>
      </w:r>
    </w:p>
    <w:p w14:paraId="34D43D2C" w14:textId="77777777" w:rsidR="000262A1" w:rsidRPr="00E90DD5" w:rsidRDefault="000262A1" w:rsidP="000262A1">
      <w:pPr>
        <w:pStyle w:val="ListParagraph"/>
        <w:numPr>
          <w:ilvl w:val="0"/>
          <w:numId w:val="13"/>
        </w:numPr>
      </w:pPr>
      <w:r>
        <w:t xml:space="preserve">Select </w:t>
      </w:r>
      <w:r w:rsidRPr="00F04A1A">
        <w:rPr>
          <w:b/>
        </w:rPr>
        <w:t>Requ</w:t>
      </w:r>
      <w:r>
        <w:rPr>
          <w:b/>
        </w:rPr>
        <w:t>i</w:t>
      </w:r>
      <w:r w:rsidRPr="00F04A1A">
        <w:rPr>
          <w:b/>
        </w:rPr>
        <w:t>res Single Sign On Token</w:t>
      </w:r>
      <w:r>
        <w:t xml:space="preserve">. </w:t>
      </w:r>
      <w:r w:rsidRPr="00E90DD5">
        <w:t>Doing so indicates that this endpoint requires an XSTS token.</w:t>
      </w:r>
    </w:p>
    <w:p w14:paraId="4D3B86AB" w14:textId="77777777" w:rsidR="000262A1" w:rsidRPr="00E90DD5" w:rsidRDefault="000262A1" w:rsidP="000262A1">
      <w:pPr>
        <w:pStyle w:val="ListParagraph"/>
        <w:numPr>
          <w:ilvl w:val="0"/>
          <w:numId w:val="13"/>
        </w:numPr>
      </w:pPr>
      <w:r>
        <w:t xml:space="preserve">For </w:t>
      </w:r>
      <w:r w:rsidRPr="00F04A1A">
        <w:rPr>
          <w:b/>
        </w:rPr>
        <w:t>Service certificate chain</w:t>
      </w:r>
      <w:r>
        <w:t xml:space="preserve">, select an existing XSTS token/claim definition. </w:t>
      </w:r>
      <w:r w:rsidRPr="00E90DD5">
        <w:t xml:space="preserve">If you need to create a definition, and you want instructions, see </w:t>
      </w:r>
      <w:r w:rsidRPr="00A40AAA">
        <w:rPr>
          <w:b/>
        </w:rPr>
        <w:t>To create a new token definition</w:t>
      </w:r>
      <w:r w:rsidRPr="00E90DD5">
        <w:t>, a procedure later in this section.</w:t>
      </w:r>
    </w:p>
    <w:p w14:paraId="7FAA251C" w14:textId="77777777" w:rsidR="000262A1" w:rsidRPr="00E90DD5" w:rsidRDefault="000262A1" w:rsidP="000262A1">
      <w:pPr>
        <w:pStyle w:val="ListParagraph"/>
        <w:numPr>
          <w:ilvl w:val="0"/>
          <w:numId w:val="13"/>
        </w:numPr>
      </w:pPr>
      <w:r>
        <w:t xml:space="preserve">Click </w:t>
      </w:r>
      <w:r w:rsidRPr="00F04A1A">
        <w:rPr>
          <w:b/>
        </w:rPr>
        <w:t>Add New</w:t>
      </w:r>
      <w:r>
        <w:t xml:space="preserve"> for </w:t>
      </w:r>
      <w:r w:rsidRPr="00F04A1A">
        <w:rPr>
          <w:b/>
        </w:rPr>
        <w:t>Service certificate chain</w:t>
      </w:r>
      <w:r>
        <w:t xml:space="preserve"> to upload your SSL certificate and have it trusted by the console through Xbox Live. </w:t>
      </w:r>
      <w:r w:rsidRPr="00E90DD5">
        <w:t xml:space="preserve">For more information, see </w:t>
      </w:r>
      <w:hyperlink w:anchor="_Enabling_HTTPS_for_1" w:history="1">
        <w:r w:rsidRPr="00964E6C">
          <w:rPr>
            <w:rStyle w:val="Hyperlink"/>
          </w:rPr>
          <w:t>Enabling HTTPS for your web service</w:t>
        </w:r>
      </w:hyperlink>
      <w:r w:rsidRPr="00E90DD5">
        <w:t xml:space="preserve">, later in this paper. </w:t>
      </w:r>
    </w:p>
    <w:p w14:paraId="3D5E9EF4" w14:textId="77777777" w:rsidR="000262A1" w:rsidRDefault="000262A1" w:rsidP="000262A1">
      <w:pPr>
        <w:pStyle w:val="ListParagraph"/>
        <w:numPr>
          <w:ilvl w:val="0"/>
          <w:numId w:val="13"/>
        </w:numPr>
      </w:pPr>
      <w:r>
        <w:t xml:space="preserve">Select </w:t>
      </w:r>
      <w:r w:rsidRPr="002867F5">
        <w:rPr>
          <w:b/>
        </w:rPr>
        <w:t>SSL</w:t>
      </w:r>
      <w:r>
        <w:t xml:space="preserve"> as the certificate type, select </w:t>
      </w:r>
      <w:r w:rsidRPr="002867F5">
        <w:rPr>
          <w:b/>
        </w:rPr>
        <w:t>Contains Leaf</w:t>
      </w:r>
      <w:r>
        <w:t xml:space="preserve">, and then click </w:t>
      </w:r>
      <w:r w:rsidRPr="002867F5">
        <w:rPr>
          <w:b/>
        </w:rPr>
        <w:t>Browse</w:t>
      </w:r>
      <w:r>
        <w:t xml:space="preserve"> to upload the public .p7b file for your server’s SSL certificate.</w:t>
      </w:r>
    </w:p>
    <w:p w14:paraId="7204D32D" w14:textId="77777777" w:rsidR="000262A1" w:rsidRDefault="000262A1" w:rsidP="000262A1">
      <w:pPr>
        <w:pStyle w:val="ListParagraph"/>
        <w:numPr>
          <w:ilvl w:val="0"/>
          <w:numId w:val="13"/>
        </w:numPr>
      </w:pPr>
      <w:r>
        <w:t xml:space="preserve">Click </w:t>
      </w:r>
      <w:r w:rsidRPr="002867F5">
        <w:rPr>
          <w:b/>
        </w:rPr>
        <w:t>Add Certificate Chain</w:t>
      </w:r>
      <w:r>
        <w:t>.</w:t>
      </w:r>
    </w:p>
    <w:p w14:paraId="3E264BB3" w14:textId="77777777" w:rsidR="000262A1" w:rsidRDefault="000262A1" w:rsidP="000262A1">
      <w:pPr>
        <w:pStyle w:val="ListParagraph"/>
        <w:numPr>
          <w:ilvl w:val="0"/>
          <w:numId w:val="13"/>
        </w:numPr>
      </w:pPr>
      <w:r>
        <w:t xml:space="preserve">Click </w:t>
      </w:r>
      <w:r w:rsidRPr="00E12F10">
        <w:rPr>
          <w:b/>
        </w:rPr>
        <w:t>Save Endpoint</w:t>
      </w:r>
      <w:r>
        <w:t>.</w:t>
      </w:r>
    </w:p>
    <w:p w14:paraId="5E32F0A9" w14:textId="77777777" w:rsidR="000262A1" w:rsidRDefault="000262A1" w:rsidP="000262A1">
      <w:pPr>
        <w:pStyle w:val="ListParagraph"/>
        <w:numPr>
          <w:ilvl w:val="0"/>
          <w:numId w:val="13"/>
        </w:numPr>
      </w:pPr>
      <w:r>
        <w:t xml:space="preserve">Click </w:t>
      </w:r>
      <w:r w:rsidRPr="00E12F10">
        <w:rPr>
          <w:b/>
        </w:rPr>
        <w:t>Publish</w:t>
      </w:r>
      <w:r>
        <w:t xml:space="preserve"> to publish the changes.</w:t>
      </w:r>
    </w:p>
    <w:p w14:paraId="63476D0B" w14:textId="77777777" w:rsidR="000262A1" w:rsidRDefault="000262A1" w:rsidP="000262A1">
      <w:pPr>
        <w:pStyle w:val="ListParagraph"/>
        <w:numPr>
          <w:ilvl w:val="0"/>
          <w:numId w:val="13"/>
        </w:numPr>
      </w:pPr>
      <w:r>
        <w:t xml:space="preserve">Under </w:t>
      </w:r>
      <w:r w:rsidRPr="00E12F10">
        <w:rPr>
          <w:b/>
        </w:rPr>
        <w:t>Web Service Managemen</w:t>
      </w:r>
      <w:r w:rsidRPr="003B0012">
        <w:rPr>
          <w:b/>
        </w:rPr>
        <w:t>t, XDP</w:t>
      </w:r>
      <w:r>
        <w:t xml:space="preserve"> it will display </w:t>
      </w:r>
      <w:r w:rsidRPr="00E12F10">
        <w:rPr>
          <w:b/>
        </w:rPr>
        <w:t>Publish: Scheduled</w:t>
      </w:r>
      <w:r>
        <w:t xml:space="preserve">, and then </w:t>
      </w:r>
      <w:r w:rsidRPr="00E12F10">
        <w:rPr>
          <w:b/>
        </w:rPr>
        <w:t>Publish: In Progress</w:t>
      </w:r>
      <w:r>
        <w:t xml:space="preserve">, and finally </w:t>
      </w:r>
      <w:r w:rsidRPr="00E12F10">
        <w:rPr>
          <w:b/>
        </w:rPr>
        <w:t>Publish: Completed</w:t>
      </w:r>
      <w:r>
        <w:t xml:space="preserve"> when everything is ready.</w:t>
      </w:r>
    </w:p>
    <w:p w14:paraId="462F1D2E" w14:textId="77777777" w:rsidR="000262A1" w:rsidRDefault="000262A1" w:rsidP="000262A1">
      <w:pPr>
        <w:pStyle w:val="ListParagraph"/>
        <w:numPr>
          <w:ilvl w:val="0"/>
          <w:numId w:val="13"/>
        </w:numPr>
      </w:pPr>
      <w:r>
        <w:t>Go to your title’s page in XDP.</w:t>
      </w:r>
    </w:p>
    <w:p w14:paraId="187F53EA" w14:textId="77777777" w:rsidR="000262A1" w:rsidRDefault="000262A1" w:rsidP="000262A1">
      <w:pPr>
        <w:pStyle w:val="ListParagraph"/>
        <w:numPr>
          <w:ilvl w:val="0"/>
          <w:numId w:val="13"/>
        </w:numPr>
      </w:pPr>
      <w:r>
        <w:t xml:space="preserve">For the product instance you want to modify, click </w:t>
      </w:r>
      <w:r w:rsidRPr="00305CF2">
        <w:rPr>
          <w:b/>
        </w:rPr>
        <w:t>Service Configuration</w:t>
      </w:r>
      <w:r>
        <w:t>.</w:t>
      </w:r>
    </w:p>
    <w:p w14:paraId="67C3088E" w14:textId="77777777" w:rsidR="000262A1" w:rsidRDefault="000262A1" w:rsidP="000262A1">
      <w:pPr>
        <w:pStyle w:val="ListParagraph"/>
        <w:numPr>
          <w:ilvl w:val="0"/>
          <w:numId w:val="13"/>
        </w:numPr>
      </w:pPr>
      <w:r>
        <w:t xml:space="preserve">Click </w:t>
      </w:r>
      <w:r w:rsidRPr="00D53FCB">
        <w:rPr>
          <w:b/>
        </w:rPr>
        <w:t>Network Security Authorization List</w:t>
      </w:r>
      <w:r>
        <w:t>.</w:t>
      </w:r>
    </w:p>
    <w:p w14:paraId="402C138A" w14:textId="77777777" w:rsidR="000262A1" w:rsidRDefault="000262A1" w:rsidP="000262A1">
      <w:pPr>
        <w:pStyle w:val="ListParagraph"/>
        <w:numPr>
          <w:ilvl w:val="0"/>
          <w:numId w:val="13"/>
        </w:numPr>
      </w:pPr>
      <w:r>
        <w:t xml:space="preserve">Make sure </w:t>
      </w:r>
      <w:r w:rsidRPr="00D53FCB">
        <w:rPr>
          <w:b/>
        </w:rPr>
        <w:t>Add to list</w:t>
      </w:r>
      <w:r>
        <w:t xml:space="preserve"> is selected for the web service associated with your server’s endpoint.</w:t>
      </w:r>
    </w:p>
    <w:p w14:paraId="75F67ACF" w14:textId="77777777" w:rsidR="000262A1" w:rsidRDefault="000262A1" w:rsidP="000262A1">
      <w:pPr>
        <w:pStyle w:val="ListParagraph"/>
        <w:numPr>
          <w:ilvl w:val="0"/>
          <w:numId w:val="13"/>
        </w:numPr>
      </w:pPr>
      <w:r>
        <w:t xml:space="preserve">Click </w:t>
      </w:r>
      <w:r w:rsidRPr="006368E0">
        <w:rPr>
          <w:b/>
        </w:rPr>
        <w:t>Save</w:t>
      </w:r>
      <w:r>
        <w:t>.</w:t>
      </w:r>
    </w:p>
    <w:p w14:paraId="0BD243B3" w14:textId="77777777" w:rsidR="000262A1" w:rsidRDefault="000262A1" w:rsidP="000262A1">
      <w:pPr>
        <w:pStyle w:val="ListParagraph"/>
        <w:numPr>
          <w:ilvl w:val="0"/>
          <w:numId w:val="13"/>
        </w:numPr>
      </w:pPr>
      <w:r>
        <w:t xml:space="preserve">Click </w:t>
      </w:r>
      <w:r w:rsidRPr="006368E0">
        <w:rPr>
          <w:b/>
        </w:rPr>
        <w:t>Publish</w:t>
      </w:r>
      <w:r>
        <w:t>.</w:t>
      </w:r>
    </w:p>
    <w:p w14:paraId="1C7BDE1B" w14:textId="77777777" w:rsidR="000262A1" w:rsidRDefault="000262A1" w:rsidP="000262A1">
      <w:pPr>
        <w:pStyle w:val="ListParagraph"/>
        <w:numPr>
          <w:ilvl w:val="0"/>
          <w:numId w:val="13"/>
        </w:numPr>
      </w:pPr>
      <w:r>
        <w:lastRenderedPageBreak/>
        <w:t xml:space="preserve">Under </w:t>
      </w:r>
      <w:r w:rsidRPr="006368E0">
        <w:rPr>
          <w:b/>
        </w:rPr>
        <w:t>Destination Sandbox</w:t>
      </w:r>
      <w:r>
        <w:t>, select the sandbox to publish the changes to.</w:t>
      </w:r>
    </w:p>
    <w:p w14:paraId="57046E80" w14:textId="77777777" w:rsidR="000262A1" w:rsidRDefault="000262A1" w:rsidP="000262A1">
      <w:pPr>
        <w:pStyle w:val="ListParagraph"/>
        <w:numPr>
          <w:ilvl w:val="0"/>
          <w:numId w:val="13"/>
        </w:numPr>
      </w:pPr>
      <w:r>
        <w:t xml:space="preserve">Make sure </w:t>
      </w:r>
      <w:r>
        <w:rPr>
          <w:b/>
        </w:rPr>
        <w:t>Netwo</w:t>
      </w:r>
      <w:r w:rsidRPr="006368E0">
        <w:rPr>
          <w:b/>
        </w:rPr>
        <w:t>rk Security Authorization List (NSAL)</w:t>
      </w:r>
      <w:r>
        <w:t xml:space="preserve"> is selected.</w:t>
      </w:r>
    </w:p>
    <w:p w14:paraId="60100348" w14:textId="77777777" w:rsidR="000262A1" w:rsidRDefault="000262A1" w:rsidP="000262A1">
      <w:pPr>
        <w:pStyle w:val="ListParagraph"/>
        <w:numPr>
          <w:ilvl w:val="0"/>
          <w:numId w:val="13"/>
        </w:numPr>
      </w:pPr>
      <w:r>
        <w:t xml:space="preserve">Click </w:t>
      </w:r>
      <w:r w:rsidRPr="006368E0">
        <w:rPr>
          <w:b/>
        </w:rPr>
        <w:t>Submit</w:t>
      </w:r>
      <w:r>
        <w:t>.</w:t>
      </w:r>
    </w:p>
    <w:p w14:paraId="615AD8BD" w14:textId="77777777" w:rsidR="000262A1" w:rsidRDefault="000262A1" w:rsidP="000262A1">
      <w:pPr>
        <w:pStyle w:val="ListParagraph"/>
        <w:numPr>
          <w:ilvl w:val="0"/>
          <w:numId w:val="13"/>
        </w:numPr>
      </w:pPr>
      <w:r>
        <w:t xml:space="preserve">Click </w:t>
      </w:r>
      <w:r w:rsidRPr="006368E0">
        <w:rPr>
          <w:b/>
        </w:rPr>
        <w:t>Confirm</w:t>
      </w:r>
      <w:r>
        <w:t xml:space="preserve">. </w:t>
      </w:r>
    </w:p>
    <w:p w14:paraId="7539C6F7" w14:textId="77777777" w:rsidR="000262A1" w:rsidRDefault="000262A1" w:rsidP="000262A1">
      <w:pPr>
        <w:pStyle w:val="ListParagraph"/>
        <w:numPr>
          <w:ilvl w:val="0"/>
          <w:numId w:val="13"/>
        </w:numPr>
      </w:pPr>
      <w:r>
        <w:t>Wait a few minutes for the changes to be propagated through Xbox Live.</w:t>
      </w:r>
    </w:p>
    <w:p w14:paraId="4492D8AF" w14:textId="77777777" w:rsidR="000262A1" w:rsidRDefault="000262A1" w:rsidP="000262A1">
      <w:r>
        <w:t xml:space="preserve">While in </w:t>
      </w:r>
      <w:r w:rsidRPr="00451F00">
        <w:rPr>
          <w:b/>
        </w:rPr>
        <w:t>Web Service Management</w:t>
      </w:r>
      <w:r>
        <w:t xml:space="preserve">, whether you are adding a new endpoint or editing an existing endpoint, you can use the following procedure to create a new token definition. Start from the </w:t>
      </w:r>
      <w:r w:rsidRPr="00451F00">
        <w:rPr>
          <w:b/>
        </w:rPr>
        <w:t>Add New Endpoint</w:t>
      </w:r>
      <w:r>
        <w:t xml:space="preserve"> or </w:t>
      </w:r>
      <w:r w:rsidRPr="00451F00">
        <w:rPr>
          <w:b/>
        </w:rPr>
        <w:t>Edit Endpoint</w:t>
      </w:r>
      <w:r>
        <w:t>, which both display the settings for an endpoint.</w:t>
      </w:r>
    </w:p>
    <w:p w14:paraId="508F7B3A" w14:textId="77777777" w:rsidR="000262A1" w:rsidRDefault="000262A1" w:rsidP="000262A1">
      <w:r>
        <w:t>When you add a new token definition, some claims are added by default, but you can move these and/or add more. If you need the user’s XUID added as a claim, contact your Microsoft representative.</w:t>
      </w:r>
    </w:p>
    <w:p w14:paraId="2B774F1E" w14:textId="77777777" w:rsidR="000262A1" w:rsidRDefault="000262A1" w:rsidP="000262A1">
      <w:pPr>
        <w:pStyle w:val="ListParagraph"/>
        <w:ind w:left="0"/>
      </w:pPr>
      <w:r w:rsidRPr="00103C9E">
        <w:t xml:space="preserve">The name of the token must be in the form of a host URI and must end in a trailing </w:t>
      </w:r>
      <w:r>
        <w:t>forward slash</w:t>
      </w:r>
      <w:r w:rsidRPr="00103C9E">
        <w:t xml:space="preserve">, but </w:t>
      </w:r>
      <w:r>
        <w:t xml:space="preserve">the name can be different from </w:t>
      </w:r>
      <w:r w:rsidRPr="00103C9E">
        <w:t xml:space="preserve">the URI of the actual service. </w:t>
      </w:r>
      <w:r>
        <w:t>For e</w:t>
      </w:r>
      <w:r w:rsidRPr="00103C9E">
        <w:t>xample</w:t>
      </w:r>
      <w:r>
        <w:t>,</w:t>
      </w:r>
      <w:r w:rsidRPr="00103C9E">
        <w:t xml:space="preserve"> </w:t>
      </w:r>
      <w:hyperlink r:id="rId16" w:history="1">
        <w:r w:rsidRPr="00A17694">
          <w:rPr>
            <w:rStyle w:val="Hyperlink"/>
            <w:i/>
            <w:color w:val="484848"/>
          </w:rPr>
          <w:t>http://myservice.com/</w:t>
        </w:r>
      </w:hyperlink>
      <w:r>
        <w:t xml:space="preserve"> could be the name of service with an</w:t>
      </w:r>
      <w:r w:rsidRPr="00103C9E">
        <w:t xml:space="preserve"> actual URI of </w:t>
      </w:r>
      <w:r w:rsidRPr="00A17694">
        <w:rPr>
          <w:i/>
        </w:rPr>
        <w:t>https://game.myservice.com/action/</w:t>
      </w:r>
      <w:r>
        <w:t>.</w:t>
      </w:r>
    </w:p>
    <w:p w14:paraId="1B22ECB8" w14:textId="77777777" w:rsidR="000262A1" w:rsidRPr="006368E0" w:rsidRDefault="000262A1" w:rsidP="000262A1">
      <w:pPr>
        <w:keepNext/>
        <w:rPr>
          <w:rStyle w:val="Strong"/>
        </w:rPr>
      </w:pPr>
      <w:r w:rsidRPr="006368E0">
        <w:rPr>
          <w:rStyle w:val="Strong"/>
        </w:rPr>
        <w:t xml:space="preserve">To create a new </w:t>
      </w:r>
      <w:r>
        <w:rPr>
          <w:rStyle w:val="Strong"/>
        </w:rPr>
        <w:t>t</w:t>
      </w:r>
      <w:r w:rsidRPr="006368E0">
        <w:rPr>
          <w:rStyle w:val="Strong"/>
        </w:rPr>
        <w:t xml:space="preserve">oken </w:t>
      </w:r>
      <w:r>
        <w:rPr>
          <w:rStyle w:val="Strong"/>
        </w:rPr>
        <w:t>d</w:t>
      </w:r>
      <w:r w:rsidRPr="006368E0">
        <w:rPr>
          <w:rStyle w:val="Strong"/>
        </w:rPr>
        <w:t>efinition</w:t>
      </w:r>
    </w:p>
    <w:p w14:paraId="25E018E0" w14:textId="77777777" w:rsidR="000262A1" w:rsidRPr="00103C9E" w:rsidRDefault="000262A1" w:rsidP="000262A1">
      <w:pPr>
        <w:pStyle w:val="ListParagraph"/>
        <w:numPr>
          <w:ilvl w:val="0"/>
          <w:numId w:val="14"/>
        </w:numPr>
      </w:pPr>
      <w:r>
        <w:t>While viewing the settings for an endpoint, click</w:t>
      </w:r>
      <w:r w:rsidRPr="00103C9E">
        <w:t xml:space="preserve"> </w:t>
      </w:r>
      <w:r w:rsidRPr="00103C9E">
        <w:rPr>
          <w:b/>
        </w:rPr>
        <w:t>Add New</w:t>
      </w:r>
      <w:r w:rsidRPr="00103C9E">
        <w:t xml:space="preserve"> next to the </w:t>
      </w:r>
      <w:r w:rsidRPr="00451F00">
        <w:rPr>
          <w:b/>
        </w:rPr>
        <w:t>Token Definition</w:t>
      </w:r>
      <w:r w:rsidRPr="00103C9E">
        <w:t xml:space="preserve"> </w:t>
      </w:r>
      <w:r>
        <w:t>list.</w:t>
      </w:r>
    </w:p>
    <w:p w14:paraId="21270E89" w14:textId="77777777" w:rsidR="000262A1" w:rsidRPr="00964E6C" w:rsidRDefault="000262A1" w:rsidP="000262A1">
      <w:pPr>
        <w:pStyle w:val="ListParagraph"/>
        <w:numPr>
          <w:ilvl w:val="0"/>
          <w:numId w:val="14"/>
        </w:numPr>
      </w:pPr>
      <w:r w:rsidRPr="00103C9E">
        <w:t>Enter the lifetime of a token</w:t>
      </w:r>
      <w:r>
        <w:t xml:space="preserve">; the default is 4 hours (00:04:00:00). </w:t>
      </w:r>
      <w:r w:rsidRPr="00964E6C">
        <w:t>To keep using a token, it must be refreshed before this time period has elapsed.</w:t>
      </w:r>
    </w:p>
    <w:p w14:paraId="72656A58" w14:textId="77777777" w:rsidR="000262A1" w:rsidRPr="00964E6C" w:rsidRDefault="000262A1" w:rsidP="000262A1">
      <w:pPr>
        <w:pStyle w:val="ListParagraph"/>
        <w:numPr>
          <w:ilvl w:val="0"/>
          <w:numId w:val="14"/>
        </w:numPr>
      </w:pPr>
      <w:r>
        <w:t>Click</w:t>
      </w:r>
      <w:r w:rsidRPr="00103C9E">
        <w:t xml:space="preserve"> </w:t>
      </w:r>
      <w:r w:rsidRPr="007571A7">
        <w:rPr>
          <w:b/>
        </w:rPr>
        <w:t>Browse</w:t>
      </w:r>
      <w:r w:rsidRPr="00103C9E">
        <w:t xml:space="preserve"> </w:t>
      </w:r>
      <w:r>
        <w:t>to locate and</w:t>
      </w:r>
      <w:r w:rsidRPr="00103C9E">
        <w:t xml:space="preserve"> upload the public .cer file of your </w:t>
      </w:r>
      <w:r>
        <w:t>R</w:t>
      </w:r>
      <w:r w:rsidRPr="00103C9E">
        <w:t xml:space="preserve">elying </w:t>
      </w:r>
      <w:r>
        <w:t>P</w:t>
      </w:r>
      <w:r w:rsidRPr="00103C9E">
        <w:t xml:space="preserve">arty </w:t>
      </w:r>
      <w:r>
        <w:t>c</w:t>
      </w:r>
      <w:r w:rsidRPr="00103C9E">
        <w:t>ertificate</w:t>
      </w:r>
      <w:r>
        <w:t xml:space="preserve">. </w:t>
      </w:r>
      <w:r w:rsidRPr="00964E6C">
        <w:t xml:space="preserve">Upload only the public key </w:t>
      </w:r>
      <w:r>
        <w:t xml:space="preserve">.cer file that you previously created </w:t>
      </w:r>
      <w:r w:rsidRPr="00964E6C">
        <w:t>for the service to sign your tokens with.</w:t>
      </w:r>
    </w:p>
    <w:p w14:paraId="37ADA43C" w14:textId="77777777" w:rsidR="000262A1" w:rsidRDefault="000262A1" w:rsidP="000262A1">
      <w:pPr>
        <w:pStyle w:val="ListParagraph"/>
        <w:numPr>
          <w:ilvl w:val="0"/>
          <w:numId w:val="14"/>
        </w:numPr>
      </w:pPr>
      <w:r w:rsidRPr="00103C9E">
        <w:t xml:space="preserve">Set all claims that your </w:t>
      </w:r>
      <w:r>
        <w:t>R</w:t>
      </w:r>
      <w:r w:rsidRPr="00103C9E">
        <w:t xml:space="preserve">elying </w:t>
      </w:r>
      <w:r>
        <w:t>P</w:t>
      </w:r>
      <w:r w:rsidRPr="00103C9E">
        <w:t>arty token (XSTS</w:t>
      </w:r>
      <w:r>
        <w:t xml:space="preserve"> token</w:t>
      </w:r>
      <w:r w:rsidRPr="00103C9E">
        <w:t>) will include for your services to use.</w:t>
      </w:r>
    </w:p>
    <w:p w14:paraId="1B826BCA" w14:textId="0663D1EA" w:rsidR="000262A1" w:rsidRDefault="000262A1" w:rsidP="000262A1">
      <w:pPr>
        <w:pStyle w:val="ListParagraph"/>
        <w:numPr>
          <w:ilvl w:val="0"/>
          <w:numId w:val="14"/>
        </w:numPr>
      </w:pPr>
      <w:r w:rsidRPr="00103C9E">
        <w:t xml:space="preserve">Click </w:t>
      </w:r>
      <w:r w:rsidRPr="007571A7">
        <w:rPr>
          <w:b/>
        </w:rPr>
        <w:t>Add Token</w:t>
      </w:r>
      <w:r>
        <w:t>.</w:t>
      </w:r>
    </w:p>
    <w:p w14:paraId="3E78B9BA" w14:textId="3DFDBB4B" w:rsidR="00492FC9" w:rsidRDefault="00492FC9" w:rsidP="00492FC9"/>
    <w:p w14:paraId="62457D3C" w14:textId="013DADE5" w:rsidR="00492FC9" w:rsidRPr="00654F05" w:rsidRDefault="00492FC9" w:rsidP="00492FC9">
      <w:pPr>
        <w:pStyle w:val="Heading1"/>
      </w:pPr>
      <w:bookmarkStart w:id="20" w:name="_Toc447121417"/>
      <w:r>
        <w:t>Using the Xbox One Web Services sample to verify your server and NSAL configuration</w:t>
      </w:r>
      <w:bookmarkEnd w:id="20"/>
    </w:p>
    <w:p w14:paraId="6D3D4C30" w14:textId="06C4F9E2" w:rsidR="00492FC9" w:rsidRDefault="008A5972" w:rsidP="00492FC9">
      <w:r>
        <w:t>From the Xbox One console, y</w:t>
      </w:r>
      <w:r w:rsidR="00492FC9">
        <w:t xml:space="preserve">ou should now be able to make an HTTPS call to your server’s default page </w:t>
      </w:r>
      <w:hyperlink r:id="rId17" w:history="1">
        <w:r w:rsidR="00492FC9" w:rsidRPr="00767F36">
          <w:rPr>
            <w:rStyle w:val="Hyperlink"/>
          </w:rPr>
          <w:t>https://YourServerName/</w:t>
        </w:r>
      </w:hyperlink>
      <w:r w:rsidR="00FE5659">
        <w:t>. This w</w:t>
      </w:r>
      <w:r w:rsidR="00492FC9">
        <w:t>ill help verify that HTTPS and SSL are set</w:t>
      </w:r>
      <w:r w:rsidR="00FE5659">
        <w:t xml:space="preserve"> </w:t>
      </w:r>
      <w:r w:rsidR="00492FC9">
        <w:t>up properly before we enable the service handling XSTS tokens.</w:t>
      </w:r>
      <w:r w:rsidR="008737AE">
        <w:t xml:space="preserve"> </w:t>
      </w:r>
    </w:p>
    <w:p w14:paraId="63A0C8FE" w14:textId="5999A415" w:rsidR="00492FC9" w:rsidRPr="001D552E" w:rsidRDefault="00492FC9" w:rsidP="00492FC9">
      <w:pPr>
        <w:keepNext/>
        <w:rPr>
          <w:rStyle w:val="Strong"/>
        </w:rPr>
      </w:pPr>
      <w:r w:rsidRPr="001D552E">
        <w:rPr>
          <w:rStyle w:val="Strong"/>
        </w:rPr>
        <w:t>To make a call from a console to</w:t>
      </w:r>
      <w:r>
        <w:rPr>
          <w:rStyle w:val="Strong"/>
        </w:rPr>
        <w:t xml:space="preserve"> your server with the Web Services sample</w:t>
      </w:r>
    </w:p>
    <w:p w14:paraId="2A4BA658" w14:textId="288BC8DE" w:rsidR="00492FC9" w:rsidRDefault="00492FC9" w:rsidP="00492FC9">
      <w:pPr>
        <w:pStyle w:val="ListParagraph"/>
        <w:numPr>
          <w:ilvl w:val="0"/>
          <w:numId w:val="8"/>
        </w:numPr>
      </w:pPr>
      <w:r>
        <w:t xml:space="preserve">Download the </w:t>
      </w:r>
      <w:r w:rsidRPr="001D552E">
        <w:t xml:space="preserve">Web Services </w:t>
      </w:r>
      <w:r>
        <w:t>s</w:t>
      </w:r>
      <w:r w:rsidRPr="001D552E">
        <w:t>ample</w:t>
      </w:r>
      <w:r>
        <w:t xml:space="preserve"> for Xbox One from </w:t>
      </w:r>
      <w:hyperlink r:id="rId18" w:history="1">
        <w:r>
          <w:rPr>
            <w:rStyle w:val="Hyperlink"/>
          </w:rPr>
          <w:t>Samples</w:t>
        </w:r>
      </w:hyperlink>
      <w:r w:rsidRPr="001D552E">
        <w:t xml:space="preserve"> on GDN</w:t>
      </w:r>
      <w:r>
        <w:t>, and extract it to a development PC that has the Xbox One XDK installed.</w:t>
      </w:r>
    </w:p>
    <w:p w14:paraId="3339514A" w14:textId="77777777" w:rsidR="00492FC9" w:rsidRDefault="00492FC9" w:rsidP="00492FC9">
      <w:pPr>
        <w:pStyle w:val="ListParagraph"/>
        <w:numPr>
          <w:ilvl w:val="0"/>
          <w:numId w:val="8"/>
        </w:numPr>
      </w:pPr>
      <w:r>
        <w:t xml:space="preserve">Open </w:t>
      </w:r>
      <w:r w:rsidRPr="00095BA2">
        <w:rPr>
          <w:b/>
        </w:rPr>
        <w:t>\live\WebServices\WebServices1</w:t>
      </w:r>
      <w:r>
        <w:rPr>
          <w:b/>
        </w:rPr>
        <w:t>4</w:t>
      </w:r>
      <w:r w:rsidRPr="00095BA2">
        <w:rPr>
          <w:b/>
        </w:rPr>
        <w:t>0.sln</w:t>
      </w:r>
      <w:r>
        <w:t>.</w:t>
      </w:r>
    </w:p>
    <w:p w14:paraId="38F05D20" w14:textId="77777777" w:rsidR="00492FC9" w:rsidRPr="0009355B" w:rsidRDefault="00492FC9" w:rsidP="00492FC9">
      <w:pPr>
        <w:pStyle w:val="ListParagraph"/>
        <w:numPr>
          <w:ilvl w:val="0"/>
          <w:numId w:val="8"/>
        </w:numPr>
      </w:pPr>
      <w:r>
        <w:t xml:space="preserve">Open </w:t>
      </w:r>
      <w:r w:rsidRPr="00095BA2">
        <w:rPr>
          <w:b/>
        </w:rPr>
        <w:t>WebServices.cpp</w:t>
      </w:r>
      <w:r w:rsidRPr="00095BA2">
        <w:t>.</w:t>
      </w:r>
    </w:p>
    <w:p w14:paraId="783154E9" w14:textId="77777777" w:rsidR="00492FC9" w:rsidRDefault="00492FC9" w:rsidP="00492FC9">
      <w:pPr>
        <w:pStyle w:val="ListParagraph"/>
        <w:numPr>
          <w:ilvl w:val="0"/>
          <w:numId w:val="8"/>
        </w:numPr>
      </w:pPr>
      <w:r>
        <w:t xml:space="preserve">Update the definition of </w:t>
      </w:r>
      <w:r>
        <w:rPr>
          <w:b/>
        </w:rPr>
        <w:t>CUSTOMURI_HOST</w:t>
      </w:r>
      <w:r>
        <w:t xml:space="preserve"> to be the domain of your test server. </w:t>
      </w:r>
      <w:r w:rsidRPr="00964E6C">
        <w:t>For example, yourserver.cloudapp.net.</w:t>
      </w:r>
    </w:p>
    <w:p w14:paraId="17936901" w14:textId="43BE94C1" w:rsidR="00492FC9" w:rsidRPr="00654F05" w:rsidRDefault="00492FC9" w:rsidP="00492FC9">
      <w:pPr>
        <w:pStyle w:val="ListParagraph"/>
        <w:numPr>
          <w:ilvl w:val="0"/>
          <w:numId w:val="8"/>
        </w:numPr>
      </w:pPr>
      <w:r w:rsidRPr="00654F05">
        <w:t xml:space="preserve">Change </w:t>
      </w:r>
      <w:r w:rsidRPr="00654F05">
        <w:rPr>
          <w:b/>
        </w:rPr>
        <w:t xml:space="preserve">CUSTOMURI_REQUEST_URL_1 </w:t>
      </w:r>
      <w:r>
        <w:t>by temporarily commenting out L”//restservice.svc/getclaims”.</w:t>
      </w:r>
      <w:r w:rsidRPr="00654F05">
        <w:t xml:space="preserve"> </w:t>
      </w:r>
    </w:p>
    <w:p w14:paraId="0D3016AB" w14:textId="77777777" w:rsidR="00492FC9" w:rsidRDefault="00492FC9" w:rsidP="00492FC9">
      <w:pPr>
        <w:pStyle w:val="ListParagraph"/>
        <w:numPr>
          <w:ilvl w:val="0"/>
          <w:numId w:val="8"/>
        </w:numPr>
      </w:pPr>
      <w:r>
        <w:t xml:space="preserve">Open </w:t>
      </w:r>
      <w:r>
        <w:rPr>
          <w:b/>
        </w:rPr>
        <w:t>Package.appxmanifest.</w:t>
      </w:r>
    </w:p>
    <w:p w14:paraId="08E266A8" w14:textId="77777777" w:rsidR="00492FC9" w:rsidRDefault="00492FC9" w:rsidP="00492FC9">
      <w:pPr>
        <w:pStyle w:val="ListParagraph"/>
        <w:numPr>
          <w:ilvl w:val="0"/>
          <w:numId w:val="8"/>
        </w:numPr>
      </w:pPr>
      <w:r>
        <w:t xml:space="preserve">Update the values of </w:t>
      </w:r>
      <w:r>
        <w:rPr>
          <w:b/>
        </w:rPr>
        <w:t xml:space="preserve">TitleId </w:t>
      </w:r>
      <w:r>
        <w:t xml:space="preserve">and </w:t>
      </w:r>
      <w:r>
        <w:rPr>
          <w:b/>
        </w:rPr>
        <w:t>PrimaryServiceConfigId</w:t>
      </w:r>
      <w:r>
        <w:t xml:space="preserve"> to match the title ID and primary service configuration ID of your title in development.</w:t>
      </w:r>
    </w:p>
    <w:p w14:paraId="7088E7E9" w14:textId="77777777" w:rsidR="00492FC9" w:rsidRDefault="00492FC9" w:rsidP="00492FC9">
      <w:pPr>
        <w:pStyle w:val="ListParagraph"/>
        <w:numPr>
          <w:ilvl w:val="0"/>
          <w:numId w:val="8"/>
        </w:numPr>
      </w:pPr>
      <w:r>
        <w:t xml:space="preserve">Make sure your dev kit console is in the sandbox where your Relying Party certificate is set up. </w:t>
      </w:r>
    </w:p>
    <w:p w14:paraId="4F35CE47" w14:textId="77777777" w:rsidR="00492FC9" w:rsidRDefault="00492FC9" w:rsidP="00492FC9">
      <w:pPr>
        <w:pStyle w:val="ListParagraph"/>
        <w:numPr>
          <w:ilvl w:val="0"/>
          <w:numId w:val="8"/>
        </w:numPr>
      </w:pPr>
      <w:r>
        <w:t>Sign in with one of your developer accounts on the console.</w:t>
      </w:r>
    </w:p>
    <w:p w14:paraId="5E3764B7" w14:textId="77777777" w:rsidR="00492FC9" w:rsidRDefault="00492FC9" w:rsidP="00492FC9">
      <w:pPr>
        <w:pStyle w:val="ListParagraph"/>
        <w:numPr>
          <w:ilvl w:val="0"/>
          <w:numId w:val="8"/>
        </w:numPr>
      </w:pPr>
      <w:r>
        <w:t>Compile and run the solution.</w:t>
      </w:r>
    </w:p>
    <w:p w14:paraId="0E1FA20A" w14:textId="77777777" w:rsidR="00492FC9" w:rsidRDefault="00492FC9" w:rsidP="00492FC9">
      <w:pPr>
        <w:pStyle w:val="ListParagraph"/>
        <w:numPr>
          <w:ilvl w:val="0"/>
          <w:numId w:val="8"/>
        </w:numPr>
      </w:pPr>
      <w:r>
        <w:t xml:space="preserve">Press the </w:t>
      </w:r>
      <w:r w:rsidRPr="00637195">
        <w:rPr>
          <w:b/>
        </w:rPr>
        <w:t>Y</w:t>
      </w:r>
      <w:r>
        <w:t xml:space="preserve"> button on the Xbox One controller to make a call to the People Service and verify that the client sample is running properly.</w:t>
      </w:r>
    </w:p>
    <w:p w14:paraId="6E982023" w14:textId="60832E45" w:rsidR="00492FC9" w:rsidRDefault="00492FC9" w:rsidP="00492FC9">
      <w:pPr>
        <w:pStyle w:val="ListParagraph"/>
        <w:numPr>
          <w:ilvl w:val="0"/>
          <w:numId w:val="8"/>
        </w:numPr>
      </w:pPr>
      <w:r>
        <w:t xml:space="preserve">Press the </w:t>
      </w:r>
      <w:r w:rsidRPr="00341A80">
        <w:rPr>
          <w:b/>
        </w:rPr>
        <w:t>X</w:t>
      </w:r>
      <w:r>
        <w:t xml:space="preserve"> buttons to make </w:t>
      </w:r>
      <w:r w:rsidR="00DD322B">
        <w:t>a call to the default page of your server</w:t>
      </w:r>
    </w:p>
    <w:p w14:paraId="4A07058F" w14:textId="30F91D6F" w:rsidR="00492FC9" w:rsidRDefault="00492FC9" w:rsidP="00492FC9">
      <w:r w:rsidRPr="00654F05">
        <w:rPr>
          <w:rFonts w:cs="Consolas"/>
          <w:color w:val="000000"/>
        </w:rPr>
        <w:lastRenderedPageBreak/>
        <w:t xml:space="preserve">If you have properly set up your </w:t>
      </w:r>
      <w:r w:rsidR="00DD322B">
        <w:rPr>
          <w:rFonts w:cs="Consolas"/>
          <w:color w:val="000000"/>
        </w:rPr>
        <w:t xml:space="preserve">SSL </w:t>
      </w:r>
      <w:r w:rsidRPr="00654F05">
        <w:rPr>
          <w:rFonts w:cs="Consolas"/>
          <w:color w:val="000000"/>
        </w:rPr>
        <w:t xml:space="preserve">certificate </w:t>
      </w:r>
      <w:r w:rsidR="00DD322B">
        <w:rPr>
          <w:rFonts w:cs="Consolas"/>
          <w:color w:val="000000"/>
        </w:rPr>
        <w:t>and NSAL</w:t>
      </w:r>
      <w:r w:rsidR="00FE5659">
        <w:rPr>
          <w:rFonts w:cs="Consolas"/>
          <w:color w:val="000000"/>
        </w:rPr>
        <w:t>, y</w:t>
      </w:r>
      <w:r w:rsidR="00DD322B">
        <w:rPr>
          <w:rFonts w:cs="Consolas"/>
          <w:color w:val="000000"/>
        </w:rPr>
        <w:t>ou should see an HTTP 200 request from the call and the respon</w:t>
      </w:r>
      <w:r w:rsidR="00FE5659">
        <w:rPr>
          <w:rFonts w:cs="Consolas"/>
          <w:color w:val="000000"/>
        </w:rPr>
        <w:t xml:space="preserve">se on the screen of your Xbox. </w:t>
      </w:r>
      <w:r w:rsidR="00DD322B">
        <w:t xml:space="preserve">If you get an error while trying to have the client sample talk to your server’s default page, see the </w:t>
      </w:r>
      <w:hyperlink w:anchor="_I’m_still_having" w:history="1">
        <w:r w:rsidR="00DD322B" w:rsidRPr="00654F05">
          <w:rPr>
            <w:rStyle w:val="Hyperlink"/>
          </w:rPr>
          <w:t>FAQ and troubleshooting</w:t>
        </w:r>
      </w:hyperlink>
      <w:r w:rsidR="00DD322B">
        <w:rPr>
          <w:rStyle w:val="Hyperlink"/>
        </w:rPr>
        <w:t xml:space="preserve"> section</w:t>
      </w:r>
      <w:r w:rsidR="00DD322B" w:rsidRPr="00654F05">
        <w:t xml:space="preserve"> later in this white paper</w:t>
      </w:r>
      <w:r w:rsidR="00DD322B">
        <w:t>.</w:t>
      </w:r>
    </w:p>
    <w:p w14:paraId="0F827EE8" w14:textId="41894F5E" w:rsidR="00DD322B" w:rsidRPr="00DD322B" w:rsidRDefault="00FE5659" w:rsidP="00DD322B">
      <w:r>
        <w:t>After</w:t>
      </w:r>
      <w:r w:rsidR="00DD322B">
        <w:t xml:space="preserve"> you have tested that SSL and HTTPS are working on your service, add back the code that you commented out </w:t>
      </w:r>
      <w:r>
        <w:t xml:space="preserve">earlier </w:t>
      </w:r>
      <w:r w:rsidR="00DD322B">
        <w:t xml:space="preserve">for </w:t>
      </w:r>
      <w:r w:rsidR="00DD322B" w:rsidRPr="00654F05">
        <w:rPr>
          <w:b/>
        </w:rPr>
        <w:t>CUSTOMURI_REQUEST_URL_1</w:t>
      </w:r>
      <w:r w:rsidR="00DD322B">
        <w:t>.</w:t>
      </w:r>
    </w:p>
    <w:p w14:paraId="0FD49543" w14:textId="273E0D5C" w:rsidR="00E27087" w:rsidRDefault="002E132B" w:rsidP="00154419">
      <w:pPr>
        <w:pStyle w:val="Heading1"/>
      </w:pPr>
      <w:bookmarkStart w:id="21" w:name="_Toc447121418"/>
      <w:r>
        <w:t>Building</w:t>
      </w:r>
      <w:r w:rsidR="00F95340">
        <w:t xml:space="preserve"> </w:t>
      </w:r>
      <w:r w:rsidR="00AC63B0">
        <w:t xml:space="preserve">and deploying </w:t>
      </w:r>
      <w:r w:rsidR="00095BA2">
        <w:t>SimpleAuth</w:t>
      </w:r>
      <w:r w:rsidR="00AC63B0">
        <w:t>Service</w:t>
      </w:r>
      <w:bookmarkEnd w:id="18"/>
      <w:bookmarkEnd w:id="21"/>
      <w:r w:rsidR="00AC63B0">
        <w:t xml:space="preserve"> </w:t>
      </w:r>
    </w:p>
    <w:p w14:paraId="310D5FAB" w14:textId="0B2FB296" w:rsidR="00F95340" w:rsidRDefault="00F95340" w:rsidP="00F95340">
      <w:r>
        <w:t xml:space="preserve">Now that the server is configured and </w:t>
      </w:r>
      <w:r w:rsidR="00252EB8">
        <w:t xml:space="preserve">you </w:t>
      </w:r>
      <w:r>
        <w:t xml:space="preserve">have verified that IIS is set up properly, </w:t>
      </w:r>
      <w:r w:rsidR="00252EB8">
        <w:t xml:space="preserve">you </w:t>
      </w:r>
      <w:r>
        <w:t xml:space="preserve">can set up the sample </w:t>
      </w:r>
      <w:r w:rsidR="00206E0E">
        <w:t>service and deploy it to the</w:t>
      </w:r>
      <w:r>
        <w:t xml:space="preserve"> web server.</w:t>
      </w:r>
      <w:r w:rsidR="00252EB8">
        <w:t xml:space="preserve"> </w:t>
      </w:r>
      <w:r w:rsidR="00206E0E">
        <w:t>Visual Studio provides built in options for deploying and debugging the site on your server from your development PC. Alternatively,</w:t>
      </w:r>
      <w:r w:rsidR="00252EB8">
        <w:t xml:space="preserve"> you can compile the sample on your development computer and then copy the compiled web service to your test server</w:t>
      </w:r>
      <w:r w:rsidR="00206E0E">
        <w:t xml:space="preserve"> or install Visual Studio on your server</w:t>
      </w:r>
      <w:r w:rsidR="00252EB8">
        <w:t>.</w:t>
      </w:r>
    </w:p>
    <w:p w14:paraId="47B8123D" w14:textId="512497D4" w:rsidR="00252EB8" w:rsidRPr="00252EB8" w:rsidRDefault="00095BA2" w:rsidP="00F712D8">
      <w:pPr>
        <w:keepNext/>
        <w:rPr>
          <w:rStyle w:val="Strong"/>
        </w:rPr>
      </w:pPr>
      <w:r>
        <w:rPr>
          <w:rStyle w:val="Strong"/>
        </w:rPr>
        <w:t>To build SimpleAuth</w:t>
      </w:r>
      <w:r w:rsidR="00AC63B0">
        <w:rPr>
          <w:rStyle w:val="Strong"/>
        </w:rPr>
        <w:t xml:space="preserve">Service </w:t>
      </w:r>
    </w:p>
    <w:p w14:paraId="316C95E4" w14:textId="3D760C44" w:rsidR="00F95340" w:rsidRDefault="00F6590C" w:rsidP="008243CC">
      <w:pPr>
        <w:pStyle w:val="ListParagraph"/>
        <w:numPr>
          <w:ilvl w:val="0"/>
          <w:numId w:val="7"/>
        </w:numPr>
      </w:pPr>
      <w:r>
        <w:t xml:space="preserve">Click </w:t>
      </w:r>
      <w:r w:rsidRPr="00F6590C">
        <w:rPr>
          <w:b/>
        </w:rPr>
        <w:t>Xbox One Simple Web Server Sample</w:t>
      </w:r>
      <w:r>
        <w:t xml:space="preserve"> on </w:t>
      </w:r>
      <w:hyperlink r:id="rId19" w:history="1">
        <w:r w:rsidR="006842C2">
          <w:rPr>
            <w:rStyle w:val="Hyperlink"/>
          </w:rPr>
          <w:t xml:space="preserve">Xbox One XDK </w:t>
        </w:r>
        <w:r>
          <w:rPr>
            <w:rStyle w:val="Hyperlink"/>
          </w:rPr>
          <w:t xml:space="preserve">Software </w:t>
        </w:r>
        <w:r w:rsidR="006842C2">
          <w:rPr>
            <w:rStyle w:val="Hyperlink"/>
          </w:rPr>
          <w:t>Downloads</w:t>
        </w:r>
      </w:hyperlink>
      <w:r w:rsidR="006842C2" w:rsidRPr="006842C2">
        <w:t xml:space="preserve"> </w:t>
      </w:r>
      <w:r>
        <w:t>to download the sample from</w:t>
      </w:r>
      <w:r w:rsidR="006842C2" w:rsidRPr="006842C2">
        <w:t xml:space="preserve"> GDN</w:t>
      </w:r>
      <w:r w:rsidR="009F1338">
        <w:rPr>
          <w:rStyle w:val="Hyperlink"/>
        </w:rPr>
        <w:t>.</w:t>
      </w:r>
    </w:p>
    <w:p w14:paraId="4BDFC854" w14:textId="74C16E2F" w:rsidR="00F95340" w:rsidRPr="00FD0BC1" w:rsidRDefault="00F6590C" w:rsidP="008243CC">
      <w:pPr>
        <w:pStyle w:val="ListParagraph"/>
        <w:numPr>
          <w:ilvl w:val="0"/>
          <w:numId w:val="7"/>
        </w:numPr>
      </w:pPr>
      <w:r>
        <w:t xml:space="preserve">Click </w:t>
      </w:r>
      <w:r w:rsidRPr="00F6590C">
        <w:rPr>
          <w:b/>
        </w:rPr>
        <w:t>Xbox Service and Relying Party SDK</w:t>
      </w:r>
      <w:r>
        <w:t xml:space="preserve"> </w:t>
      </w:r>
      <w:r w:rsidR="00F52D9A">
        <w:t xml:space="preserve">on </w:t>
      </w:r>
      <w:hyperlink r:id="rId20" w:history="1">
        <w:r w:rsidR="006842C2">
          <w:rPr>
            <w:rStyle w:val="Hyperlink"/>
          </w:rPr>
          <w:t xml:space="preserve">Xbox One XDK </w:t>
        </w:r>
        <w:r>
          <w:rPr>
            <w:rStyle w:val="Hyperlink"/>
          </w:rPr>
          <w:t xml:space="preserve">Software </w:t>
        </w:r>
        <w:r w:rsidR="006842C2">
          <w:rPr>
            <w:rStyle w:val="Hyperlink"/>
          </w:rPr>
          <w:t>Downloads</w:t>
        </w:r>
      </w:hyperlink>
      <w:r w:rsidR="006842C2" w:rsidRPr="006842C2">
        <w:t xml:space="preserve"> </w:t>
      </w:r>
      <w:r>
        <w:t xml:space="preserve">to download </w:t>
      </w:r>
      <w:r w:rsidR="00D36303">
        <w:t>the Relying Party SDK from</w:t>
      </w:r>
      <w:r w:rsidR="006842C2" w:rsidRPr="006842C2">
        <w:t xml:space="preserve"> </w:t>
      </w:r>
      <w:r w:rsidR="006842C2" w:rsidRPr="00FD0BC1">
        <w:t>GDN</w:t>
      </w:r>
      <w:r w:rsidR="00984109" w:rsidRPr="00FD0BC1">
        <w:t>, and extract its files.</w:t>
      </w:r>
    </w:p>
    <w:p w14:paraId="3310A96B" w14:textId="3479376E" w:rsidR="00F95340" w:rsidRDefault="00095BA2" w:rsidP="008243CC">
      <w:pPr>
        <w:pStyle w:val="ListParagraph"/>
        <w:numPr>
          <w:ilvl w:val="0"/>
          <w:numId w:val="7"/>
        </w:numPr>
      </w:pPr>
      <w:r>
        <w:t xml:space="preserve">Open </w:t>
      </w:r>
      <w:r w:rsidRPr="00095BA2">
        <w:rPr>
          <w:b/>
        </w:rPr>
        <w:t>SimpleAuth</w:t>
      </w:r>
      <w:r w:rsidR="00F95340" w:rsidRPr="00095BA2">
        <w:rPr>
          <w:b/>
        </w:rPr>
        <w:t>Service</w:t>
      </w:r>
      <w:r w:rsidR="00F95340">
        <w:t xml:space="preserve"> </w:t>
      </w:r>
      <w:r w:rsidR="00E23BCF">
        <w:t>in Visual Studio</w:t>
      </w:r>
      <w:r w:rsidR="00980C42">
        <w:t xml:space="preserve"> 2015</w:t>
      </w:r>
      <w:r w:rsidR="006842C2">
        <w:t>.</w:t>
      </w:r>
    </w:p>
    <w:p w14:paraId="70D53BC0" w14:textId="3BACE6FA" w:rsidR="00DA5A1A" w:rsidRDefault="0001539D" w:rsidP="008243CC">
      <w:pPr>
        <w:pStyle w:val="ListParagraph"/>
        <w:numPr>
          <w:ilvl w:val="0"/>
          <w:numId w:val="7"/>
        </w:numPr>
      </w:pPr>
      <w:r>
        <w:t xml:space="preserve">Install the </w:t>
      </w:r>
      <w:r w:rsidR="00BC5288" w:rsidRPr="00BC5288">
        <w:t>IdentityModel for handling J</w:t>
      </w:r>
      <w:r w:rsidR="00BC5288">
        <w:t>SON web t</w:t>
      </w:r>
      <w:r w:rsidR="00BC5288" w:rsidRPr="00BC5288">
        <w:t xml:space="preserve">okens </w:t>
      </w:r>
      <w:r w:rsidR="00BC5288">
        <w:t>from</w:t>
      </w:r>
      <w:r w:rsidR="00D9062C">
        <w:t xml:space="preserve"> </w:t>
      </w:r>
      <w:hyperlink r:id="rId21" w:history="1">
        <w:r w:rsidR="00D9062C">
          <w:rPr>
            <w:rStyle w:val="Hyperlink"/>
          </w:rPr>
          <w:t xml:space="preserve">JSON Web Token Handler </w:t>
        </w:r>
        <w:r w:rsidR="00C904C4">
          <w:rPr>
            <w:rStyle w:val="Hyperlink"/>
          </w:rPr>
          <w:t>f</w:t>
        </w:r>
        <w:r w:rsidR="00D9062C">
          <w:rPr>
            <w:rStyle w:val="Hyperlink"/>
          </w:rPr>
          <w:t>or the Microsoft .</w:t>
        </w:r>
        <w:r w:rsidR="002777FB">
          <w:rPr>
            <w:rStyle w:val="Hyperlink"/>
          </w:rPr>
          <w:t xml:space="preserve">NET </w:t>
        </w:r>
        <w:r w:rsidR="00D9062C">
          <w:rPr>
            <w:rStyle w:val="Hyperlink"/>
          </w:rPr>
          <w:t>Framework 4.5, Developer Preview 0.1.0</w:t>
        </w:r>
      </w:hyperlink>
      <w:r w:rsidR="00BC5288">
        <w:t xml:space="preserve"> on NuGet.com.</w:t>
      </w:r>
    </w:p>
    <w:p w14:paraId="34B50F86" w14:textId="55FABB93" w:rsidR="00F95340" w:rsidRPr="0001539D" w:rsidRDefault="00984109" w:rsidP="008243CC">
      <w:pPr>
        <w:pStyle w:val="ListParagraph"/>
        <w:numPr>
          <w:ilvl w:val="0"/>
          <w:numId w:val="7"/>
        </w:numPr>
      </w:pPr>
      <w:r>
        <w:t xml:space="preserve">On the </w:t>
      </w:r>
      <w:r w:rsidRPr="00984109">
        <w:rPr>
          <w:b/>
        </w:rPr>
        <w:t>Project</w:t>
      </w:r>
      <w:r>
        <w:t xml:space="preserve"> menu</w:t>
      </w:r>
      <w:r w:rsidR="00BC5288">
        <w:t>,</w:t>
      </w:r>
      <w:r w:rsidR="0001539D">
        <w:t xml:space="preserve"> </w:t>
      </w:r>
      <w:r w:rsidR="009F1338">
        <w:t>c</w:t>
      </w:r>
      <w:r w:rsidR="00BC5288">
        <w:t xml:space="preserve">lick </w:t>
      </w:r>
      <w:r w:rsidR="0001539D">
        <w:rPr>
          <w:b/>
        </w:rPr>
        <w:t>Add Reference</w:t>
      </w:r>
      <w:r w:rsidR="00BC5288" w:rsidRPr="00BC5288">
        <w:t>.</w:t>
      </w:r>
    </w:p>
    <w:p w14:paraId="4A5790A1" w14:textId="6242D6A5" w:rsidR="0001539D" w:rsidRDefault="00984109" w:rsidP="008243CC">
      <w:pPr>
        <w:pStyle w:val="ListParagraph"/>
        <w:numPr>
          <w:ilvl w:val="0"/>
          <w:numId w:val="7"/>
        </w:numPr>
      </w:pPr>
      <w:r>
        <w:t xml:space="preserve">Click </w:t>
      </w:r>
      <w:r w:rsidR="0001539D">
        <w:rPr>
          <w:b/>
        </w:rPr>
        <w:t>Browse</w:t>
      </w:r>
      <w:r>
        <w:rPr>
          <w:b/>
        </w:rPr>
        <w:t>,</w:t>
      </w:r>
      <w:r w:rsidR="0001539D">
        <w:t xml:space="preserve"> and </w:t>
      </w:r>
      <w:r>
        <w:t xml:space="preserve">then locate and select </w:t>
      </w:r>
      <w:r w:rsidR="0001539D">
        <w:t xml:space="preserve">the </w:t>
      </w:r>
      <w:r w:rsidR="0001539D" w:rsidRPr="00D36303">
        <w:rPr>
          <w:b/>
        </w:rPr>
        <w:t>Microsoft.XboxLive.Auth.dll</w:t>
      </w:r>
      <w:r w:rsidR="0001539D">
        <w:t xml:space="preserve"> </w:t>
      </w:r>
      <w:r w:rsidR="00BC5288">
        <w:t xml:space="preserve">file </w:t>
      </w:r>
      <w:r w:rsidR="0001539D">
        <w:t xml:space="preserve">that </w:t>
      </w:r>
      <w:r>
        <w:t xml:space="preserve">you </w:t>
      </w:r>
      <w:r w:rsidR="009F1338">
        <w:t xml:space="preserve">extracted </w:t>
      </w:r>
      <w:r w:rsidR="0001539D">
        <w:t xml:space="preserve">from the </w:t>
      </w:r>
      <w:r w:rsidR="009F1338">
        <w:t xml:space="preserve">downloaded </w:t>
      </w:r>
      <w:r w:rsidR="00BC5288">
        <w:t>Relying Party SDK (.zip) file.</w:t>
      </w:r>
    </w:p>
    <w:p w14:paraId="685095EF" w14:textId="0E7441D8" w:rsidR="0001539D" w:rsidRDefault="00BC5288" w:rsidP="008243CC">
      <w:pPr>
        <w:pStyle w:val="ListParagraph"/>
        <w:numPr>
          <w:ilvl w:val="0"/>
          <w:numId w:val="7"/>
        </w:numPr>
      </w:pPr>
      <w:r>
        <w:t xml:space="preserve">Click </w:t>
      </w:r>
      <w:r w:rsidR="007E2528" w:rsidRPr="00BC5288">
        <w:rPr>
          <w:b/>
        </w:rPr>
        <w:t>OK</w:t>
      </w:r>
      <w:r w:rsidRPr="00BC5288">
        <w:t>.</w:t>
      </w:r>
    </w:p>
    <w:p w14:paraId="5B702C16" w14:textId="4BDC3AF6" w:rsidR="0001539D" w:rsidRDefault="0001539D" w:rsidP="008243CC">
      <w:pPr>
        <w:pStyle w:val="ListParagraph"/>
        <w:numPr>
          <w:ilvl w:val="0"/>
          <w:numId w:val="7"/>
        </w:numPr>
      </w:pPr>
      <w:r>
        <w:lastRenderedPageBreak/>
        <w:t xml:space="preserve">Open </w:t>
      </w:r>
      <w:r w:rsidR="00984109" w:rsidRPr="00095BA2">
        <w:rPr>
          <w:b/>
        </w:rPr>
        <w:t>SimpleAuthService\</w:t>
      </w:r>
      <w:r w:rsidRPr="005E7D47">
        <w:rPr>
          <w:b/>
        </w:rPr>
        <w:t>Web.config</w:t>
      </w:r>
      <w:r w:rsidR="00751006">
        <w:t>,</w:t>
      </w:r>
      <w:r>
        <w:t xml:space="preserve"> and </w:t>
      </w:r>
      <w:r w:rsidR="007E2528">
        <w:t xml:space="preserve">find the </w:t>
      </w:r>
      <w:r w:rsidR="007E2528">
        <w:rPr>
          <w:b/>
        </w:rPr>
        <w:t>audienceUris</w:t>
      </w:r>
      <w:r w:rsidR="007E2528">
        <w:t xml:space="preserve"> node</w:t>
      </w:r>
      <w:r w:rsidR="00BC5288">
        <w:t>.</w:t>
      </w:r>
    </w:p>
    <w:p w14:paraId="021A4BC9" w14:textId="319F599F" w:rsidR="007E2528" w:rsidRPr="00E90DD5" w:rsidRDefault="00751006" w:rsidP="008243CC">
      <w:pPr>
        <w:pStyle w:val="ListParagraph"/>
        <w:numPr>
          <w:ilvl w:val="0"/>
          <w:numId w:val="7"/>
        </w:numPr>
      </w:pPr>
      <w:r>
        <w:t xml:space="preserve">Replace </w:t>
      </w:r>
      <w:r w:rsidR="005E7D47">
        <w:rPr>
          <w:b/>
        </w:rPr>
        <w:t>http://YourRelying</w:t>
      </w:r>
      <w:r w:rsidRPr="00751006">
        <w:rPr>
          <w:b/>
        </w:rPr>
        <w:t>Party.com/</w:t>
      </w:r>
      <w:r w:rsidR="007E2528">
        <w:t xml:space="preserve"> with your publisher or service’s relying party name.</w:t>
      </w:r>
      <w:r w:rsidR="00FD0BC1">
        <w:t xml:space="preserve"> </w:t>
      </w:r>
      <w:r w:rsidRPr="00E90DD5">
        <w:t xml:space="preserve">This is the relying party </w:t>
      </w:r>
      <w:r w:rsidRPr="00FD0BC1">
        <w:rPr>
          <w:i/>
        </w:rPr>
        <w:t>name</w:t>
      </w:r>
      <w:r w:rsidRPr="00E90DD5">
        <w:t xml:space="preserve"> and not the actual URL for the hosted service. The name and the URL could be the same, but the value in </w:t>
      </w:r>
      <w:r w:rsidRPr="002777FB">
        <w:rPr>
          <w:b/>
        </w:rPr>
        <w:t>audienceUris</w:t>
      </w:r>
      <w:r w:rsidRPr="00E90DD5">
        <w:t xml:space="preserve"> is primarily for looking up the relying party.</w:t>
      </w:r>
    </w:p>
    <w:p w14:paraId="63C9238E" w14:textId="0312FB02" w:rsidR="00365D32" w:rsidRDefault="00365D32" w:rsidP="008243CC">
      <w:pPr>
        <w:pStyle w:val="ListParagraph"/>
        <w:numPr>
          <w:ilvl w:val="0"/>
          <w:numId w:val="7"/>
        </w:numPr>
      </w:pPr>
      <w:r>
        <w:t>For testing</w:t>
      </w:r>
      <w:r w:rsidR="00751006">
        <w:t>,</w:t>
      </w:r>
      <w:r>
        <w:t xml:space="preserve"> to make sure the website is active, enable directory browsing temporarily in </w:t>
      </w:r>
      <w:r w:rsidR="00751006">
        <w:t>w</w:t>
      </w:r>
      <w:r>
        <w:t>eb.config by chan</w:t>
      </w:r>
      <w:r w:rsidR="00CE3844">
        <w:t>g</w:t>
      </w:r>
      <w:r>
        <w:t xml:space="preserve">ing the following value </w:t>
      </w:r>
      <w:r w:rsidR="00751006">
        <w:t xml:space="preserve">of </w:t>
      </w:r>
      <w:r w:rsidR="00751006" w:rsidRPr="00751006">
        <w:rPr>
          <w:b/>
        </w:rPr>
        <w:t>directoryBrowse</w:t>
      </w:r>
      <w:r w:rsidR="00751006">
        <w:t xml:space="preserve"> </w:t>
      </w:r>
      <w:r>
        <w:t xml:space="preserve">to </w:t>
      </w:r>
      <w:r w:rsidRPr="00751006">
        <w:rPr>
          <w:b/>
        </w:rPr>
        <w:t>true</w:t>
      </w:r>
      <w:r w:rsidR="00751006">
        <w:t>.</w:t>
      </w:r>
    </w:p>
    <w:p w14:paraId="2240C3A0" w14:textId="3FA941A6" w:rsidR="00547C86" w:rsidRDefault="007E2528" w:rsidP="008243CC">
      <w:pPr>
        <w:pStyle w:val="ListParagraph"/>
        <w:numPr>
          <w:ilvl w:val="0"/>
          <w:numId w:val="7"/>
        </w:numPr>
      </w:pPr>
      <w:r>
        <w:t>Compile the solution to verify</w:t>
      </w:r>
      <w:r w:rsidR="00751006">
        <w:t xml:space="preserve"> that</w:t>
      </w:r>
      <w:r>
        <w:t xml:space="preserve"> it s</w:t>
      </w:r>
      <w:r w:rsidR="00547C86">
        <w:t>ucceeds</w:t>
      </w:r>
      <w:r w:rsidR="00751006">
        <w:t>.</w:t>
      </w:r>
      <w:r w:rsidR="00FD0BC1">
        <w:t xml:space="preserve"> </w:t>
      </w:r>
      <w:r w:rsidR="00751006">
        <w:t>I</w:t>
      </w:r>
      <w:r w:rsidR="00547C86">
        <w:t xml:space="preserve">f it does </w:t>
      </w:r>
      <w:r w:rsidR="00B577C2">
        <w:t>compile</w:t>
      </w:r>
      <w:r w:rsidR="00751006">
        <w:t xml:space="preserve"> successfully, you </w:t>
      </w:r>
      <w:r w:rsidR="00547C86">
        <w:t>are ready to publish the service</w:t>
      </w:r>
      <w:r w:rsidR="00751006">
        <w:t>.</w:t>
      </w:r>
    </w:p>
    <w:p w14:paraId="40020150" w14:textId="2B332030" w:rsidR="00980C42" w:rsidRPr="00CF012E" w:rsidRDefault="00980C42" w:rsidP="00E44F6F">
      <w:pPr>
        <w:keepNext/>
        <w:rPr>
          <w:rStyle w:val="Strong"/>
        </w:rPr>
      </w:pPr>
      <w:r w:rsidRPr="00CF012E">
        <w:rPr>
          <w:rStyle w:val="Strong"/>
        </w:rPr>
        <w:t>To publish SimpleAuthService to your server remotely</w:t>
      </w:r>
      <w:r w:rsidR="002714DD" w:rsidRPr="00CF012E">
        <w:rPr>
          <w:rStyle w:val="Strong"/>
        </w:rPr>
        <w:t xml:space="preserve"> </w:t>
      </w:r>
      <w:r w:rsidR="00322A96" w:rsidRPr="00CF012E">
        <w:rPr>
          <w:rStyle w:val="Strong"/>
        </w:rPr>
        <w:t xml:space="preserve">by </w:t>
      </w:r>
      <w:r w:rsidR="002714DD" w:rsidRPr="00CF012E">
        <w:rPr>
          <w:rStyle w:val="Strong"/>
        </w:rPr>
        <w:t>using Web Deploy</w:t>
      </w:r>
    </w:p>
    <w:p w14:paraId="66DFD27A" w14:textId="472AF858" w:rsidR="002714DD" w:rsidRPr="00CF012E" w:rsidRDefault="002714DD" w:rsidP="00E44F6F">
      <w:pPr>
        <w:pStyle w:val="ListParagraph"/>
        <w:numPr>
          <w:ilvl w:val="0"/>
          <w:numId w:val="43"/>
        </w:numPr>
      </w:pPr>
      <w:r w:rsidRPr="00CF012E">
        <w:t>In Visual Studio 2015</w:t>
      </w:r>
      <w:r w:rsidR="00322A96" w:rsidRPr="00CF012E">
        <w:t>,</w:t>
      </w:r>
      <w:r w:rsidRPr="00CF012E">
        <w:t xml:space="preserve"> open</w:t>
      </w:r>
      <w:r w:rsidR="00322A96" w:rsidRPr="00CF012E">
        <w:t xml:space="preserve"> </w:t>
      </w:r>
      <w:r w:rsidRPr="00CF012E">
        <w:rPr>
          <w:b/>
        </w:rPr>
        <w:t xml:space="preserve">Server Explorer </w:t>
      </w:r>
      <w:r w:rsidRPr="00CF012E">
        <w:t>and sign</w:t>
      </w:r>
      <w:r w:rsidR="00322A96" w:rsidRPr="00CF012E">
        <w:t xml:space="preserve"> </w:t>
      </w:r>
      <w:r w:rsidRPr="00CF012E">
        <w:t>in with your Azure account</w:t>
      </w:r>
      <w:r w:rsidR="00322A96" w:rsidRPr="00CF012E">
        <w:t>.</w:t>
      </w:r>
    </w:p>
    <w:p w14:paraId="087041A2" w14:textId="685B7F8C" w:rsidR="002714DD" w:rsidRPr="00CF012E" w:rsidRDefault="002714DD" w:rsidP="00E44F6F">
      <w:pPr>
        <w:pStyle w:val="ListParagraph"/>
        <w:numPr>
          <w:ilvl w:val="0"/>
          <w:numId w:val="43"/>
        </w:numPr>
      </w:pPr>
      <w:r w:rsidRPr="00CF012E">
        <w:t xml:space="preserve">On the </w:t>
      </w:r>
      <w:r w:rsidRPr="00CF012E">
        <w:rPr>
          <w:b/>
        </w:rPr>
        <w:t xml:space="preserve">Build </w:t>
      </w:r>
      <w:r w:rsidRPr="00CF012E">
        <w:t xml:space="preserve">menu, click </w:t>
      </w:r>
      <w:r w:rsidRPr="00CF012E">
        <w:rPr>
          <w:b/>
        </w:rPr>
        <w:t>Publish</w:t>
      </w:r>
      <w:r w:rsidR="00322A96" w:rsidRPr="00CF012E">
        <w:t>.</w:t>
      </w:r>
    </w:p>
    <w:p w14:paraId="697E961E" w14:textId="338FCE83" w:rsidR="002714DD" w:rsidRPr="00CF012E" w:rsidRDefault="002714DD" w:rsidP="00E44F6F">
      <w:pPr>
        <w:pStyle w:val="ListParagraph"/>
        <w:numPr>
          <w:ilvl w:val="0"/>
          <w:numId w:val="43"/>
        </w:numPr>
      </w:pPr>
      <w:r w:rsidRPr="00CF012E">
        <w:t xml:space="preserve">Select </w:t>
      </w:r>
      <w:r w:rsidRPr="00CF012E">
        <w:rPr>
          <w:b/>
        </w:rPr>
        <w:t>More Options</w:t>
      </w:r>
      <w:r w:rsidRPr="00CF012E">
        <w:t xml:space="preserve"> and </w:t>
      </w:r>
      <w:r w:rsidRPr="00CF012E">
        <w:rPr>
          <w:b/>
        </w:rPr>
        <w:t>Microsoft Azure Virtual Machines</w:t>
      </w:r>
      <w:r w:rsidR="00322A96" w:rsidRPr="00CF012E">
        <w:t>.</w:t>
      </w:r>
    </w:p>
    <w:p w14:paraId="1478ECEF" w14:textId="47448020" w:rsidR="002714DD" w:rsidRPr="00CF012E" w:rsidRDefault="002714DD" w:rsidP="00E44F6F">
      <w:pPr>
        <w:pStyle w:val="ListParagraph"/>
        <w:numPr>
          <w:ilvl w:val="0"/>
          <w:numId w:val="43"/>
        </w:numPr>
      </w:pPr>
      <w:r w:rsidRPr="00CF012E">
        <w:t>Select your VM from the list</w:t>
      </w:r>
      <w:r w:rsidR="00322A96" w:rsidRPr="00CF012E">
        <w:t>.</w:t>
      </w:r>
    </w:p>
    <w:p w14:paraId="4E924B03" w14:textId="77F93209" w:rsidR="00655661" w:rsidRPr="00CF012E" w:rsidRDefault="00655661" w:rsidP="00E44F6F">
      <w:pPr>
        <w:pStyle w:val="ListParagraph"/>
        <w:numPr>
          <w:ilvl w:val="0"/>
          <w:numId w:val="43"/>
        </w:numPr>
      </w:pPr>
      <w:r w:rsidRPr="00CF012E">
        <w:t xml:space="preserve">Set </w:t>
      </w:r>
      <w:r w:rsidRPr="00CF012E">
        <w:rPr>
          <w:b/>
        </w:rPr>
        <w:t>Web Deploy</w:t>
      </w:r>
      <w:r w:rsidRPr="00CF012E">
        <w:t xml:space="preserve"> for the </w:t>
      </w:r>
      <w:r w:rsidRPr="00CF012E">
        <w:rPr>
          <w:b/>
        </w:rPr>
        <w:t>Publish</w:t>
      </w:r>
      <w:r w:rsidRPr="00CF012E">
        <w:t xml:space="preserve"> method</w:t>
      </w:r>
      <w:r w:rsidR="00322A96" w:rsidRPr="00CF012E">
        <w:t>.</w:t>
      </w:r>
    </w:p>
    <w:p w14:paraId="7E26599F" w14:textId="5101C782" w:rsidR="002714DD" w:rsidRPr="00CF012E" w:rsidRDefault="002714DD" w:rsidP="00E44F6F">
      <w:pPr>
        <w:pStyle w:val="ListParagraph"/>
        <w:numPr>
          <w:ilvl w:val="0"/>
          <w:numId w:val="43"/>
        </w:numPr>
      </w:pPr>
      <w:r w:rsidRPr="00CF012E">
        <w:t xml:space="preserve">Enter the </w:t>
      </w:r>
      <w:r w:rsidRPr="00CF012E">
        <w:rPr>
          <w:b/>
        </w:rPr>
        <w:t>username</w:t>
      </w:r>
      <w:r w:rsidRPr="00CF012E">
        <w:t xml:space="preserve"> and </w:t>
      </w:r>
      <w:r w:rsidRPr="00CF012E">
        <w:rPr>
          <w:b/>
        </w:rPr>
        <w:t>password</w:t>
      </w:r>
      <w:r w:rsidRPr="00CF012E">
        <w:t xml:space="preserve"> used for your remote desktop access to the VM</w:t>
      </w:r>
      <w:r w:rsidR="00322A96" w:rsidRPr="00CF012E">
        <w:t>.</w:t>
      </w:r>
    </w:p>
    <w:p w14:paraId="20492FEF" w14:textId="596A37EC" w:rsidR="002714DD" w:rsidRPr="00CF012E" w:rsidRDefault="00091FF9" w:rsidP="00E44F6F">
      <w:pPr>
        <w:pStyle w:val="ListParagraph"/>
        <w:numPr>
          <w:ilvl w:val="0"/>
          <w:numId w:val="43"/>
        </w:numPr>
      </w:pPr>
      <w:r w:rsidRPr="00CF012E">
        <w:t>On the VM, e</w:t>
      </w:r>
      <w:r w:rsidR="002714DD" w:rsidRPr="00CF012E">
        <w:t xml:space="preserve">nter the name of </w:t>
      </w:r>
      <w:r w:rsidRPr="00CF012E">
        <w:t xml:space="preserve">the </w:t>
      </w:r>
      <w:r w:rsidR="002714DD" w:rsidRPr="00CF012E">
        <w:t xml:space="preserve">website in IIS </w:t>
      </w:r>
      <w:r w:rsidRPr="00CF012E">
        <w:t xml:space="preserve">Manager that </w:t>
      </w:r>
      <w:r w:rsidR="002714DD" w:rsidRPr="00CF012E">
        <w:t>you created (</w:t>
      </w:r>
      <w:r w:rsidR="002714DD" w:rsidRPr="00CF012E">
        <w:rPr>
          <w:b/>
        </w:rPr>
        <w:t>SampleService</w:t>
      </w:r>
      <w:r w:rsidR="002714DD" w:rsidRPr="00CF012E">
        <w:t>)</w:t>
      </w:r>
      <w:r w:rsidRPr="00CF012E">
        <w:t>.</w:t>
      </w:r>
    </w:p>
    <w:p w14:paraId="32C0B160" w14:textId="6D54FA6E" w:rsidR="002714DD" w:rsidRPr="00CF012E" w:rsidRDefault="002714DD" w:rsidP="00E44F6F">
      <w:pPr>
        <w:pStyle w:val="ListParagraph"/>
        <w:numPr>
          <w:ilvl w:val="0"/>
          <w:numId w:val="43"/>
        </w:numPr>
      </w:pPr>
      <w:r w:rsidRPr="00CF012E">
        <w:t xml:space="preserve">Click </w:t>
      </w:r>
      <w:r w:rsidRPr="00CF012E">
        <w:rPr>
          <w:b/>
        </w:rPr>
        <w:t xml:space="preserve">Validate Connection </w:t>
      </w:r>
      <w:r w:rsidRPr="00CF012E">
        <w:t xml:space="preserve">and verify </w:t>
      </w:r>
      <w:r w:rsidR="00091FF9" w:rsidRPr="00CF012E">
        <w:t xml:space="preserve">that </w:t>
      </w:r>
      <w:r w:rsidRPr="00CF012E">
        <w:t>the connection works</w:t>
      </w:r>
      <w:r w:rsidR="00091FF9" w:rsidRPr="00CF012E">
        <w:t>;</w:t>
      </w:r>
      <w:r w:rsidRPr="00CF012E">
        <w:t xml:space="preserve"> otherwise</w:t>
      </w:r>
      <w:r w:rsidR="00091FF9" w:rsidRPr="00CF012E">
        <w:t>,</w:t>
      </w:r>
      <w:r w:rsidRPr="00CF012E">
        <w:t xml:space="preserve"> see </w:t>
      </w:r>
      <w:hyperlink w:anchor="_FAQs_and_troubleshooting" w:history="1">
        <w:r w:rsidR="00655661" w:rsidRPr="00CF012E">
          <w:rPr>
            <w:rStyle w:val="Hyperlink"/>
          </w:rPr>
          <w:t xml:space="preserve">FAQs and </w:t>
        </w:r>
        <w:r w:rsidRPr="00CF012E">
          <w:rPr>
            <w:rStyle w:val="Hyperlink"/>
          </w:rPr>
          <w:t>troubleshooting</w:t>
        </w:r>
      </w:hyperlink>
      <w:r w:rsidR="00322A96" w:rsidRPr="00CF012E">
        <w:t>.</w:t>
      </w:r>
    </w:p>
    <w:p w14:paraId="256189A4" w14:textId="3244C038" w:rsidR="002714DD" w:rsidRPr="00CF012E" w:rsidRDefault="002714DD" w:rsidP="00E44F6F">
      <w:pPr>
        <w:pStyle w:val="ListParagraph"/>
        <w:numPr>
          <w:ilvl w:val="0"/>
          <w:numId w:val="43"/>
        </w:numPr>
      </w:pPr>
      <w:r w:rsidRPr="00CF012E">
        <w:t xml:space="preserve">Click </w:t>
      </w:r>
      <w:r w:rsidRPr="00CF012E">
        <w:rPr>
          <w:b/>
        </w:rPr>
        <w:t>Next</w:t>
      </w:r>
      <w:r w:rsidR="00322A96" w:rsidRPr="00CF012E">
        <w:t>.</w:t>
      </w:r>
    </w:p>
    <w:p w14:paraId="29EA2349" w14:textId="1AF07AB5" w:rsidR="002714DD" w:rsidRPr="00CF012E" w:rsidRDefault="002714DD" w:rsidP="00E44F6F">
      <w:pPr>
        <w:pStyle w:val="ListParagraph"/>
        <w:numPr>
          <w:ilvl w:val="0"/>
          <w:numId w:val="43"/>
        </w:numPr>
      </w:pPr>
      <w:r w:rsidRPr="00CF012E">
        <w:t xml:space="preserve">Select to publish the </w:t>
      </w:r>
      <w:r w:rsidRPr="00CF012E">
        <w:rPr>
          <w:b/>
        </w:rPr>
        <w:t>Debug</w:t>
      </w:r>
      <w:r w:rsidRPr="00CF012E">
        <w:t xml:space="preserve"> configuration </w:t>
      </w:r>
      <w:r w:rsidR="00655661" w:rsidRPr="00CF012E">
        <w:t>for debugging</w:t>
      </w:r>
      <w:r w:rsidR="00322A96" w:rsidRPr="00CF012E">
        <w:t>.</w:t>
      </w:r>
    </w:p>
    <w:p w14:paraId="39CF117F" w14:textId="35CCD3CD" w:rsidR="002714DD" w:rsidRPr="00CF012E" w:rsidRDefault="00655661" w:rsidP="00E44F6F">
      <w:pPr>
        <w:pStyle w:val="ListParagraph"/>
        <w:numPr>
          <w:ilvl w:val="0"/>
          <w:numId w:val="43"/>
        </w:numPr>
      </w:pPr>
      <w:r w:rsidRPr="00CF012E">
        <w:t xml:space="preserve">Click </w:t>
      </w:r>
      <w:r w:rsidRPr="00CF012E">
        <w:rPr>
          <w:b/>
        </w:rPr>
        <w:t>Publish</w:t>
      </w:r>
      <w:r w:rsidRPr="00CF012E">
        <w:t xml:space="preserve"> to save the profile and publish your site</w:t>
      </w:r>
      <w:r w:rsidR="00322A96" w:rsidRPr="00CF012E">
        <w:t>.</w:t>
      </w:r>
    </w:p>
    <w:p w14:paraId="11F5DBAC" w14:textId="3CCA60D3" w:rsidR="002714DD" w:rsidRPr="00D02285" w:rsidRDefault="00D02285" w:rsidP="00E44F6F">
      <w:pPr>
        <w:rPr>
          <w:b/>
        </w:rPr>
      </w:pPr>
      <w:r w:rsidRPr="00D02285">
        <w:rPr>
          <w:b/>
        </w:rPr>
        <w:t xml:space="preserve">To manually </w:t>
      </w:r>
      <w:r>
        <w:rPr>
          <w:b/>
        </w:rPr>
        <w:t>publish the project to the</w:t>
      </w:r>
      <w:r w:rsidRPr="00D02285">
        <w:rPr>
          <w:b/>
        </w:rPr>
        <w:t xml:space="preserve"> server</w:t>
      </w:r>
    </w:p>
    <w:p w14:paraId="2433058E" w14:textId="70C6B40A" w:rsidR="00547C86" w:rsidRPr="00547C86" w:rsidRDefault="00751006" w:rsidP="00D02285">
      <w:pPr>
        <w:pStyle w:val="ListParagraph"/>
        <w:numPr>
          <w:ilvl w:val="0"/>
          <w:numId w:val="28"/>
        </w:numPr>
      </w:pPr>
      <w:r>
        <w:t xml:space="preserve">On the </w:t>
      </w:r>
      <w:r w:rsidRPr="00751006">
        <w:rPr>
          <w:b/>
        </w:rPr>
        <w:t>Build</w:t>
      </w:r>
      <w:r>
        <w:t xml:space="preserve"> menu,</w:t>
      </w:r>
      <w:r w:rsidR="00547C86">
        <w:t xml:space="preserve"> </w:t>
      </w:r>
      <w:r>
        <w:t>click</w:t>
      </w:r>
      <w:r w:rsidR="00547C86">
        <w:t xml:space="preserve"> </w:t>
      </w:r>
      <w:r w:rsidR="00547C86">
        <w:rPr>
          <w:b/>
        </w:rPr>
        <w:t>Publish</w:t>
      </w:r>
      <w:r w:rsidRPr="00751006">
        <w:t>.</w:t>
      </w:r>
    </w:p>
    <w:p w14:paraId="39787CB5" w14:textId="4B67337B" w:rsidR="00547C86" w:rsidRPr="009F172B" w:rsidRDefault="00187B55" w:rsidP="00D02285">
      <w:pPr>
        <w:pStyle w:val="ListParagraph"/>
        <w:numPr>
          <w:ilvl w:val="0"/>
          <w:numId w:val="28"/>
        </w:numPr>
      </w:pPr>
      <w:r>
        <w:lastRenderedPageBreak/>
        <w:t xml:space="preserve">In </w:t>
      </w:r>
      <w:r w:rsidR="00820D6E" w:rsidRPr="00820D6E">
        <w:rPr>
          <w:b/>
        </w:rPr>
        <w:t>Select or import a publish profile</w:t>
      </w:r>
      <w:r w:rsidR="00820D6E">
        <w:t xml:space="preserve">, </w:t>
      </w:r>
      <w:r w:rsidR="00547C86">
        <w:t xml:space="preserve">select </w:t>
      </w:r>
      <w:r w:rsidR="00547C86">
        <w:rPr>
          <w:b/>
        </w:rPr>
        <w:t>&lt;New Profile…&gt;</w:t>
      </w:r>
      <w:r w:rsidR="00CE3844">
        <w:rPr>
          <w:b/>
        </w:rPr>
        <w:t xml:space="preserve"> </w:t>
      </w:r>
      <w:r w:rsidR="00CE3844">
        <w:t xml:space="preserve">or </w:t>
      </w:r>
      <w:r w:rsidR="00CE3844">
        <w:rPr>
          <w:b/>
        </w:rPr>
        <w:t>Custom</w:t>
      </w:r>
      <w:r w:rsidR="00820D6E">
        <w:t>.</w:t>
      </w:r>
    </w:p>
    <w:p w14:paraId="0F81E4D5" w14:textId="239B6220" w:rsidR="009F172B" w:rsidRDefault="009F172B" w:rsidP="00D02285">
      <w:pPr>
        <w:pStyle w:val="ListParagraph"/>
        <w:numPr>
          <w:ilvl w:val="0"/>
          <w:numId w:val="28"/>
        </w:numPr>
      </w:pPr>
      <w:r>
        <w:t xml:space="preserve">Name your profile </w:t>
      </w:r>
      <w:r>
        <w:rPr>
          <w:b/>
        </w:rPr>
        <w:t>SimpleAuthService</w:t>
      </w:r>
      <w:r w:rsidR="00820D6E" w:rsidRPr="00820D6E">
        <w:t>,</w:t>
      </w:r>
      <w:r>
        <w:t xml:space="preserve"> and </w:t>
      </w:r>
      <w:r w:rsidR="00820D6E">
        <w:t xml:space="preserve">then </w:t>
      </w:r>
      <w:r>
        <w:t xml:space="preserve">click </w:t>
      </w:r>
      <w:r w:rsidRPr="00820D6E">
        <w:rPr>
          <w:b/>
        </w:rPr>
        <w:t>Next</w:t>
      </w:r>
      <w:r w:rsidR="00820D6E">
        <w:t>.</w:t>
      </w:r>
    </w:p>
    <w:p w14:paraId="58D625BD" w14:textId="129B5C0D" w:rsidR="009F172B" w:rsidRDefault="00187B55" w:rsidP="00D02285">
      <w:pPr>
        <w:pStyle w:val="ListParagraph"/>
        <w:numPr>
          <w:ilvl w:val="0"/>
          <w:numId w:val="28"/>
        </w:numPr>
      </w:pPr>
      <w:r>
        <w:t xml:space="preserve">In </w:t>
      </w:r>
      <w:r w:rsidR="00820D6E" w:rsidRPr="00820D6E">
        <w:rPr>
          <w:b/>
        </w:rPr>
        <w:t>Publish method</w:t>
      </w:r>
      <w:r w:rsidR="00820D6E">
        <w:t>,</w:t>
      </w:r>
      <w:r w:rsidR="009F172B">
        <w:t xml:space="preserve"> select </w:t>
      </w:r>
      <w:r w:rsidR="009F172B">
        <w:rPr>
          <w:b/>
        </w:rPr>
        <w:t>File System</w:t>
      </w:r>
      <w:r w:rsidR="00820D6E">
        <w:t>.</w:t>
      </w:r>
    </w:p>
    <w:p w14:paraId="1D564FF1" w14:textId="6220EC6E" w:rsidR="009F172B" w:rsidRPr="00E90DD5" w:rsidRDefault="009F172B" w:rsidP="00D02285">
      <w:pPr>
        <w:pStyle w:val="ListParagraph"/>
        <w:keepNext/>
        <w:numPr>
          <w:ilvl w:val="0"/>
          <w:numId w:val="28"/>
        </w:numPr>
      </w:pPr>
      <w:r>
        <w:t>Set the target location to a new folder on your development PC</w:t>
      </w:r>
      <w:r w:rsidR="00820D6E">
        <w:t>,</w:t>
      </w:r>
      <w:r>
        <w:t xml:space="preserve"> and </w:t>
      </w:r>
      <w:r w:rsidR="00820D6E">
        <w:t xml:space="preserve">then </w:t>
      </w:r>
      <w:r>
        <w:t xml:space="preserve">click </w:t>
      </w:r>
      <w:r>
        <w:rPr>
          <w:b/>
        </w:rPr>
        <w:t>Next</w:t>
      </w:r>
      <w:r w:rsidR="00820D6E" w:rsidRPr="00820D6E">
        <w:t>.</w:t>
      </w:r>
      <w:r w:rsidR="00FD0BC1">
        <w:t xml:space="preserve"> </w:t>
      </w:r>
      <w:r w:rsidR="00820D6E" w:rsidRPr="00E90DD5">
        <w:t xml:space="preserve">If you are running Visual Studio on your server, you can set this to </w:t>
      </w:r>
      <w:r w:rsidR="00820D6E" w:rsidRPr="00FD0BC1">
        <w:rPr>
          <w:b/>
        </w:rPr>
        <w:t>C:\SampleService\</w:t>
      </w:r>
      <w:r w:rsidR="00820D6E" w:rsidRPr="00E90DD5">
        <w:t xml:space="preserve">, the location where IIS is configured to </w:t>
      </w:r>
      <w:r w:rsidR="00B577C2" w:rsidRPr="00E90DD5">
        <w:t>find</w:t>
      </w:r>
      <w:r w:rsidR="00820D6E" w:rsidRPr="00E90DD5">
        <w:t xml:space="preserve"> the website</w:t>
      </w:r>
      <w:r w:rsidR="00FD0BC1">
        <w:t>,</w:t>
      </w:r>
      <w:r w:rsidR="00820D6E" w:rsidRPr="00E90DD5">
        <w:t xml:space="preserve"> in the next section</w:t>
      </w:r>
      <w:r w:rsidR="004361A4" w:rsidRPr="00E90DD5">
        <w:t xml:space="preserve"> of this white paper</w:t>
      </w:r>
      <w:r w:rsidR="00820D6E" w:rsidRPr="00E90DD5">
        <w:t>.</w:t>
      </w:r>
    </w:p>
    <w:p w14:paraId="717FCC70" w14:textId="7DAC682A" w:rsidR="009F172B" w:rsidRDefault="009F172B" w:rsidP="00D02285">
      <w:pPr>
        <w:pStyle w:val="ListParagraph"/>
        <w:numPr>
          <w:ilvl w:val="0"/>
          <w:numId w:val="28"/>
        </w:numPr>
      </w:pPr>
      <w:r>
        <w:t xml:space="preserve">Select </w:t>
      </w:r>
      <w:r>
        <w:rPr>
          <w:b/>
        </w:rPr>
        <w:t xml:space="preserve">Debug </w:t>
      </w:r>
      <w:r>
        <w:t>for the configuration so that you can debug the site later if needed</w:t>
      </w:r>
      <w:r w:rsidR="004361A4">
        <w:t>, and</w:t>
      </w:r>
      <w:r>
        <w:t xml:space="preserve"> then click </w:t>
      </w:r>
      <w:r>
        <w:rPr>
          <w:b/>
        </w:rPr>
        <w:t>Publish</w:t>
      </w:r>
      <w:r w:rsidR="004361A4" w:rsidRPr="004361A4">
        <w:t>.</w:t>
      </w:r>
    </w:p>
    <w:p w14:paraId="1800DF2E" w14:textId="12CA1E16" w:rsidR="007E2528" w:rsidRDefault="004361A4" w:rsidP="00D02285">
      <w:pPr>
        <w:pStyle w:val="ListParagraph"/>
        <w:numPr>
          <w:ilvl w:val="0"/>
          <w:numId w:val="28"/>
        </w:numPr>
      </w:pPr>
      <w:r>
        <w:t>If you</w:t>
      </w:r>
      <w:r w:rsidR="00095BA2">
        <w:t xml:space="preserve"> compiled and configured </w:t>
      </w:r>
      <w:r w:rsidR="00095BA2" w:rsidRPr="00095BA2">
        <w:rPr>
          <w:b/>
        </w:rPr>
        <w:t>SimpleAuth</w:t>
      </w:r>
      <w:r w:rsidRPr="00095BA2">
        <w:rPr>
          <w:b/>
        </w:rPr>
        <w:t>Service</w:t>
      </w:r>
      <w:r>
        <w:t xml:space="preserve"> on your development computer, c</w:t>
      </w:r>
      <w:r w:rsidR="00C05437">
        <w:t xml:space="preserve">opy the resulting files </w:t>
      </w:r>
      <w:r w:rsidR="009F172B">
        <w:t xml:space="preserve">in your output folder </w:t>
      </w:r>
      <w:r w:rsidR="00C05437">
        <w:t xml:space="preserve">to </w:t>
      </w:r>
      <w:r>
        <w:t xml:space="preserve">your web </w:t>
      </w:r>
      <w:r w:rsidR="002E132B">
        <w:t>server</w:t>
      </w:r>
      <w:r>
        <w:t>, placing the files</w:t>
      </w:r>
      <w:r w:rsidR="002E132B">
        <w:t xml:space="preserve"> in </w:t>
      </w:r>
      <w:r w:rsidR="00C05437" w:rsidRPr="004B2268">
        <w:t>C:\SampleService\</w:t>
      </w:r>
      <w:r w:rsidR="00C05437">
        <w:t>.</w:t>
      </w:r>
      <w:r w:rsidR="009F172B">
        <w:t xml:space="preserve"> </w:t>
      </w:r>
    </w:p>
    <w:p w14:paraId="18B86EB1" w14:textId="0BCAFD6A" w:rsidR="002E132B" w:rsidRDefault="002E132B" w:rsidP="002E132B">
      <w:bookmarkStart w:id="22" w:name="_Configuring_IIS_and"/>
      <w:bookmarkEnd w:id="22"/>
      <w:r>
        <w:t xml:space="preserve">To verify </w:t>
      </w:r>
      <w:r w:rsidR="00FD0BC1">
        <w:t xml:space="preserve">that </w:t>
      </w:r>
      <w:r>
        <w:t xml:space="preserve">everything is working so far, try to access </w:t>
      </w:r>
      <w:hyperlink r:id="rId22" w:history="1">
        <w:r w:rsidR="00B8053F" w:rsidRPr="00035AAD">
          <w:rPr>
            <w:rStyle w:val="Hyperlink"/>
            <w:i/>
          </w:rPr>
          <w:t>http://localhost/</w:t>
        </w:r>
      </w:hyperlink>
      <w:r w:rsidR="00B8053F">
        <w:rPr>
          <w:i/>
        </w:rPr>
        <w:t xml:space="preserve"> </w:t>
      </w:r>
      <w:r w:rsidR="00B8053F">
        <w:t>from your server</w:t>
      </w:r>
      <w:r w:rsidR="00BB13C3">
        <w:rPr>
          <w:rStyle w:val="Hyperlink"/>
        </w:rPr>
        <w:t>,</w:t>
      </w:r>
      <w:r>
        <w:t xml:space="preserve"> and verify that you see the directory info</w:t>
      </w:r>
      <w:r w:rsidR="00BB13C3">
        <w:t>rmation</w:t>
      </w:r>
      <w:r>
        <w:t xml:space="preserve"> for your deployed </w:t>
      </w:r>
      <w:r w:rsidR="00E45491">
        <w:rPr>
          <w:b/>
        </w:rPr>
        <w:t>Si</w:t>
      </w:r>
      <w:r w:rsidRPr="002777FB">
        <w:rPr>
          <w:b/>
        </w:rPr>
        <w:t>mpleAuth</w:t>
      </w:r>
      <w:r w:rsidR="00BB13C3" w:rsidRPr="002777FB">
        <w:rPr>
          <w:b/>
        </w:rPr>
        <w:t>Service</w:t>
      </w:r>
      <w:r w:rsidR="00E2103F">
        <w:t xml:space="preserve">. </w:t>
      </w:r>
      <w:r w:rsidR="00113FBF">
        <w:t>At this point</w:t>
      </w:r>
      <w:r w:rsidR="00BB13C3">
        <w:t>,</w:t>
      </w:r>
      <w:r w:rsidR="00113FBF">
        <w:t xml:space="preserve"> if your server is</w:t>
      </w:r>
      <w:r w:rsidR="00457D2F">
        <w:t xml:space="preserve"> accessible through the public I</w:t>
      </w:r>
      <w:r w:rsidR="00113FBF">
        <w:t>nternet</w:t>
      </w:r>
      <w:r w:rsidR="00BB13C3">
        <w:t>,</w:t>
      </w:r>
      <w:r w:rsidR="00113FBF">
        <w:t xml:space="preserve"> you will want to </w:t>
      </w:r>
      <w:r w:rsidR="00BB13C3">
        <w:t>disable</w:t>
      </w:r>
      <w:r w:rsidR="00113FBF">
        <w:t xml:space="preserve"> directory browsing by </w:t>
      </w:r>
      <w:r w:rsidR="00BB13C3">
        <w:t xml:space="preserve">setting </w:t>
      </w:r>
      <w:r w:rsidR="00113FBF">
        <w:t>the</w:t>
      </w:r>
      <w:r w:rsidR="00BB13C3">
        <w:t xml:space="preserve"> value of</w:t>
      </w:r>
      <w:r w:rsidR="00113FBF">
        <w:t xml:space="preserve"> </w:t>
      </w:r>
      <w:r w:rsidR="00B168C0" w:rsidRPr="00BB13C3">
        <w:rPr>
          <w:b/>
        </w:rPr>
        <w:t>directoryBrowse</w:t>
      </w:r>
      <w:r w:rsidR="00B168C0">
        <w:t xml:space="preserve"> back to </w:t>
      </w:r>
      <w:r w:rsidR="00B168C0" w:rsidRPr="00BB13C3">
        <w:rPr>
          <w:b/>
        </w:rPr>
        <w:t>false</w:t>
      </w:r>
      <w:r w:rsidR="00B168C0">
        <w:t xml:space="preserve"> in </w:t>
      </w:r>
      <w:r w:rsidR="00BB13C3">
        <w:t>the w</w:t>
      </w:r>
      <w:r w:rsidR="00113FBF">
        <w:t>eb.</w:t>
      </w:r>
      <w:r w:rsidR="00BB13C3">
        <w:t>c</w:t>
      </w:r>
      <w:r w:rsidR="00113FBF">
        <w:t>onfig file to prevent unauthorized acces</w:t>
      </w:r>
      <w:r w:rsidR="00B168C0">
        <w:t>s and discovery of your service</w:t>
      </w:r>
      <w:r w:rsidR="007F2C49">
        <w:t>.</w:t>
      </w:r>
    </w:p>
    <w:p w14:paraId="69171424" w14:textId="080A09D0" w:rsidR="00EE2BC5" w:rsidRDefault="00EE2BC5" w:rsidP="002E132B">
      <w:r>
        <w:t>Now that we know that IIS is set up, try calling one of the services from the server</w:t>
      </w:r>
      <w:r w:rsidR="00CB27F3">
        <w:t xml:space="preserve"> itself and then from your development PC</w:t>
      </w:r>
      <w:r w:rsidR="007F2C49">
        <w:t>,</w:t>
      </w:r>
      <w:r>
        <w:t xml:space="preserve"> and check that you get a </w:t>
      </w:r>
      <w:r w:rsidR="007F2C49">
        <w:t>JSON</w:t>
      </w:r>
      <w:r>
        <w:t xml:space="preserve"> response back:</w:t>
      </w:r>
    </w:p>
    <w:p w14:paraId="4C283393" w14:textId="5A6ACDB2" w:rsidR="002E132B" w:rsidRDefault="008A0317" w:rsidP="00EE2BC5">
      <w:pPr>
        <w:ind w:left="720"/>
      </w:pPr>
      <w:r w:rsidRPr="00DF0571">
        <w:rPr>
          <w:i/>
        </w:rPr>
        <w:t>http://localhost/RESTService.svc/messageoftheday</w:t>
      </w:r>
      <w:r w:rsidR="00EE2BC5">
        <w:t xml:space="preserve"> </w:t>
      </w:r>
      <w:r w:rsidR="00CB27F3">
        <w:t>(from server)</w:t>
      </w:r>
    </w:p>
    <w:p w14:paraId="33DB56C0" w14:textId="015AE798" w:rsidR="00CB27F3" w:rsidRDefault="00482FE7" w:rsidP="00EE2BC5">
      <w:pPr>
        <w:ind w:left="720"/>
      </w:pPr>
      <w:r w:rsidRPr="00DF0571">
        <w:rPr>
          <w:i/>
        </w:rPr>
        <w:t>http://myservername.com/RESTService.svc/messageoftheday</w:t>
      </w:r>
      <w:r w:rsidR="00CB27F3">
        <w:t xml:space="preserve"> (from development PC)</w:t>
      </w:r>
    </w:p>
    <w:p w14:paraId="4269474B" w14:textId="375684CD" w:rsidR="00DD322B" w:rsidRDefault="00DD322B" w:rsidP="00DD322B">
      <w:r>
        <w:t>If that is working,</w:t>
      </w:r>
      <w:r w:rsidR="00BB56C5">
        <w:t xml:space="preserve"> go back to the</w:t>
      </w:r>
      <w:r>
        <w:t xml:space="preserve"> Xbox One Web Services sample</w:t>
      </w:r>
      <w:r w:rsidR="00BB56C5">
        <w:t xml:space="preserve"> and change </w:t>
      </w:r>
      <w:r w:rsidR="00BB56C5" w:rsidRPr="00BB56C5">
        <w:rPr>
          <w:b/>
        </w:rPr>
        <w:t>CUSTOMURI_REQUIRE_XSTS</w:t>
      </w:r>
      <w:r w:rsidR="00BB56C5">
        <w:rPr>
          <w:b/>
        </w:rPr>
        <w:t xml:space="preserve"> to TRUE</w:t>
      </w:r>
      <w:r w:rsidR="00FE5659">
        <w:t xml:space="preserve">. </w:t>
      </w:r>
      <w:r w:rsidR="00847563">
        <w:t>This will show you any errors in obtaining an XSTS token from the client side in the sample</w:t>
      </w:r>
      <w:r w:rsidR="00FE5659">
        <w:t xml:space="preserve">’s UI. </w:t>
      </w:r>
      <w:r w:rsidR="00847563">
        <w:t>Compile and run the sample</w:t>
      </w:r>
      <w:r>
        <w:t xml:space="preserve"> again on your console and use the </w:t>
      </w:r>
      <w:r w:rsidRPr="00FE5659">
        <w:rPr>
          <w:b/>
        </w:rPr>
        <w:t>X</w:t>
      </w:r>
      <w:r>
        <w:t xml:space="preserve"> and </w:t>
      </w:r>
      <w:r w:rsidRPr="00FE5659">
        <w:rPr>
          <w:b/>
        </w:rPr>
        <w:t>Y</w:t>
      </w:r>
      <w:r>
        <w:t xml:space="preserve"> buttons to make calls from your title to your web </w:t>
      </w:r>
      <w:r>
        <w:lastRenderedPageBreak/>
        <w:t>service.</w:t>
      </w:r>
      <w:r w:rsidR="00FE5659">
        <w:t xml:space="preserve"> </w:t>
      </w:r>
      <w:r>
        <w:t>You should now be seeing additional data from the claims in the XSTS token</w:t>
      </w:r>
      <w:r w:rsidR="00FE5659">
        <w:t>,</w:t>
      </w:r>
      <w:r>
        <w:t xml:space="preserve"> and the message of the day should return with the </w:t>
      </w:r>
      <w:r w:rsidR="00FE5659">
        <w:t>g</w:t>
      </w:r>
      <w:r>
        <w:t>amertag of the signed-in user on the Xbox</w:t>
      </w:r>
      <w:r w:rsidR="00FE5659">
        <w:t xml:space="preserve"> console</w:t>
      </w:r>
      <w:r>
        <w:t>.</w:t>
      </w:r>
    </w:p>
    <w:p w14:paraId="5BD11174" w14:textId="5A782856" w:rsidR="001A2265" w:rsidRPr="00E521A7" w:rsidRDefault="001A2265" w:rsidP="00023935">
      <w:pPr>
        <w:pStyle w:val="Heading1"/>
      </w:pPr>
      <w:bookmarkStart w:id="23" w:name="_Configure_Web_Servicethe"/>
      <w:bookmarkStart w:id="24" w:name="_Configure_the_NSAL,"/>
      <w:bookmarkStart w:id="25" w:name="_Enabling_HTTPS_for"/>
      <w:bookmarkStart w:id="26" w:name="_Enabling_HTTPS_for_1"/>
      <w:bookmarkStart w:id="27" w:name="_Toc435611305"/>
      <w:bookmarkStart w:id="28" w:name="_Toc447121419"/>
      <w:bookmarkEnd w:id="23"/>
      <w:bookmarkEnd w:id="24"/>
      <w:bookmarkEnd w:id="25"/>
      <w:bookmarkEnd w:id="26"/>
      <w:r w:rsidRPr="00E521A7">
        <w:t xml:space="preserve">Debugging </w:t>
      </w:r>
      <w:r w:rsidR="00610825" w:rsidRPr="00E521A7">
        <w:t>y</w:t>
      </w:r>
      <w:r w:rsidRPr="00E521A7">
        <w:t xml:space="preserve">our </w:t>
      </w:r>
      <w:r w:rsidR="00610825" w:rsidRPr="00E521A7">
        <w:t>w</w:t>
      </w:r>
      <w:r w:rsidRPr="00E521A7">
        <w:t xml:space="preserve">eb </w:t>
      </w:r>
      <w:r w:rsidR="00610825" w:rsidRPr="00E521A7">
        <w:t>s</w:t>
      </w:r>
      <w:r w:rsidRPr="00E521A7">
        <w:t>ervice</w:t>
      </w:r>
      <w:bookmarkEnd w:id="27"/>
      <w:bookmarkEnd w:id="28"/>
    </w:p>
    <w:p w14:paraId="145517D2" w14:textId="434148F9" w:rsidR="001A2265" w:rsidRPr="004F6608" w:rsidRDefault="001A2265" w:rsidP="00E44F6F">
      <w:r w:rsidRPr="004F6608">
        <w:t xml:space="preserve">If you </w:t>
      </w:r>
      <w:r w:rsidR="00B8053F" w:rsidRPr="004F6608">
        <w:t>set</w:t>
      </w:r>
      <w:r w:rsidR="00CD4C4C" w:rsidRPr="004F6608">
        <w:t xml:space="preserve"> </w:t>
      </w:r>
      <w:r w:rsidR="00B8053F" w:rsidRPr="004F6608">
        <w:t xml:space="preserve">up your server with Web Deployment from </w:t>
      </w:r>
      <w:r w:rsidRPr="004F6608">
        <w:t>Visual Studio</w:t>
      </w:r>
      <w:r w:rsidR="00B8053F" w:rsidRPr="004F6608">
        <w:t xml:space="preserve"> as outlined earlier, you can also easily attach a debugger to your website from Visual Studio on your development PC.</w:t>
      </w:r>
    </w:p>
    <w:p w14:paraId="6CB969B4" w14:textId="5C847FD8" w:rsidR="00610825" w:rsidRPr="004F6608" w:rsidRDefault="00610825" w:rsidP="00E44F6F">
      <w:pPr>
        <w:keepNext/>
        <w:rPr>
          <w:rStyle w:val="Strong"/>
        </w:rPr>
      </w:pPr>
      <w:r w:rsidRPr="004F6608">
        <w:rPr>
          <w:rStyle w:val="Strong"/>
        </w:rPr>
        <w:t xml:space="preserve">To </w:t>
      </w:r>
      <w:r w:rsidR="00B8053F" w:rsidRPr="004F6608">
        <w:rPr>
          <w:rStyle w:val="Strong"/>
        </w:rPr>
        <w:t>attach a debug instance in Visual Studio to your server in Visual Studio</w:t>
      </w:r>
    </w:p>
    <w:p w14:paraId="6E132F8D" w14:textId="62297083" w:rsidR="001A2265" w:rsidRPr="004F6608" w:rsidRDefault="001A2265" w:rsidP="00E44F6F">
      <w:pPr>
        <w:pStyle w:val="ListParagraph"/>
        <w:numPr>
          <w:ilvl w:val="0"/>
          <w:numId w:val="15"/>
        </w:numPr>
      </w:pPr>
      <w:r w:rsidRPr="004F6608">
        <w:t>Open Visual Studio and the web project</w:t>
      </w:r>
      <w:r w:rsidR="00610825" w:rsidRPr="004F6608">
        <w:t>.</w:t>
      </w:r>
    </w:p>
    <w:p w14:paraId="0F72F29E" w14:textId="3836420D" w:rsidR="00B8053F" w:rsidRPr="004F6608" w:rsidRDefault="00B8053F" w:rsidP="00E44F6F">
      <w:pPr>
        <w:pStyle w:val="ListParagraph"/>
        <w:numPr>
          <w:ilvl w:val="0"/>
          <w:numId w:val="15"/>
        </w:numPr>
      </w:pPr>
      <w:r w:rsidRPr="004F6608">
        <w:t xml:space="preserve">Open </w:t>
      </w:r>
      <w:r w:rsidRPr="004F6608">
        <w:rPr>
          <w:b/>
        </w:rPr>
        <w:t>Server Explorer</w:t>
      </w:r>
      <w:r w:rsidR="00CD4C4C" w:rsidRPr="004F6608">
        <w:t>.</w:t>
      </w:r>
    </w:p>
    <w:p w14:paraId="41DB2B12" w14:textId="408E98D8" w:rsidR="00B8053F" w:rsidRPr="004F6608" w:rsidRDefault="00B8053F" w:rsidP="00E44F6F">
      <w:pPr>
        <w:pStyle w:val="ListParagraph"/>
        <w:numPr>
          <w:ilvl w:val="0"/>
          <w:numId w:val="15"/>
        </w:numPr>
      </w:pPr>
      <w:r w:rsidRPr="004F6608">
        <w:t xml:space="preserve">Go to the </w:t>
      </w:r>
      <w:r w:rsidRPr="004F6608">
        <w:rPr>
          <w:b/>
        </w:rPr>
        <w:t>Virtual Machines</w:t>
      </w:r>
      <w:r w:rsidRPr="004F6608">
        <w:t xml:space="preserve"> list</w:t>
      </w:r>
      <w:r w:rsidR="00CD4C4C" w:rsidRPr="004F6608">
        <w:t>.</w:t>
      </w:r>
    </w:p>
    <w:p w14:paraId="40F1DF4F" w14:textId="2FDA36D7" w:rsidR="00B8053F" w:rsidRPr="004F6608" w:rsidRDefault="00CD4C4C" w:rsidP="00E44F6F">
      <w:pPr>
        <w:pStyle w:val="ListParagraph"/>
        <w:numPr>
          <w:ilvl w:val="0"/>
          <w:numId w:val="15"/>
        </w:numPr>
      </w:pPr>
      <w:r w:rsidRPr="004F6608">
        <w:t>Right-</w:t>
      </w:r>
      <w:r w:rsidR="00B8053F" w:rsidRPr="004F6608">
        <w:t xml:space="preserve">click your VM running the server and select </w:t>
      </w:r>
      <w:r w:rsidR="00B8053F" w:rsidRPr="004F6608">
        <w:rPr>
          <w:b/>
        </w:rPr>
        <w:t>Enable Debugging</w:t>
      </w:r>
      <w:r w:rsidRPr="004F6608">
        <w:t>.</w:t>
      </w:r>
    </w:p>
    <w:p w14:paraId="49683872" w14:textId="40331D34" w:rsidR="00B8053F" w:rsidRPr="004F6608" w:rsidRDefault="00B8053F" w:rsidP="00E44F6F">
      <w:pPr>
        <w:pStyle w:val="ListParagraph"/>
        <w:numPr>
          <w:ilvl w:val="0"/>
          <w:numId w:val="15"/>
        </w:numPr>
      </w:pPr>
      <w:r w:rsidRPr="004F6608">
        <w:t>Wait for the debugging tools to finish installing</w:t>
      </w:r>
      <w:r w:rsidR="00CD4C4C" w:rsidRPr="004F6608">
        <w:t>.</w:t>
      </w:r>
    </w:p>
    <w:p w14:paraId="0ACA61FE" w14:textId="2FE1EEFD" w:rsidR="00B8053F" w:rsidRPr="004F6608" w:rsidRDefault="00B8053F" w:rsidP="00E44F6F">
      <w:pPr>
        <w:pStyle w:val="ListParagraph"/>
        <w:numPr>
          <w:ilvl w:val="0"/>
          <w:numId w:val="15"/>
        </w:numPr>
      </w:pPr>
      <w:r w:rsidRPr="004F6608">
        <w:t>Right</w:t>
      </w:r>
      <w:r w:rsidR="00CD4C4C" w:rsidRPr="004F6608">
        <w:t>-</w:t>
      </w:r>
      <w:r w:rsidRPr="004F6608">
        <w:t xml:space="preserve">click the VM again and select </w:t>
      </w:r>
      <w:r w:rsidRPr="004F6608">
        <w:rPr>
          <w:b/>
        </w:rPr>
        <w:t>Attach debugger</w:t>
      </w:r>
      <w:r w:rsidR="00CD4C4C" w:rsidRPr="004F6608">
        <w:t>.</w:t>
      </w:r>
    </w:p>
    <w:p w14:paraId="15FCE5E9" w14:textId="5B2459CC" w:rsidR="00B8053F" w:rsidRPr="004F6608" w:rsidRDefault="00B8053F" w:rsidP="00E44F6F">
      <w:pPr>
        <w:pStyle w:val="ListParagraph"/>
        <w:numPr>
          <w:ilvl w:val="0"/>
          <w:numId w:val="15"/>
        </w:numPr>
      </w:pPr>
      <w:r w:rsidRPr="004F6608">
        <w:t xml:space="preserve">Select the </w:t>
      </w:r>
      <w:r w:rsidRPr="004F6608">
        <w:rPr>
          <w:b/>
        </w:rPr>
        <w:t>w3wp.exe</w:t>
      </w:r>
      <w:r w:rsidRPr="004F6608">
        <w:t xml:space="preserve"> process from the process list</w:t>
      </w:r>
      <w:r w:rsidR="00CD4C4C" w:rsidRPr="004F6608">
        <w:t>.</w:t>
      </w:r>
    </w:p>
    <w:p w14:paraId="3EEDD2A0" w14:textId="0C36A626" w:rsidR="00B8053F" w:rsidRPr="004F6608" w:rsidRDefault="00B8053F" w:rsidP="00E44F6F">
      <w:pPr>
        <w:pStyle w:val="ListParagraph"/>
        <w:numPr>
          <w:ilvl w:val="0"/>
          <w:numId w:val="15"/>
        </w:numPr>
      </w:pPr>
      <w:r w:rsidRPr="004F6608">
        <w:t xml:space="preserve">If the </w:t>
      </w:r>
      <w:r w:rsidRPr="004F6608">
        <w:rPr>
          <w:b/>
        </w:rPr>
        <w:t>w3wp.exe</w:t>
      </w:r>
      <w:r w:rsidRPr="004F6608">
        <w:t xml:space="preserve"> process is not active in the list, make a call from the console to your service. This should start </w:t>
      </w:r>
      <w:r w:rsidRPr="004F6608">
        <w:rPr>
          <w:b/>
        </w:rPr>
        <w:t>w3wp.exe</w:t>
      </w:r>
      <w:r w:rsidRPr="004F6608">
        <w:t xml:space="preserve"> if it is not currently running</w:t>
      </w:r>
      <w:r w:rsidR="00CD4C4C" w:rsidRPr="004F6608">
        <w:t>.</w:t>
      </w:r>
    </w:p>
    <w:p w14:paraId="16444576" w14:textId="77777777" w:rsidR="00B8053F" w:rsidRPr="004F6608" w:rsidRDefault="00B8053F" w:rsidP="00E44F6F">
      <w:pPr>
        <w:pStyle w:val="ListParagraph"/>
        <w:numPr>
          <w:ilvl w:val="0"/>
          <w:numId w:val="15"/>
        </w:numPr>
      </w:pPr>
      <w:r w:rsidRPr="004F6608">
        <w:t xml:space="preserve">Place breakpoints where needed in your .cs files. In the WebService sample, this is </w:t>
      </w:r>
      <w:r w:rsidRPr="004F6608">
        <w:rPr>
          <w:b/>
        </w:rPr>
        <w:t>RestServices.svc.cs</w:t>
      </w:r>
      <w:r w:rsidRPr="004F6608">
        <w:t>.</w:t>
      </w:r>
    </w:p>
    <w:p w14:paraId="7CB0D1A0" w14:textId="20356FFA" w:rsidR="00B8053F" w:rsidRPr="004F6608" w:rsidRDefault="00B8053F" w:rsidP="00E44F6F">
      <w:pPr>
        <w:pStyle w:val="ListParagraph"/>
        <w:numPr>
          <w:ilvl w:val="0"/>
          <w:numId w:val="15"/>
        </w:numPr>
      </w:pPr>
      <w:r w:rsidRPr="004F6608">
        <w:t>Make the call from the console to the web service</w:t>
      </w:r>
      <w:r w:rsidR="00CD4C4C" w:rsidRPr="004F6608">
        <w:t>.</w:t>
      </w:r>
    </w:p>
    <w:p w14:paraId="642414B5" w14:textId="6580CAEC" w:rsidR="004F6608" w:rsidRPr="009A6B62" w:rsidRDefault="00B8053F" w:rsidP="00E44F6F">
      <w:r w:rsidRPr="004F6608">
        <w:t>You should now be real</w:t>
      </w:r>
      <w:r w:rsidR="00CD4C4C" w:rsidRPr="004F6608">
        <w:t>-</w:t>
      </w:r>
      <w:r w:rsidRPr="004F6608">
        <w:t xml:space="preserve">time debugging and able to place breakpoints in the example code remotely from your desktop. </w:t>
      </w:r>
      <w:r w:rsidR="00067E0F" w:rsidRPr="004F6608">
        <w:t>You can also set</w:t>
      </w:r>
      <w:r w:rsidR="00CD4C4C" w:rsidRPr="004F6608">
        <w:t xml:space="preserve"> </w:t>
      </w:r>
      <w:r w:rsidR="00067E0F" w:rsidRPr="004F6608">
        <w:t>up Fiddler on your server to capture the HTTPS traffic from your web service</w:t>
      </w:r>
      <w:r w:rsidR="00CD4C4C" w:rsidRPr="004F6608">
        <w:t>,</w:t>
      </w:r>
      <w:r w:rsidR="00067E0F" w:rsidRPr="004F6608">
        <w:t xml:space="preserve"> which is especially helpful when implementing B2B and obtaining the correct tokens for Delegated Auth</w:t>
      </w:r>
      <w:r w:rsidR="00CD4C4C" w:rsidRPr="004F6608">
        <w:t>entication</w:t>
      </w:r>
      <w:r w:rsidR="00067E0F" w:rsidRPr="004F6608">
        <w:t>.</w:t>
      </w:r>
      <w:r w:rsidR="008737AE">
        <w:t xml:space="preserve"> </w:t>
      </w:r>
    </w:p>
    <w:p w14:paraId="13093A4E" w14:textId="65FE342A" w:rsidR="00C4651D" w:rsidRPr="004F6608" w:rsidRDefault="00C4651D" w:rsidP="00E44F6F">
      <w:pPr>
        <w:rPr>
          <w:b/>
        </w:rPr>
      </w:pPr>
      <w:r w:rsidRPr="004F6608">
        <w:rPr>
          <w:b/>
        </w:rPr>
        <w:t>To enable Fiddler on your server and capture your B2B network traffic</w:t>
      </w:r>
    </w:p>
    <w:p w14:paraId="512D5528" w14:textId="3837C675" w:rsidR="00C4651D" w:rsidRPr="004F6608" w:rsidRDefault="00C4651D" w:rsidP="00E44F6F">
      <w:pPr>
        <w:pStyle w:val="ListParagraph"/>
        <w:numPr>
          <w:ilvl w:val="0"/>
          <w:numId w:val="26"/>
        </w:numPr>
      </w:pPr>
      <w:r w:rsidRPr="004F6608">
        <w:lastRenderedPageBreak/>
        <w:t>Install Fiddler on your server</w:t>
      </w:r>
      <w:r w:rsidR="00CD4C4C" w:rsidRPr="004F6608">
        <w:t>.</w:t>
      </w:r>
    </w:p>
    <w:p w14:paraId="5D0DC46C" w14:textId="7C656EFD" w:rsidR="00C4651D" w:rsidRPr="004F6608" w:rsidRDefault="00C4651D" w:rsidP="00E44F6F">
      <w:pPr>
        <w:pStyle w:val="ListParagraph"/>
        <w:numPr>
          <w:ilvl w:val="0"/>
          <w:numId w:val="26"/>
        </w:numPr>
      </w:pPr>
      <w:r w:rsidRPr="004F6608">
        <w:t>Copy the following into your web.config file of the project</w:t>
      </w:r>
      <w:r w:rsidR="00CD4C4C" w:rsidRPr="004F6608">
        <w:t>:</w:t>
      </w:r>
    </w:p>
    <w:p w14:paraId="76F1F5E4" w14:textId="77777777" w:rsidR="00C4651D" w:rsidRPr="004F6608" w:rsidRDefault="00C4651D" w:rsidP="00E44F6F">
      <w:pPr>
        <w:pStyle w:val="Code"/>
      </w:pPr>
      <w:r w:rsidRPr="004F6608">
        <w:t xml:space="preserve">  &lt;system.net&gt;   </w:t>
      </w:r>
    </w:p>
    <w:p w14:paraId="53C9C3A1" w14:textId="77777777" w:rsidR="000C6CFB" w:rsidRPr="004F6608" w:rsidRDefault="00C4651D" w:rsidP="00E44F6F">
      <w:pPr>
        <w:pStyle w:val="Code"/>
      </w:pPr>
      <w:r w:rsidRPr="004F6608">
        <w:t xml:space="preserve">    &lt;connectionManagement&gt;</w:t>
      </w:r>
    </w:p>
    <w:p w14:paraId="3B73225E" w14:textId="07B8B378" w:rsidR="00C4651D" w:rsidRPr="004F6608" w:rsidRDefault="00C4651D" w:rsidP="00E44F6F">
      <w:pPr>
        <w:pStyle w:val="Code"/>
      </w:pPr>
      <w:r w:rsidRPr="004F6608">
        <w:t xml:space="preserve">       &lt;add address="*" maxconnection="65535" /&gt;  </w:t>
      </w:r>
    </w:p>
    <w:p w14:paraId="4AFA3169" w14:textId="104B63CD" w:rsidR="00C4651D" w:rsidRPr="004F6608" w:rsidRDefault="00C4651D" w:rsidP="00E44F6F">
      <w:pPr>
        <w:pStyle w:val="Code"/>
      </w:pPr>
      <w:r w:rsidRPr="004F6608">
        <w:t xml:space="preserve">    &lt;/connectionManagement&gt;  </w:t>
      </w:r>
    </w:p>
    <w:p w14:paraId="7B466AFF" w14:textId="0866794E" w:rsidR="00C4651D" w:rsidRPr="004F6608" w:rsidRDefault="00C4651D" w:rsidP="00E44F6F">
      <w:pPr>
        <w:pStyle w:val="Code"/>
      </w:pPr>
      <w:r w:rsidRPr="004F6608">
        <w:t xml:space="preserve">    &lt;defaultProxy&gt;  </w:t>
      </w:r>
    </w:p>
    <w:p w14:paraId="5783C161" w14:textId="20B2645C" w:rsidR="00C4651D" w:rsidRPr="004F6608" w:rsidRDefault="00C4651D" w:rsidP="00E44F6F">
      <w:pPr>
        <w:pStyle w:val="Code"/>
      </w:pPr>
      <w:r w:rsidRPr="004F6608">
        <w:t xml:space="preserve">    &lt;!-- Normal networking --&gt;  </w:t>
      </w:r>
    </w:p>
    <w:p w14:paraId="749E931B" w14:textId="43FEB348" w:rsidR="00C4651D" w:rsidRPr="004F6608" w:rsidRDefault="00C4651D" w:rsidP="00E44F6F">
      <w:pPr>
        <w:pStyle w:val="Code"/>
      </w:pPr>
      <w:r w:rsidRPr="004F6608">
        <w:t xml:space="preserve">    &lt;proxy usesystemdefault="True" bypassonlocal="False" /&gt;  </w:t>
      </w:r>
    </w:p>
    <w:p w14:paraId="027E7018" w14:textId="78C63442" w:rsidR="00C4651D" w:rsidRPr="004F6608" w:rsidRDefault="00C4651D" w:rsidP="00E44F6F">
      <w:pPr>
        <w:pStyle w:val="Code"/>
      </w:pPr>
      <w:r w:rsidRPr="004F6608">
        <w:t xml:space="preserve">    &lt;!--Route through fiddler --&gt;  </w:t>
      </w:r>
    </w:p>
    <w:p w14:paraId="444C2A90" w14:textId="77777777" w:rsidR="000C6CFB" w:rsidRPr="004F6608" w:rsidRDefault="00C4651D" w:rsidP="00E44F6F">
      <w:pPr>
        <w:pStyle w:val="Code"/>
      </w:pPr>
      <w:r w:rsidRPr="004F6608">
        <w:t xml:space="preserve">    &lt;!--&lt;proxy usesystemdefault="False" bypassonlocal="False"</w:t>
      </w:r>
    </w:p>
    <w:p w14:paraId="479EF0CE" w14:textId="048C892B" w:rsidR="00C4651D" w:rsidRPr="004F6608" w:rsidRDefault="000C6CFB" w:rsidP="00E44F6F">
      <w:pPr>
        <w:pStyle w:val="Code"/>
      </w:pPr>
      <w:r w:rsidRPr="004F6608">
        <w:t xml:space="preserve">        </w:t>
      </w:r>
      <w:r w:rsidR="00C4651D" w:rsidRPr="004F6608">
        <w:t xml:space="preserve"> proxyaddress="http://127.0.0.1:8888" /&gt; --&gt; </w:t>
      </w:r>
    </w:p>
    <w:p w14:paraId="3788EF7F" w14:textId="037BB081" w:rsidR="00C4651D" w:rsidRPr="004F6608" w:rsidRDefault="00C4651D" w:rsidP="00E44F6F">
      <w:pPr>
        <w:pStyle w:val="Code"/>
      </w:pPr>
      <w:r w:rsidRPr="004F6608">
        <w:t xml:space="preserve">    &lt;/defaultProxy&gt;  </w:t>
      </w:r>
    </w:p>
    <w:p w14:paraId="42BC5D5C" w14:textId="1B58B1C2" w:rsidR="00C4651D" w:rsidRPr="004F6608" w:rsidRDefault="00C4651D" w:rsidP="00E44F6F">
      <w:pPr>
        <w:pStyle w:val="Code"/>
      </w:pPr>
      <w:r w:rsidRPr="004F6608">
        <w:t xml:space="preserve">  &lt;/system.net&gt;</w:t>
      </w:r>
      <w:r w:rsidRPr="004F6608">
        <w:br/>
      </w:r>
    </w:p>
    <w:p w14:paraId="07CD6A52" w14:textId="77AF3267" w:rsidR="00C4651D" w:rsidRPr="004F6608" w:rsidRDefault="00C4651D" w:rsidP="00E44F6F">
      <w:pPr>
        <w:pStyle w:val="ListParagraph"/>
        <w:numPr>
          <w:ilvl w:val="0"/>
          <w:numId w:val="26"/>
        </w:numPr>
      </w:pPr>
      <w:r w:rsidRPr="004F6608">
        <w:t xml:space="preserve">Comment out / remove the entry under </w:t>
      </w:r>
      <w:r w:rsidRPr="004F6608">
        <w:rPr>
          <w:b/>
        </w:rPr>
        <w:t xml:space="preserve">Normal </w:t>
      </w:r>
      <w:r w:rsidR="00CD4C4C" w:rsidRPr="004F6608">
        <w:rPr>
          <w:b/>
        </w:rPr>
        <w:t>networking</w:t>
      </w:r>
      <w:r w:rsidR="00CD4C4C" w:rsidRPr="004F6608">
        <w:t>.</w:t>
      </w:r>
    </w:p>
    <w:p w14:paraId="08807A62" w14:textId="4CB181B0" w:rsidR="00C4651D" w:rsidRPr="004F6608" w:rsidRDefault="00C4651D" w:rsidP="00E44F6F">
      <w:pPr>
        <w:pStyle w:val="ListParagraph"/>
        <w:numPr>
          <w:ilvl w:val="0"/>
          <w:numId w:val="26"/>
        </w:numPr>
      </w:pPr>
      <w:r w:rsidRPr="004F6608">
        <w:t xml:space="preserve">Uncomment the entry under </w:t>
      </w:r>
      <w:r w:rsidRPr="004F6608">
        <w:rPr>
          <w:b/>
        </w:rPr>
        <w:t>Route through fiddler</w:t>
      </w:r>
      <w:r w:rsidR="00CD4C4C" w:rsidRPr="004F6608">
        <w:t>.</w:t>
      </w:r>
    </w:p>
    <w:p w14:paraId="02B3FCAF" w14:textId="69FCC05D" w:rsidR="00C4651D" w:rsidRPr="004F6608" w:rsidRDefault="00C4651D" w:rsidP="00E44F6F">
      <w:pPr>
        <w:pStyle w:val="ListParagraph"/>
        <w:numPr>
          <w:ilvl w:val="0"/>
          <w:numId w:val="26"/>
        </w:numPr>
      </w:pPr>
      <w:r w:rsidRPr="004F6608">
        <w:t>Build and deploy your website</w:t>
      </w:r>
      <w:r w:rsidR="00CD4C4C" w:rsidRPr="004F6608">
        <w:t>.</w:t>
      </w:r>
    </w:p>
    <w:p w14:paraId="26556C0C" w14:textId="23F82CD0" w:rsidR="00C4651D" w:rsidRPr="004F6608" w:rsidRDefault="00C4651D" w:rsidP="00E44F6F">
      <w:pPr>
        <w:pStyle w:val="ListParagraph"/>
        <w:numPr>
          <w:ilvl w:val="0"/>
          <w:numId w:val="26"/>
        </w:numPr>
      </w:pPr>
      <w:r w:rsidRPr="004F6608">
        <w:t>Open Fiddler on your server</w:t>
      </w:r>
      <w:r w:rsidR="00CD4C4C" w:rsidRPr="004F6608">
        <w:t>.</w:t>
      </w:r>
    </w:p>
    <w:p w14:paraId="32F3445A" w14:textId="3F9673F8" w:rsidR="00C4651D" w:rsidRPr="004F6608" w:rsidRDefault="00C4651D" w:rsidP="00E44F6F">
      <w:pPr>
        <w:pStyle w:val="ListParagraph"/>
        <w:numPr>
          <w:ilvl w:val="0"/>
          <w:numId w:val="26"/>
        </w:numPr>
      </w:pPr>
      <w:r w:rsidRPr="004F6608">
        <w:t xml:space="preserve">Go to </w:t>
      </w:r>
      <w:r w:rsidRPr="004F6608">
        <w:rPr>
          <w:b/>
        </w:rPr>
        <w:t>Tools -&gt; Fiddler Options -&gt; HTTPS</w:t>
      </w:r>
      <w:r w:rsidR="00CD4C4C" w:rsidRPr="004F6608">
        <w:t>.</w:t>
      </w:r>
    </w:p>
    <w:p w14:paraId="45994B50" w14:textId="1561A30F" w:rsidR="00C4651D" w:rsidRPr="004F6608" w:rsidRDefault="00C4651D" w:rsidP="00E44F6F">
      <w:pPr>
        <w:pStyle w:val="ListParagraph"/>
        <w:numPr>
          <w:ilvl w:val="0"/>
          <w:numId w:val="26"/>
        </w:numPr>
      </w:pPr>
      <w:r w:rsidRPr="004F6608">
        <w:t xml:space="preserve">Select </w:t>
      </w:r>
      <w:r w:rsidRPr="004F6608">
        <w:rPr>
          <w:b/>
        </w:rPr>
        <w:t>Capture HTTPS CONNECTs</w:t>
      </w:r>
      <w:r w:rsidRPr="004F6608">
        <w:t xml:space="preserve"> and </w:t>
      </w:r>
      <w:r w:rsidRPr="004F6608">
        <w:rPr>
          <w:b/>
        </w:rPr>
        <w:t>Decrypt HTTPS traffic</w:t>
      </w:r>
      <w:r w:rsidR="00CD4C4C" w:rsidRPr="004F6608">
        <w:t>.</w:t>
      </w:r>
    </w:p>
    <w:p w14:paraId="08E6D35C" w14:textId="19B0081E" w:rsidR="00C4651D" w:rsidRPr="004F6608" w:rsidRDefault="00C4651D" w:rsidP="00E44F6F">
      <w:pPr>
        <w:pStyle w:val="ListParagraph"/>
        <w:numPr>
          <w:ilvl w:val="0"/>
          <w:numId w:val="26"/>
        </w:numPr>
      </w:pPr>
      <w:r w:rsidRPr="004F6608">
        <w:t>When prompted</w:t>
      </w:r>
      <w:r w:rsidR="00CD4C4C" w:rsidRPr="004F6608">
        <w:t>,</w:t>
      </w:r>
      <w:r w:rsidRPr="004F6608">
        <w:t xml:space="preserve"> </w:t>
      </w:r>
      <w:r w:rsidRPr="004F6608">
        <w:rPr>
          <w:b/>
        </w:rPr>
        <w:t>trust the Fiddler Root certificate</w:t>
      </w:r>
      <w:r w:rsidRPr="004F6608">
        <w:t xml:space="preserve"> to decrypt HTTPS traffic</w:t>
      </w:r>
      <w:r w:rsidR="00CD4C4C" w:rsidRPr="004F6608">
        <w:t>.</w:t>
      </w:r>
    </w:p>
    <w:p w14:paraId="3A3D6E9E" w14:textId="6FB4D965" w:rsidR="00C4651D" w:rsidRPr="004F6608" w:rsidRDefault="00DE170C" w:rsidP="00E44F6F">
      <w:pPr>
        <w:pStyle w:val="ListParagraph"/>
        <w:numPr>
          <w:ilvl w:val="0"/>
          <w:numId w:val="26"/>
        </w:numPr>
      </w:pPr>
      <w:r w:rsidRPr="004F6608">
        <w:t xml:space="preserve">In </w:t>
      </w:r>
      <w:r w:rsidRPr="004F6608">
        <w:rPr>
          <w:b/>
        </w:rPr>
        <w:t>Skip decryption for the following hosts</w:t>
      </w:r>
      <w:r w:rsidR="00CD4C4C" w:rsidRPr="004F6608">
        <w:t>,</w:t>
      </w:r>
      <w:r w:rsidRPr="004F6608">
        <w:t xml:space="preserve"> enter </w:t>
      </w:r>
      <w:r w:rsidR="00C4651D" w:rsidRPr="004F6608">
        <w:rPr>
          <w:b/>
        </w:rPr>
        <w:t>s</w:t>
      </w:r>
      <w:r w:rsidRPr="004F6608">
        <w:rPr>
          <w:b/>
        </w:rPr>
        <w:t>ervice.auth.xboxlive.com</w:t>
      </w:r>
      <w:r w:rsidR="00CD4C4C" w:rsidRPr="004F6608">
        <w:t>.</w:t>
      </w:r>
    </w:p>
    <w:p w14:paraId="5AD36FB5" w14:textId="3D0C295F" w:rsidR="00DE170C" w:rsidRPr="004F6608" w:rsidRDefault="00DE170C" w:rsidP="00E44F6F">
      <w:pPr>
        <w:pStyle w:val="ListParagraph"/>
        <w:numPr>
          <w:ilvl w:val="0"/>
          <w:numId w:val="26"/>
        </w:numPr>
      </w:pPr>
      <w:r w:rsidRPr="004F6608">
        <w:t xml:space="preserve">Click </w:t>
      </w:r>
      <w:r w:rsidRPr="004F6608">
        <w:rPr>
          <w:b/>
        </w:rPr>
        <w:t>OK</w:t>
      </w:r>
      <w:r w:rsidR="00CD4C4C" w:rsidRPr="004F6608">
        <w:t>.</w:t>
      </w:r>
    </w:p>
    <w:p w14:paraId="1BB32550" w14:textId="1435BD33" w:rsidR="00DE170C" w:rsidRPr="004F6608" w:rsidRDefault="00DE170C" w:rsidP="00E44F6F">
      <w:pPr>
        <w:pStyle w:val="ListParagraph"/>
        <w:numPr>
          <w:ilvl w:val="0"/>
          <w:numId w:val="26"/>
        </w:numPr>
      </w:pPr>
      <w:r w:rsidRPr="004F6608">
        <w:t>Run your server to make B2B calls</w:t>
      </w:r>
      <w:r w:rsidR="00CD4C4C" w:rsidRPr="004F6608">
        <w:t>.</w:t>
      </w:r>
    </w:p>
    <w:p w14:paraId="6D1E32D8" w14:textId="4A7174F2" w:rsidR="001A2265" w:rsidRDefault="00DE170C" w:rsidP="00E44F6F">
      <w:r w:rsidRPr="004F6608">
        <w:lastRenderedPageBreak/>
        <w:t xml:space="preserve">It is critical to exclude </w:t>
      </w:r>
      <w:r w:rsidRPr="004F6608">
        <w:rPr>
          <w:b/>
        </w:rPr>
        <w:t>service.auth.xboxlive.com</w:t>
      </w:r>
      <w:r w:rsidRPr="004F6608">
        <w:t xml:space="preserve"> from HTTPS decryption </w:t>
      </w:r>
      <w:r w:rsidR="00CD4C4C" w:rsidRPr="004F6608">
        <w:t xml:space="preserve">because </w:t>
      </w:r>
      <w:r w:rsidRPr="004F6608">
        <w:t>this is the XASS service</w:t>
      </w:r>
      <w:r w:rsidR="00CD4C4C" w:rsidRPr="004F6608">
        <w:t>,</w:t>
      </w:r>
      <w:r w:rsidRPr="004F6608">
        <w:t xml:space="preserve"> which needs the SSL certificate to be your Business Partner certificate. With Fiddler HTTPS decryption enabled, your BP cert will be removed and the call to XASS will fail. All other calls to XSTS and Xbox Live can be decrypted just fine.</w:t>
      </w:r>
    </w:p>
    <w:p w14:paraId="6F760826" w14:textId="6CCDE214" w:rsidR="00023935" w:rsidRPr="00E521A7" w:rsidRDefault="0029534C" w:rsidP="00023935">
      <w:pPr>
        <w:pStyle w:val="Heading1"/>
      </w:pPr>
      <w:bookmarkStart w:id="29" w:name="_Toc435611306"/>
      <w:bookmarkStart w:id="30" w:name="_Toc447121420"/>
      <w:r w:rsidRPr="00E521A7">
        <w:t xml:space="preserve">Setting </w:t>
      </w:r>
      <w:r w:rsidR="004B2268" w:rsidRPr="00E521A7">
        <w:t>u</w:t>
      </w:r>
      <w:r w:rsidRPr="00E521A7">
        <w:t>p D</w:t>
      </w:r>
      <w:r w:rsidR="00095BA2">
        <w:t>elegatedAuth</w:t>
      </w:r>
      <w:r w:rsidR="004B2268" w:rsidRPr="00E521A7">
        <w:t>Service</w:t>
      </w:r>
      <w:bookmarkEnd w:id="29"/>
      <w:bookmarkEnd w:id="30"/>
    </w:p>
    <w:p w14:paraId="6FC681A2" w14:textId="5A3D8778" w:rsidR="00F443FD" w:rsidRDefault="0029534C" w:rsidP="00F712D8">
      <w:pPr>
        <w:keepNext/>
      </w:pPr>
      <w:r>
        <w:t xml:space="preserve">Now that you have successfully deployed </w:t>
      </w:r>
      <w:r w:rsidRPr="00095BA2">
        <w:rPr>
          <w:b/>
        </w:rPr>
        <w:t>SimpleAuthServ</w:t>
      </w:r>
      <w:r w:rsidR="00C85323" w:rsidRPr="00095BA2">
        <w:rPr>
          <w:b/>
        </w:rPr>
        <w:t>ic</w:t>
      </w:r>
      <w:r w:rsidRPr="00095BA2">
        <w:rPr>
          <w:b/>
        </w:rPr>
        <w:t>e</w:t>
      </w:r>
      <w:r>
        <w:t xml:space="preserve"> to your server and have </w:t>
      </w:r>
      <w:r w:rsidR="00C85323">
        <w:t xml:space="preserve">an </w:t>
      </w:r>
      <w:r>
        <w:t xml:space="preserve">Xbox One </w:t>
      </w:r>
      <w:r w:rsidR="00C85323">
        <w:t xml:space="preserve">console </w:t>
      </w:r>
      <w:r>
        <w:t xml:space="preserve">communicating to it over HTTPS with XSTS tokens, you are </w:t>
      </w:r>
      <w:r w:rsidR="00F443FD">
        <w:t xml:space="preserve">ready to set up </w:t>
      </w:r>
      <w:r w:rsidR="00F443FD" w:rsidRPr="00095BA2">
        <w:rPr>
          <w:b/>
        </w:rPr>
        <w:t>Delegated</w:t>
      </w:r>
      <w:r w:rsidR="00095BA2" w:rsidRPr="00095BA2">
        <w:rPr>
          <w:b/>
        </w:rPr>
        <w:t>Auth</w:t>
      </w:r>
      <w:r w:rsidR="00F443FD" w:rsidRPr="00095BA2">
        <w:rPr>
          <w:b/>
        </w:rPr>
        <w:t>Serv</w:t>
      </w:r>
      <w:r w:rsidR="00095BA2" w:rsidRPr="00095BA2">
        <w:rPr>
          <w:b/>
        </w:rPr>
        <w:t>ice</w:t>
      </w:r>
      <w:r w:rsidR="00C85323">
        <w:t>, another sample,</w:t>
      </w:r>
      <w:r w:rsidR="00F443FD">
        <w:t xml:space="preserve"> on your test server. This sample will use your </w:t>
      </w:r>
      <w:r w:rsidR="00083A84">
        <w:t>B</w:t>
      </w:r>
      <w:r w:rsidR="00F443FD">
        <w:t xml:space="preserve">usiness </w:t>
      </w:r>
      <w:r w:rsidR="00083A84">
        <w:t>P</w:t>
      </w:r>
      <w:r w:rsidR="00F443FD">
        <w:t xml:space="preserve">artner </w:t>
      </w:r>
      <w:r w:rsidR="00C85323">
        <w:t>c</w:t>
      </w:r>
      <w:r w:rsidR="00F443FD">
        <w:t xml:space="preserve">ertificate and the delegation claim from the XSTS token to create a </w:t>
      </w:r>
      <w:r w:rsidR="00C85323">
        <w:t>d</w:t>
      </w:r>
      <w:r w:rsidR="00F443FD">
        <w:t xml:space="preserve">elegated </w:t>
      </w:r>
      <w:r w:rsidR="00C85323">
        <w:t>a</w:t>
      </w:r>
      <w:r w:rsidR="00F443FD">
        <w:t>uth</w:t>
      </w:r>
      <w:r w:rsidR="00C85323">
        <w:t>entication</w:t>
      </w:r>
      <w:r w:rsidR="00F443FD">
        <w:t xml:space="preserve"> </w:t>
      </w:r>
      <w:r w:rsidR="00C85323">
        <w:t>t</w:t>
      </w:r>
      <w:r w:rsidR="00F443FD">
        <w:t xml:space="preserve">oken that </w:t>
      </w:r>
      <w:r w:rsidR="00C85323">
        <w:t xml:space="preserve">you </w:t>
      </w:r>
      <w:r w:rsidR="00F443FD">
        <w:t xml:space="preserve">can use to call many Xbox Live </w:t>
      </w:r>
      <w:r w:rsidR="005164ED">
        <w:t xml:space="preserve">services </w:t>
      </w:r>
      <w:r w:rsidR="00F443FD">
        <w:t>on behalf of the user. This is especially useful for the following scenarios:</w:t>
      </w:r>
    </w:p>
    <w:p w14:paraId="2FCAF345" w14:textId="44632C6D" w:rsidR="00F443FD" w:rsidRDefault="00F443FD" w:rsidP="008243CC">
      <w:pPr>
        <w:pStyle w:val="ListParagraph"/>
        <w:numPr>
          <w:ilvl w:val="0"/>
          <w:numId w:val="22"/>
        </w:numPr>
      </w:pPr>
      <w:r>
        <w:t xml:space="preserve">Checking the user’s inventory for </w:t>
      </w:r>
      <w:r w:rsidR="00C85323">
        <w:t>quantity of c</w:t>
      </w:r>
      <w:r>
        <w:t>onsumable</w:t>
      </w:r>
      <w:r w:rsidR="00C85323">
        <w:t>s</w:t>
      </w:r>
      <w:r>
        <w:t xml:space="preserve"> and consuming the balance without the user</w:t>
      </w:r>
      <w:r w:rsidR="00E131AE">
        <w:t>’s</w:t>
      </w:r>
      <w:r>
        <w:t xml:space="preserve"> console </w:t>
      </w:r>
      <w:r w:rsidR="00E131AE">
        <w:t xml:space="preserve">acting </w:t>
      </w:r>
      <w:r>
        <w:t>as the middle-man.</w:t>
      </w:r>
    </w:p>
    <w:p w14:paraId="17E37429" w14:textId="34C5D6D3" w:rsidR="00F443FD" w:rsidRDefault="00F443FD" w:rsidP="008243CC">
      <w:pPr>
        <w:pStyle w:val="ListParagraph"/>
        <w:numPr>
          <w:ilvl w:val="0"/>
          <w:numId w:val="22"/>
        </w:numPr>
      </w:pPr>
      <w:r>
        <w:t>Get</w:t>
      </w:r>
      <w:r w:rsidR="00E131AE">
        <w:t>ting</w:t>
      </w:r>
      <w:r>
        <w:t xml:space="preserve"> privacy and priv</w:t>
      </w:r>
      <w:r w:rsidR="00E131AE">
        <w:t>i</w:t>
      </w:r>
      <w:r>
        <w:t>l</w:t>
      </w:r>
      <w:r w:rsidR="00E131AE">
        <w:t>e</w:t>
      </w:r>
      <w:r>
        <w:t>ge settings for a user (</w:t>
      </w:r>
      <w:r w:rsidR="00E131AE">
        <w:t xml:space="preserve">for example, a list of </w:t>
      </w:r>
      <w:r>
        <w:t>block</w:t>
      </w:r>
      <w:r w:rsidR="00E131AE">
        <w:t>ed</w:t>
      </w:r>
      <w:r>
        <w:t xml:space="preserve"> </w:t>
      </w:r>
      <w:r w:rsidR="00E131AE">
        <w:t>users</w:t>
      </w:r>
      <w:r>
        <w:t>)</w:t>
      </w:r>
      <w:r w:rsidR="00E131AE">
        <w:t>.</w:t>
      </w:r>
    </w:p>
    <w:p w14:paraId="0BEC176C" w14:textId="4B6D6165" w:rsidR="00F443FD" w:rsidRDefault="00F443FD" w:rsidP="008243CC">
      <w:pPr>
        <w:pStyle w:val="ListParagraph"/>
        <w:numPr>
          <w:ilvl w:val="0"/>
          <w:numId w:val="22"/>
        </w:numPr>
      </w:pPr>
      <w:r>
        <w:t>Get</w:t>
      </w:r>
      <w:r w:rsidR="00E131AE">
        <w:t>ting</w:t>
      </w:r>
      <w:r>
        <w:t xml:space="preserve"> </w:t>
      </w:r>
      <w:r w:rsidR="00E131AE">
        <w:t xml:space="preserve">the user’s </w:t>
      </w:r>
      <w:r>
        <w:t>friend</w:t>
      </w:r>
      <w:r w:rsidR="00E131AE">
        <w:t>s</w:t>
      </w:r>
      <w:r>
        <w:t xml:space="preserve"> list</w:t>
      </w:r>
      <w:r w:rsidR="00E131AE">
        <w:t>.</w:t>
      </w:r>
    </w:p>
    <w:p w14:paraId="129C28FF" w14:textId="75506C89" w:rsidR="00F443FD" w:rsidRPr="001A2265" w:rsidRDefault="00F443FD" w:rsidP="008243CC">
      <w:pPr>
        <w:pStyle w:val="ListParagraph"/>
        <w:numPr>
          <w:ilvl w:val="0"/>
          <w:numId w:val="22"/>
        </w:numPr>
      </w:pPr>
      <w:r>
        <w:t>Call</w:t>
      </w:r>
      <w:r w:rsidR="00E131AE">
        <w:t>ing</w:t>
      </w:r>
      <w:r>
        <w:t xml:space="preserve"> Multiplayer Session services (</w:t>
      </w:r>
      <w:r w:rsidR="00E131AE">
        <w:t xml:space="preserve">which is required if you </w:t>
      </w:r>
      <w:r>
        <w:t>us</w:t>
      </w:r>
      <w:r w:rsidR="00E131AE">
        <w:t>e</w:t>
      </w:r>
      <w:r>
        <w:t xml:space="preserve"> your own matchmaking system)</w:t>
      </w:r>
      <w:r w:rsidR="00E131AE">
        <w:t>.</w:t>
      </w:r>
    </w:p>
    <w:p w14:paraId="35202266" w14:textId="7BD32294" w:rsidR="00F443FD" w:rsidRDefault="00E131AE" w:rsidP="00F443FD">
      <w:r>
        <w:t xml:space="preserve">Your next step is </w:t>
      </w:r>
      <w:r w:rsidR="00F443FD">
        <w:t xml:space="preserve">to install and run </w:t>
      </w:r>
      <w:r w:rsidR="00F443FD" w:rsidRPr="00095BA2">
        <w:rPr>
          <w:b/>
        </w:rPr>
        <w:t>Delegat</w:t>
      </w:r>
      <w:r w:rsidR="00095BA2" w:rsidRPr="00095BA2">
        <w:rPr>
          <w:b/>
        </w:rPr>
        <w:t>edAuth</w:t>
      </w:r>
      <w:r w:rsidRPr="00095BA2">
        <w:rPr>
          <w:b/>
        </w:rPr>
        <w:t>Serv</w:t>
      </w:r>
      <w:r w:rsidR="00095BA2" w:rsidRPr="00095BA2">
        <w:rPr>
          <w:b/>
        </w:rPr>
        <w:t>ice</w:t>
      </w:r>
      <w:r w:rsidR="00BE6F8E">
        <w:t>, as described in the following procedure</w:t>
      </w:r>
      <w:r w:rsidR="00C37AFF">
        <w:t xml:space="preserve">. </w:t>
      </w:r>
      <w:r>
        <w:t xml:space="preserve">To </w:t>
      </w:r>
      <w:r w:rsidR="00BE6F8E">
        <w:t>proceed</w:t>
      </w:r>
      <w:r>
        <w:t xml:space="preserve">, </w:t>
      </w:r>
      <w:r w:rsidR="00C37AFF">
        <w:t xml:space="preserve">you </w:t>
      </w:r>
      <w:r>
        <w:t xml:space="preserve">must </w:t>
      </w:r>
      <w:r w:rsidR="00C37AFF">
        <w:t xml:space="preserve">have set up </w:t>
      </w:r>
      <w:r w:rsidR="00C37AFF" w:rsidRPr="00095BA2">
        <w:rPr>
          <w:b/>
        </w:rPr>
        <w:t>SimpleAuthService</w:t>
      </w:r>
      <w:r w:rsidR="00C37AFF">
        <w:t xml:space="preserve"> and followed </w:t>
      </w:r>
      <w:r>
        <w:t xml:space="preserve">the instructions in this white paper </w:t>
      </w:r>
      <w:r w:rsidR="00C37AFF">
        <w:t xml:space="preserve">to ensure </w:t>
      </w:r>
      <w:r>
        <w:t xml:space="preserve">that </w:t>
      </w:r>
      <w:r w:rsidR="00C37AFF">
        <w:t>all needed software is installed on the server.</w:t>
      </w:r>
    </w:p>
    <w:p w14:paraId="3BAF7A2B" w14:textId="036325FE" w:rsidR="00964E6C" w:rsidRDefault="00964E6C" w:rsidP="00964E6C">
      <w:r>
        <w:t xml:space="preserve">You also need to know the CN value of your </w:t>
      </w:r>
      <w:r w:rsidR="00083A84">
        <w:t>B</w:t>
      </w:r>
      <w:r>
        <w:t xml:space="preserve">usiness </w:t>
      </w:r>
      <w:r w:rsidR="00083A84">
        <w:t>P</w:t>
      </w:r>
      <w:r>
        <w:t>artner certificate.</w:t>
      </w:r>
      <w:r w:rsidRPr="00964E6C">
        <w:t xml:space="preserve"> </w:t>
      </w:r>
      <w:r>
        <w:t xml:space="preserve">You can see the CN value of an </w:t>
      </w:r>
      <w:r w:rsidRPr="00964E6C">
        <w:t>insta</w:t>
      </w:r>
      <w:r w:rsidR="00F45433">
        <w:t>lled certificate on your server</w:t>
      </w:r>
      <w:r w:rsidRPr="00964E6C">
        <w:t xml:space="preserve"> </w:t>
      </w:r>
      <w:r>
        <w:t xml:space="preserve">by </w:t>
      </w:r>
      <w:r w:rsidRPr="00964E6C">
        <w:t>right-click</w:t>
      </w:r>
      <w:r>
        <w:t>ing</w:t>
      </w:r>
      <w:r w:rsidRPr="00964E6C">
        <w:t xml:space="preserve"> </w:t>
      </w:r>
      <w:r>
        <w:t>its</w:t>
      </w:r>
      <w:r w:rsidRPr="00964E6C">
        <w:t xml:space="preserve"> name, click</w:t>
      </w:r>
      <w:r>
        <w:t>ing</w:t>
      </w:r>
      <w:r w:rsidRPr="00964E6C">
        <w:t xml:space="preserve"> </w:t>
      </w:r>
      <w:r w:rsidRPr="00964E6C">
        <w:rPr>
          <w:b/>
        </w:rPr>
        <w:t>View</w:t>
      </w:r>
      <w:r w:rsidRPr="00964E6C">
        <w:t>, and then click</w:t>
      </w:r>
      <w:r>
        <w:t>ing</w:t>
      </w:r>
      <w:r w:rsidRPr="00964E6C">
        <w:t xml:space="preserve"> the </w:t>
      </w:r>
      <w:r w:rsidRPr="00964E6C">
        <w:rPr>
          <w:b/>
        </w:rPr>
        <w:t>Details</w:t>
      </w:r>
      <w:r w:rsidRPr="00964E6C">
        <w:t xml:space="preserve"> tab. Select </w:t>
      </w:r>
      <w:r w:rsidRPr="00964E6C">
        <w:rPr>
          <w:b/>
        </w:rPr>
        <w:t>Subject</w:t>
      </w:r>
      <w:r w:rsidRPr="00964E6C">
        <w:t xml:space="preserve"> to display the CN value.</w:t>
      </w:r>
    </w:p>
    <w:p w14:paraId="0A4CB563" w14:textId="258B353A" w:rsidR="00E131AE" w:rsidRPr="00E131AE" w:rsidRDefault="00095BA2" w:rsidP="00986B53">
      <w:pPr>
        <w:keepNext/>
        <w:rPr>
          <w:rStyle w:val="Strong"/>
        </w:rPr>
      </w:pPr>
      <w:r>
        <w:rPr>
          <w:rStyle w:val="Strong"/>
        </w:rPr>
        <w:lastRenderedPageBreak/>
        <w:t>To install and run DelegatedAuth</w:t>
      </w:r>
      <w:r w:rsidR="00E131AE" w:rsidRPr="00E131AE">
        <w:rPr>
          <w:rStyle w:val="Strong"/>
        </w:rPr>
        <w:t>Serv</w:t>
      </w:r>
      <w:r w:rsidR="004D64DC">
        <w:rPr>
          <w:rStyle w:val="Strong"/>
        </w:rPr>
        <w:t>ice</w:t>
      </w:r>
    </w:p>
    <w:p w14:paraId="3F674337" w14:textId="23D48E43" w:rsidR="007F1ADC" w:rsidRDefault="007F1ADC" w:rsidP="008243CC">
      <w:pPr>
        <w:pStyle w:val="ListParagraph"/>
        <w:numPr>
          <w:ilvl w:val="0"/>
          <w:numId w:val="16"/>
        </w:numPr>
      </w:pPr>
      <w:r>
        <w:t xml:space="preserve">Set up a new website for </w:t>
      </w:r>
      <w:r w:rsidRPr="00095BA2">
        <w:rPr>
          <w:b/>
        </w:rPr>
        <w:t xml:space="preserve">DelegatedAuthService </w:t>
      </w:r>
      <w:r>
        <w:t xml:space="preserve">by following the steps for </w:t>
      </w:r>
      <w:r w:rsidRPr="00095BA2">
        <w:rPr>
          <w:b/>
        </w:rPr>
        <w:t>SimpleAuthService</w:t>
      </w:r>
      <w:r>
        <w:t xml:space="preserve">, listed earlier in </w:t>
      </w:r>
      <w:hyperlink w:anchor="_Configuring_IIS_and" w:history="1">
        <w:r w:rsidRPr="004B2268">
          <w:rPr>
            <w:rStyle w:val="Hyperlink"/>
          </w:rPr>
          <w:t>Configuring IIS and running the sample website</w:t>
        </w:r>
      </w:hyperlink>
      <w:r>
        <w:t>.</w:t>
      </w:r>
      <w:r w:rsidR="008737AE">
        <w:t xml:space="preserve"> </w:t>
      </w:r>
      <w:r>
        <w:t xml:space="preserve">Use the local directory of </w:t>
      </w:r>
      <w:r w:rsidRPr="007F1ADC">
        <w:rPr>
          <w:b/>
        </w:rPr>
        <w:t>C:\DelegatedAuthService\</w:t>
      </w:r>
      <w:r>
        <w:t xml:space="preserve"> for the website.</w:t>
      </w:r>
    </w:p>
    <w:p w14:paraId="778A5B09" w14:textId="77777777" w:rsidR="007F1ADC" w:rsidRDefault="007F1ADC" w:rsidP="008243CC">
      <w:pPr>
        <w:pStyle w:val="ListParagraph"/>
        <w:numPr>
          <w:ilvl w:val="0"/>
          <w:numId w:val="16"/>
        </w:numPr>
      </w:pPr>
      <w:r>
        <w:t xml:space="preserve">Configure </w:t>
      </w:r>
      <w:r w:rsidRPr="00095BA2">
        <w:rPr>
          <w:b/>
        </w:rPr>
        <w:t>DelegatedAuthService</w:t>
      </w:r>
      <w:r>
        <w:t xml:space="preserve"> to use HTTPS in IIS.</w:t>
      </w:r>
    </w:p>
    <w:p w14:paraId="11D3621B" w14:textId="2E5B80DD" w:rsidR="007F1ADC" w:rsidRDefault="007F1ADC" w:rsidP="008243CC">
      <w:pPr>
        <w:pStyle w:val="ListParagraph"/>
        <w:numPr>
          <w:ilvl w:val="0"/>
          <w:numId w:val="16"/>
        </w:numPr>
      </w:pPr>
      <w:r>
        <w:t xml:space="preserve">Stop the </w:t>
      </w:r>
      <w:r w:rsidRPr="00095BA2">
        <w:rPr>
          <w:b/>
        </w:rPr>
        <w:t>SimpleAuthService</w:t>
      </w:r>
      <w:r>
        <w:t xml:space="preserve"> website in IIS, and then start the </w:t>
      </w:r>
      <w:r w:rsidR="0054121A">
        <w:t xml:space="preserve">new </w:t>
      </w:r>
      <w:r w:rsidRPr="00095BA2">
        <w:rPr>
          <w:b/>
        </w:rPr>
        <w:t>DelegatedAuthService</w:t>
      </w:r>
      <w:r w:rsidRPr="00095BA2">
        <w:t xml:space="preserve"> </w:t>
      </w:r>
      <w:r w:rsidRPr="0005193F">
        <w:t>website.</w:t>
      </w:r>
    </w:p>
    <w:p w14:paraId="4E3521A0" w14:textId="457F6FBC" w:rsidR="00F443FD" w:rsidRDefault="00BE6F8E" w:rsidP="008243CC">
      <w:pPr>
        <w:pStyle w:val="ListParagraph"/>
        <w:numPr>
          <w:ilvl w:val="0"/>
          <w:numId w:val="16"/>
        </w:numPr>
      </w:pPr>
      <w:r>
        <w:t xml:space="preserve">Click </w:t>
      </w:r>
      <w:r w:rsidRPr="00BE6F8E">
        <w:rPr>
          <w:b/>
        </w:rPr>
        <w:t>Xbox One Delegated Authentication Server Sample</w:t>
      </w:r>
      <w:r>
        <w:t xml:space="preserve"> on </w:t>
      </w:r>
      <w:hyperlink r:id="rId23" w:history="1">
        <w:r>
          <w:rPr>
            <w:rStyle w:val="Hyperlink"/>
          </w:rPr>
          <w:t>Xbox One XDK Software Downloads</w:t>
        </w:r>
      </w:hyperlink>
      <w:r w:rsidR="00F443FD">
        <w:t xml:space="preserve"> </w:t>
      </w:r>
      <w:r>
        <w:t xml:space="preserve">to download the sample </w:t>
      </w:r>
      <w:r w:rsidR="00F443FD">
        <w:t>from GDN</w:t>
      </w:r>
      <w:r>
        <w:t>.</w:t>
      </w:r>
    </w:p>
    <w:p w14:paraId="0C83C7BE" w14:textId="53F56EBA" w:rsidR="00FD5EE6" w:rsidRDefault="00B8053F" w:rsidP="008243CC">
      <w:pPr>
        <w:pStyle w:val="ListParagraph"/>
        <w:numPr>
          <w:ilvl w:val="0"/>
          <w:numId w:val="16"/>
        </w:numPr>
      </w:pPr>
      <w:r>
        <w:t>E</w:t>
      </w:r>
      <w:r w:rsidR="004D64DC">
        <w:t xml:space="preserve">xtract the files, </w:t>
      </w:r>
      <w:r w:rsidR="00C37AFF">
        <w:t>and op</w:t>
      </w:r>
      <w:r w:rsidR="00174ED5">
        <w:t>e</w:t>
      </w:r>
      <w:r w:rsidR="00C37AFF">
        <w:t xml:space="preserve">n the </w:t>
      </w:r>
      <w:r w:rsidR="00C37AFF" w:rsidRPr="00C37AFF">
        <w:rPr>
          <w:b/>
        </w:rPr>
        <w:t>DelegatedAuthServ</w:t>
      </w:r>
      <w:r w:rsidR="004D64DC">
        <w:rPr>
          <w:b/>
        </w:rPr>
        <w:t>ic</w:t>
      </w:r>
      <w:r w:rsidR="00C37AFF" w:rsidRPr="00C37AFF">
        <w:rPr>
          <w:b/>
        </w:rPr>
        <w:t>e</w:t>
      </w:r>
      <w:r w:rsidR="00C37AFF">
        <w:t xml:space="preserve"> solution</w:t>
      </w:r>
      <w:r w:rsidR="00174ED5">
        <w:t>.</w:t>
      </w:r>
    </w:p>
    <w:p w14:paraId="1A7E96FF" w14:textId="44EE6367" w:rsidR="00FD5EE6" w:rsidRDefault="00174ED5" w:rsidP="008243CC">
      <w:pPr>
        <w:pStyle w:val="ListParagraph"/>
        <w:numPr>
          <w:ilvl w:val="0"/>
          <w:numId w:val="16"/>
        </w:numPr>
      </w:pPr>
      <w:r>
        <w:t>Download and i</w:t>
      </w:r>
      <w:r w:rsidR="00FD5EE6">
        <w:t xml:space="preserve">nstall the </w:t>
      </w:r>
      <w:r w:rsidRPr="0003193B">
        <w:rPr>
          <w:b/>
        </w:rPr>
        <w:t>Identity Model for handling JSON web tokens (JWT)</w:t>
      </w:r>
      <w:r>
        <w:t xml:space="preserve"> from </w:t>
      </w:r>
      <w:hyperlink r:id="rId24" w:history="1">
        <w:r w:rsidR="00986B53">
          <w:rPr>
            <w:rStyle w:val="Hyperlink"/>
          </w:rPr>
          <w:t xml:space="preserve">JSON Web Token Handler </w:t>
        </w:r>
        <w:r w:rsidR="00FB4E29">
          <w:rPr>
            <w:rStyle w:val="Hyperlink"/>
          </w:rPr>
          <w:t>f</w:t>
        </w:r>
        <w:r w:rsidR="00986B53">
          <w:rPr>
            <w:rStyle w:val="Hyperlink"/>
          </w:rPr>
          <w:t>or the Microsoft .Net Framework 4.5, Developer Preview 0.1.0</w:t>
        </w:r>
      </w:hyperlink>
      <w:r>
        <w:t xml:space="preserve"> on NuGet.</w:t>
      </w:r>
    </w:p>
    <w:p w14:paraId="758B89A5" w14:textId="64925F34" w:rsidR="00C37AFF" w:rsidRPr="0001539D" w:rsidRDefault="00C37AFF" w:rsidP="008243CC">
      <w:pPr>
        <w:pStyle w:val="ListParagraph"/>
        <w:numPr>
          <w:ilvl w:val="0"/>
          <w:numId w:val="16"/>
        </w:numPr>
      </w:pPr>
      <w:r>
        <w:t>Right</w:t>
      </w:r>
      <w:r w:rsidR="00174ED5">
        <w:t>-</w:t>
      </w:r>
      <w:r>
        <w:t xml:space="preserve">click the </w:t>
      </w:r>
      <w:r w:rsidRPr="00D36303">
        <w:rPr>
          <w:b/>
        </w:rPr>
        <w:t>DelegatedAuthService</w:t>
      </w:r>
      <w:r>
        <w:t xml:space="preserve"> project</w:t>
      </w:r>
      <w:r w:rsidR="00174ED5">
        <w:t>,</w:t>
      </w:r>
      <w:r>
        <w:t xml:space="preserve"> and </w:t>
      </w:r>
      <w:r w:rsidR="00174ED5">
        <w:t xml:space="preserve">then click </w:t>
      </w:r>
      <w:r>
        <w:rPr>
          <w:b/>
        </w:rPr>
        <w:t>Add Reference</w:t>
      </w:r>
      <w:r w:rsidR="00174ED5" w:rsidRPr="00174ED5">
        <w:t>.</w:t>
      </w:r>
    </w:p>
    <w:p w14:paraId="052C86CA" w14:textId="1066BC13" w:rsidR="00C37AFF" w:rsidRDefault="00174ED5" w:rsidP="008243CC">
      <w:pPr>
        <w:pStyle w:val="ListParagraph"/>
        <w:numPr>
          <w:ilvl w:val="0"/>
          <w:numId w:val="16"/>
        </w:numPr>
      </w:pPr>
      <w:r>
        <w:t xml:space="preserve">Click </w:t>
      </w:r>
      <w:r w:rsidR="00C37AFF">
        <w:rPr>
          <w:b/>
        </w:rPr>
        <w:t>Browse</w:t>
      </w:r>
      <w:r>
        <w:rPr>
          <w:b/>
        </w:rPr>
        <w:t>,</w:t>
      </w:r>
      <w:r w:rsidR="00C37AFF">
        <w:t xml:space="preserve"> and </w:t>
      </w:r>
      <w:r>
        <w:t xml:space="preserve">then </w:t>
      </w:r>
      <w:r w:rsidR="00F6590C">
        <w:t xml:space="preserve">locate and </w:t>
      </w:r>
      <w:r>
        <w:t xml:space="preserve">select </w:t>
      </w:r>
      <w:r w:rsidR="00C37AFF">
        <w:t xml:space="preserve">the </w:t>
      </w:r>
      <w:r w:rsidR="00C37AFF" w:rsidRPr="00D36303">
        <w:rPr>
          <w:b/>
        </w:rPr>
        <w:t>Microsoft.XboxLive.Auth.dll</w:t>
      </w:r>
      <w:r w:rsidR="00C37AFF">
        <w:t xml:space="preserve"> </w:t>
      </w:r>
      <w:r w:rsidR="00F6590C">
        <w:t xml:space="preserve">file </w:t>
      </w:r>
      <w:r w:rsidR="00C37AFF">
        <w:t xml:space="preserve">that </w:t>
      </w:r>
      <w:r w:rsidR="00F6590C">
        <w:t>you extracted</w:t>
      </w:r>
      <w:r w:rsidR="00C37AFF">
        <w:t xml:space="preserve"> from the </w:t>
      </w:r>
      <w:r w:rsidR="00F6590C">
        <w:t xml:space="preserve">downloaded </w:t>
      </w:r>
      <w:r w:rsidR="00C37AFF">
        <w:t>R</w:t>
      </w:r>
      <w:r w:rsidR="00F6590C">
        <w:t xml:space="preserve">elying </w:t>
      </w:r>
      <w:r w:rsidR="00C37AFF">
        <w:t>P</w:t>
      </w:r>
      <w:r w:rsidR="00F6590C">
        <w:t xml:space="preserve">arty </w:t>
      </w:r>
      <w:r w:rsidR="00C37AFF">
        <w:t>SDK</w:t>
      </w:r>
      <w:r w:rsidR="00F6590C">
        <w:t xml:space="preserve"> (.zip) file.</w:t>
      </w:r>
    </w:p>
    <w:p w14:paraId="183BB300" w14:textId="3C60DAD2" w:rsidR="00C37AFF" w:rsidRDefault="0003193B" w:rsidP="008243CC">
      <w:pPr>
        <w:pStyle w:val="ListParagraph"/>
        <w:numPr>
          <w:ilvl w:val="0"/>
          <w:numId w:val="16"/>
        </w:numPr>
      </w:pPr>
      <w:r>
        <w:t xml:space="preserve">Click </w:t>
      </w:r>
      <w:r w:rsidR="00C37AFF" w:rsidRPr="00F6590C">
        <w:rPr>
          <w:b/>
        </w:rPr>
        <w:t>OK</w:t>
      </w:r>
      <w:r w:rsidR="00F6590C">
        <w:t>.</w:t>
      </w:r>
    </w:p>
    <w:p w14:paraId="454EC2A5" w14:textId="5567914C" w:rsidR="00C37AFF" w:rsidRDefault="00D36303" w:rsidP="008243CC">
      <w:pPr>
        <w:pStyle w:val="ListParagraph"/>
        <w:numPr>
          <w:ilvl w:val="0"/>
          <w:numId w:val="16"/>
        </w:numPr>
      </w:pPr>
      <w:r>
        <w:t>In the project, o</w:t>
      </w:r>
      <w:r w:rsidR="00C37AFF">
        <w:t xml:space="preserve">pen </w:t>
      </w:r>
      <w:r w:rsidR="005E7D47" w:rsidRPr="00F45433">
        <w:rPr>
          <w:b/>
        </w:rPr>
        <w:t>DelegatedAuthService\</w:t>
      </w:r>
      <w:r w:rsidR="00C37AFF" w:rsidRPr="00D36303">
        <w:rPr>
          <w:b/>
        </w:rPr>
        <w:t>Web.config</w:t>
      </w:r>
      <w:r w:rsidR="00C37AFF">
        <w:t xml:space="preserve"> and find the </w:t>
      </w:r>
      <w:r w:rsidR="00C37AFF">
        <w:rPr>
          <w:b/>
        </w:rPr>
        <w:t>audienceUris</w:t>
      </w:r>
      <w:r w:rsidR="00C37AFF">
        <w:t xml:space="preserve"> node</w:t>
      </w:r>
      <w:r>
        <w:t>.</w:t>
      </w:r>
    </w:p>
    <w:p w14:paraId="798DFDE4" w14:textId="3EA7A246" w:rsidR="00C37AFF" w:rsidRPr="00964E6C" w:rsidRDefault="00D36303" w:rsidP="008243CC">
      <w:pPr>
        <w:pStyle w:val="ListParagraph"/>
        <w:numPr>
          <w:ilvl w:val="0"/>
          <w:numId w:val="16"/>
        </w:numPr>
      </w:pPr>
      <w:r>
        <w:t xml:space="preserve">Replace </w:t>
      </w:r>
      <w:r w:rsidR="005E7D47">
        <w:rPr>
          <w:b/>
        </w:rPr>
        <w:t>http://YourRelying</w:t>
      </w:r>
      <w:r w:rsidRPr="00D36303">
        <w:rPr>
          <w:b/>
        </w:rPr>
        <w:t>Party.com/</w:t>
      </w:r>
      <w:r w:rsidR="00C37AFF">
        <w:t xml:space="preserve"> with </w:t>
      </w:r>
      <w:r w:rsidR="005E7D47">
        <w:t xml:space="preserve">the name of </w:t>
      </w:r>
      <w:r w:rsidR="00C37AFF">
        <w:t>your publisher or service’s relying party.</w:t>
      </w:r>
      <w:r w:rsidR="00F45433">
        <w:t xml:space="preserve"> </w:t>
      </w:r>
      <w:r w:rsidR="005E7D47" w:rsidRPr="00964E6C">
        <w:t xml:space="preserve">This is the relying party name and not the actual URL for the hosted service. The name and the URL could be the same, but the value in </w:t>
      </w:r>
      <w:r w:rsidR="005E7D47" w:rsidRPr="005164ED">
        <w:rPr>
          <w:b/>
        </w:rPr>
        <w:t>audienceUris</w:t>
      </w:r>
      <w:r w:rsidR="005E7D47" w:rsidRPr="00964E6C">
        <w:t xml:space="preserve"> is primarily for looking up the relying party.</w:t>
      </w:r>
    </w:p>
    <w:p w14:paraId="272C7744" w14:textId="00AB804B" w:rsidR="00C37AFF" w:rsidRDefault="00FD5EE6" w:rsidP="008243CC">
      <w:pPr>
        <w:pStyle w:val="ListParagraph"/>
        <w:numPr>
          <w:ilvl w:val="0"/>
          <w:numId w:val="16"/>
        </w:numPr>
      </w:pPr>
      <w:r>
        <w:t xml:space="preserve">Install (or create) your </w:t>
      </w:r>
      <w:r w:rsidR="00083A84">
        <w:t>B</w:t>
      </w:r>
      <w:r>
        <w:t xml:space="preserve">usiness </w:t>
      </w:r>
      <w:r w:rsidR="00083A84">
        <w:t>P</w:t>
      </w:r>
      <w:r>
        <w:t xml:space="preserve">artner </w:t>
      </w:r>
      <w:r w:rsidR="005E7D47">
        <w:t>c</w:t>
      </w:r>
      <w:r>
        <w:t>ertificate</w:t>
      </w:r>
      <w:r w:rsidR="005E7D47">
        <w:t>,</w:t>
      </w:r>
      <w:r>
        <w:t xml:space="preserve"> as </w:t>
      </w:r>
      <w:r w:rsidR="005E7D47">
        <w:t xml:space="preserve">described earlier </w:t>
      </w:r>
      <w:r>
        <w:t xml:space="preserve">in </w:t>
      </w:r>
      <w:hyperlink w:anchor="_Certificate_Iinstallation" w:history="1">
        <w:r w:rsidR="00F3433E" w:rsidRPr="005E7D47">
          <w:rPr>
            <w:rStyle w:val="Hyperlink"/>
          </w:rPr>
          <w:t xml:space="preserve">Certificate </w:t>
        </w:r>
        <w:r w:rsidR="005E7D47" w:rsidRPr="005E7D47">
          <w:rPr>
            <w:rStyle w:val="Hyperlink"/>
          </w:rPr>
          <w:t>i</w:t>
        </w:r>
        <w:r w:rsidR="00F3433E" w:rsidRPr="005E7D47">
          <w:rPr>
            <w:rStyle w:val="Hyperlink"/>
          </w:rPr>
          <w:t>nstallation</w:t>
        </w:r>
      </w:hyperlink>
      <w:r w:rsidR="005E7D47">
        <w:t>.</w:t>
      </w:r>
    </w:p>
    <w:p w14:paraId="1A085306" w14:textId="3838E4C5" w:rsidR="00964E6C" w:rsidRPr="00964E6C" w:rsidRDefault="00C37AFF" w:rsidP="008243CC">
      <w:pPr>
        <w:pStyle w:val="ListParagraph"/>
        <w:numPr>
          <w:ilvl w:val="0"/>
          <w:numId w:val="16"/>
        </w:numPr>
        <w:rPr>
          <w:b/>
        </w:rPr>
      </w:pPr>
      <w:r>
        <w:t xml:space="preserve">Open </w:t>
      </w:r>
      <w:r w:rsidR="00AD4552" w:rsidRPr="00AF1363">
        <w:rPr>
          <w:b/>
        </w:rPr>
        <w:t>RESTService</w:t>
      </w:r>
      <w:r w:rsidRPr="00AF1363">
        <w:rPr>
          <w:b/>
        </w:rPr>
        <w:t>.svc.cs</w:t>
      </w:r>
      <w:r>
        <w:t xml:space="preserve"> and change the value of </w:t>
      </w:r>
      <w:r w:rsidRPr="00AF1363">
        <w:rPr>
          <w:b/>
        </w:rPr>
        <w:t>BUSINESS_PARTNER_CERT_SUBJECT_NAME</w:t>
      </w:r>
      <w:r>
        <w:t xml:space="preserve"> to be</w:t>
      </w:r>
      <w:r w:rsidR="00BA6E2C">
        <w:t xml:space="preserve"> the</w:t>
      </w:r>
      <w:r>
        <w:t xml:space="preserve"> </w:t>
      </w:r>
      <w:r w:rsidR="0005193F">
        <w:t xml:space="preserve">CN </w:t>
      </w:r>
      <w:r w:rsidR="00FD5EE6">
        <w:t>value</w:t>
      </w:r>
      <w:r w:rsidR="0005193F">
        <w:t xml:space="preserve"> of your </w:t>
      </w:r>
      <w:r w:rsidR="00083A84">
        <w:t>B</w:t>
      </w:r>
      <w:r w:rsidR="0005193F">
        <w:t xml:space="preserve">usiness </w:t>
      </w:r>
      <w:r w:rsidR="00083A84">
        <w:t>P</w:t>
      </w:r>
      <w:r w:rsidR="0005193F">
        <w:t>artner certificate</w:t>
      </w:r>
      <w:r w:rsidR="00FC1FE5">
        <w:t>.</w:t>
      </w:r>
      <w:r w:rsidR="00FD5EE6">
        <w:t xml:space="preserve"> </w:t>
      </w:r>
    </w:p>
    <w:p w14:paraId="41338089" w14:textId="55905460" w:rsidR="00C37AFF" w:rsidRPr="00F8321B" w:rsidRDefault="00C37AFF" w:rsidP="008243CC">
      <w:pPr>
        <w:pStyle w:val="ListParagraph"/>
        <w:numPr>
          <w:ilvl w:val="0"/>
          <w:numId w:val="16"/>
        </w:numPr>
      </w:pPr>
      <w:r>
        <w:lastRenderedPageBreak/>
        <w:t>Compile the solution to verify</w:t>
      </w:r>
      <w:r w:rsidR="00F45433">
        <w:t xml:space="preserve"> that</w:t>
      </w:r>
      <w:r>
        <w:t xml:space="preserve"> it succeeds</w:t>
      </w:r>
      <w:r w:rsidR="00B577C2">
        <w:t xml:space="preserve">. </w:t>
      </w:r>
      <w:r w:rsidR="00B577C2" w:rsidRPr="00F8321B">
        <w:t>I</w:t>
      </w:r>
      <w:r w:rsidRPr="00F8321B">
        <w:t xml:space="preserve">f it does </w:t>
      </w:r>
      <w:r w:rsidR="00B577C2" w:rsidRPr="00F8321B">
        <w:t xml:space="preserve">compile successfully, you </w:t>
      </w:r>
      <w:r w:rsidRPr="00F8321B">
        <w:t>are ready to publish the service</w:t>
      </w:r>
      <w:r w:rsidR="00B577C2" w:rsidRPr="00F8321B">
        <w:t>.</w:t>
      </w:r>
    </w:p>
    <w:p w14:paraId="578056EC" w14:textId="76AA1E10" w:rsidR="00B8053F" w:rsidRPr="004F6608" w:rsidRDefault="00B8053F" w:rsidP="00E44F6F">
      <w:pPr>
        <w:pStyle w:val="ListParagraph"/>
        <w:numPr>
          <w:ilvl w:val="0"/>
          <w:numId w:val="16"/>
        </w:numPr>
      </w:pPr>
      <w:r w:rsidRPr="004F6608">
        <w:t xml:space="preserve">Follow the instructions under </w:t>
      </w:r>
      <w:r w:rsidRPr="004F6608">
        <w:rPr>
          <w:b/>
        </w:rPr>
        <w:t>To configure your server for Web Deployment from Visual Studio</w:t>
      </w:r>
      <w:r w:rsidRPr="004F6608">
        <w:t xml:space="preserve"> </w:t>
      </w:r>
      <w:r w:rsidR="0003193B" w:rsidRPr="004F6608">
        <w:t xml:space="preserve">by </w:t>
      </w:r>
      <w:r w:rsidRPr="004F6608">
        <w:t xml:space="preserve">using the website name </w:t>
      </w:r>
      <w:r w:rsidRPr="004F6608">
        <w:rPr>
          <w:b/>
        </w:rPr>
        <w:t>DelegatedAuthService</w:t>
      </w:r>
      <w:r w:rsidRPr="004F6608">
        <w:t xml:space="preserve"> instead of </w:t>
      </w:r>
      <w:r w:rsidRPr="004F6608">
        <w:rPr>
          <w:b/>
        </w:rPr>
        <w:t>SimpleAuthService</w:t>
      </w:r>
      <w:r w:rsidR="0003193B" w:rsidRPr="004F6608">
        <w:rPr>
          <w:b/>
        </w:rPr>
        <w:t>,</w:t>
      </w:r>
      <w:r w:rsidR="007F1ADC" w:rsidRPr="004F6608">
        <w:t xml:space="preserve"> and </w:t>
      </w:r>
      <w:r w:rsidR="0003193B" w:rsidRPr="004F6608">
        <w:t xml:space="preserve">then </w:t>
      </w:r>
      <w:r w:rsidR="007F1ADC" w:rsidRPr="004F6608">
        <w:t>publish the website</w:t>
      </w:r>
      <w:r w:rsidR="0003193B" w:rsidRPr="004F6608">
        <w:t>.</w:t>
      </w:r>
    </w:p>
    <w:p w14:paraId="078C0975" w14:textId="1C286370" w:rsidR="0005193F" w:rsidRDefault="0005193F" w:rsidP="00E44F6F">
      <w:pPr>
        <w:pStyle w:val="ListParagraph"/>
        <w:numPr>
          <w:ilvl w:val="0"/>
          <w:numId w:val="16"/>
        </w:numPr>
      </w:pPr>
      <w:r>
        <w:t xml:space="preserve">Set </w:t>
      </w:r>
      <w:r w:rsidRPr="0005193F">
        <w:rPr>
          <w:b/>
        </w:rPr>
        <w:t>ENABLE_DELEGATED_AUTH_URLS</w:t>
      </w:r>
      <w:r>
        <w:rPr>
          <w:b/>
        </w:rPr>
        <w:t xml:space="preserve"> </w:t>
      </w:r>
      <w:r>
        <w:t xml:space="preserve">to </w:t>
      </w:r>
      <w:r w:rsidRPr="00095BA2">
        <w:rPr>
          <w:b/>
        </w:rPr>
        <w:t>TRUE</w:t>
      </w:r>
      <w:r>
        <w:t xml:space="preserve"> in WebServices.cpp of the client</w:t>
      </w:r>
      <w:r w:rsidR="00FC1FE5">
        <w:t>-</w:t>
      </w:r>
      <w:r w:rsidR="00095BA2">
        <w:t xml:space="preserve">side </w:t>
      </w:r>
      <w:r w:rsidR="00095BA2" w:rsidRPr="00535FA9">
        <w:t>Web</w:t>
      </w:r>
      <w:r w:rsidR="00535FA9">
        <w:t xml:space="preserve"> </w:t>
      </w:r>
      <w:r w:rsidRPr="00535FA9">
        <w:t>Services</w:t>
      </w:r>
      <w:r>
        <w:t xml:space="preserve"> sample</w:t>
      </w:r>
      <w:r w:rsidR="00FC1FE5">
        <w:t>.</w:t>
      </w:r>
      <w:r w:rsidR="00535FA9">
        <w:t xml:space="preserve"> </w:t>
      </w:r>
    </w:p>
    <w:p w14:paraId="32D61999" w14:textId="547B8479" w:rsidR="00F443FD" w:rsidRPr="001A2265" w:rsidRDefault="005369E3" w:rsidP="008243CC">
      <w:pPr>
        <w:pStyle w:val="ListParagraph"/>
        <w:numPr>
          <w:ilvl w:val="0"/>
          <w:numId w:val="16"/>
        </w:numPr>
      </w:pPr>
      <w:r>
        <w:t xml:space="preserve">Compile the </w:t>
      </w:r>
      <w:r w:rsidRPr="00535FA9">
        <w:t>Web</w:t>
      </w:r>
      <w:r w:rsidR="00535FA9">
        <w:t xml:space="preserve"> </w:t>
      </w:r>
      <w:r w:rsidRPr="00535FA9">
        <w:t xml:space="preserve">Services </w:t>
      </w:r>
      <w:r>
        <w:t>sample</w:t>
      </w:r>
      <w:r w:rsidR="00861FC0">
        <w:t>,</w:t>
      </w:r>
      <w:r>
        <w:t xml:space="preserve"> and </w:t>
      </w:r>
      <w:r w:rsidR="00861FC0">
        <w:t xml:space="preserve">then </w:t>
      </w:r>
      <w:r>
        <w:t xml:space="preserve">deploy </w:t>
      </w:r>
      <w:r w:rsidR="00861FC0">
        <w:t xml:space="preserve">it </w:t>
      </w:r>
      <w:r>
        <w:t>to the console</w:t>
      </w:r>
      <w:r w:rsidR="00861FC0">
        <w:t>.</w:t>
      </w:r>
    </w:p>
    <w:p w14:paraId="26E5C6EF" w14:textId="7A965802" w:rsidR="002A75A8" w:rsidRDefault="00EE6344" w:rsidP="0075267E">
      <w:pPr>
        <w:pStyle w:val="Heading1"/>
      </w:pPr>
      <w:bookmarkStart w:id="31" w:name="_FAQs_and_troubleshooting"/>
      <w:bookmarkStart w:id="32" w:name="_Toc435611307"/>
      <w:bookmarkStart w:id="33" w:name="_Toc447121421"/>
      <w:bookmarkEnd w:id="31"/>
      <w:r>
        <w:t>FAQ</w:t>
      </w:r>
      <w:r w:rsidR="002C4574">
        <w:t>s</w:t>
      </w:r>
      <w:r>
        <w:t xml:space="preserve"> and</w:t>
      </w:r>
      <w:r w:rsidR="0075267E" w:rsidRPr="0075267E">
        <w:t xml:space="preserve"> </w:t>
      </w:r>
      <w:r w:rsidR="002C4574">
        <w:t>t</w:t>
      </w:r>
      <w:r w:rsidR="002C4574" w:rsidRPr="0075267E">
        <w:t>roubleshooting</w:t>
      </w:r>
      <w:bookmarkEnd w:id="32"/>
      <w:bookmarkEnd w:id="33"/>
    </w:p>
    <w:p w14:paraId="013452FD" w14:textId="6A575848" w:rsidR="00EE6344" w:rsidRDefault="00F62C18" w:rsidP="00D66CC9">
      <w:pPr>
        <w:pStyle w:val="Heading4"/>
      </w:pPr>
      <w:r>
        <w:t>When the client</w:t>
      </w:r>
      <w:r w:rsidR="00861FC0">
        <w:t>-</w:t>
      </w:r>
      <w:r>
        <w:t>side sample tries to call our service</w:t>
      </w:r>
      <w:r w:rsidR="00861FC0">
        <w:t>,</w:t>
      </w:r>
      <w:r>
        <w:t xml:space="preserve"> it is getting errors from GetTokenAndSignatureAsync()</w:t>
      </w:r>
      <w:r w:rsidR="00E2103F">
        <w:t xml:space="preserve">. </w:t>
      </w:r>
      <w:r>
        <w:t>How can I resolve these errors?</w:t>
      </w:r>
      <w:r w:rsidR="002C4574">
        <w:t xml:space="preserve"> </w:t>
      </w:r>
    </w:p>
    <w:p w14:paraId="3134E348" w14:textId="66E2D4E4" w:rsidR="00E27087" w:rsidRDefault="00F62C18" w:rsidP="009B0404">
      <w:pPr>
        <w:pStyle w:val="Body2"/>
      </w:pPr>
      <w:r>
        <w:t>Most of the NSAL or token</w:t>
      </w:r>
      <w:r w:rsidR="00861FC0">
        <w:t>-</w:t>
      </w:r>
      <w:r>
        <w:t>related errors from the console start with 0x87DD*</w:t>
      </w:r>
      <w:r w:rsidR="00E2103F">
        <w:t xml:space="preserve">. </w:t>
      </w:r>
      <w:hyperlink r:id="rId25" w:history="1">
        <w:r w:rsidR="00861FC0">
          <w:rPr>
            <w:rStyle w:val="Hyperlink"/>
          </w:rPr>
          <w:t>Error Codes 0x87DD* when calling GetTokenAndSignatureAsync or Xbox.Services APIs</w:t>
        </w:r>
      </w:hyperlink>
      <w:r w:rsidR="00861FC0" w:rsidRPr="00D57C90">
        <w:t xml:space="preserve">, a post in the </w:t>
      </w:r>
      <w:r w:rsidR="004E6431">
        <w:t>Xbox</w:t>
      </w:r>
      <w:r w:rsidR="00861FC0" w:rsidRPr="00D57C90">
        <w:t xml:space="preserve"> Developer Forum</w:t>
      </w:r>
      <w:r w:rsidR="004E6431">
        <w:t>s</w:t>
      </w:r>
      <w:r w:rsidR="00861FC0" w:rsidRPr="00D57C90">
        <w:t>,</w:t>
      </w:r>
      <w:r>
        <w:t xml:space="preserve"> provides a list of the most common errors and how to resolve them.</w:t>
      </w:r>
      <w:r w:rsidR="00E45491">
        <w:t xml:space="preserve"> (Note: if when clicking this link you go to a general forum page, try pasting the link into a browser address bar to get directly to the page.)</w:t>
      </w:r>
    </w:p>
    <w:p w14:paraId="286D81F0" w14:textId="13001082" w:rsidR="00E27087" w:rsidRDefault="00F62C18" w:rsidP="00E27087">
      <w:pPr>
        <w:pStyle w:val="Heading4"/>
      </w:pPr>
      <w:r>
        <w:t>When trying to access a web service URL</w:t>
      </w:r>
      <w:r w:rsidR="00861FC0">
        <w:t>,</w:t>
      </w:r>
      <w:r>
        <w:t xml:space="preserve"> I’m getting HTTP error 404.3</w:t>
      </w:r>
      <w:r w:rsidR="00861FC0">
        <w:t>.</w:t>
      </w:r>
    </w:p>
    <w:p w14:paraId="0C1EAC28" w14:textId="2EF9FA57" w:rsidR="00E27087" w:rsidRDefault="00861FC0" w:rsidP="002E5771">
      <w:pPr>
        <w:pStyle w:val="Body2"/>
      </w:pPr>
      <w:r>
        <w:t xml:space="preserve">If you get </w:t>
      </w:r>
      <w:r w:rsidR="00AC3934">
        <w:t>this error</w:t>
      </w:r>
      <w:r>
        <w:t xml:space="preserve"> w</w:t>
      </w:r>
      <w:r w:rsidR="00F62C18">
        <w:t>hen initially set</w:t>
      </w:r>
      <w:r>
        <w:t>ting</w:t>
      </w:r>
      <w:r w:rsidR="00F62C18">
        <w:t xml:space="preserve"> up your server with the sample, </w:t>
      </w:r>
      <w:r>
        <w:t xml:space="preserve">it </w:t>
      </w:r>
      <w:r w:rsidR="00F62C18">
        <w:t xml:space="preserve">usually means that there is a component </w:t>
      </w:r>
      <w:r w:rsidR="000C0109">
        <w:t>missing</w:t>
      </w:r>
      <w:r w:rsidR="00E2103F">
        <w:t xml:space="preserve">. </w:t>
      </w:r>
      <w:r w:rsidR="00F62C18">
        <w:t xml:space="preserve">Make sure the following </w:t>
      </w:r>
      <w:r w:rsidR="000C0109">
        <w:t>f</w:t>
      </w:r>
      <w:r w:rsidR="00F62C18">
        <w:t xml:space="preserve">eatures are enabled in </w:t>
      </w:r>
      <w:r w:rsidR="000C0109">
        <w:t xml:space="preserve">Server Manager by running </w:t>
      </w:r>
      <w:r w:rsidR="00F62C18">
        <w:t xml:space="preserve">the Add Roles and Features </w:t>
      </w:r>
      <w:r w:rsidR="00512BE9">
        <w:t>W</w:t>
      </w:r>
      <w:r w:rsidR="00F62C18">
        <w:t>izard</w:t>
      </w:r>
      <w:r w:rsidR="000C0109">
        <w:t xml:space="preserve"> and adding any of the following that are missing</w:t>
      </w:r>
      <w:r w:rsidR="00F62C18">
        <w:t>:</w:t>
      </w:r>
    </w:p>
    <w:p w14:paraId="13BE17AF" w14:textId="05C5A7C5" w:rsidR="00F62C18" w:rsidRDefault="00F62C18" w:rsidP="008243CC">
      <w:pPr>
        <w:pStyle w:val="ListParagraph"/>
        <w:keepNext/>
        <w:numPr>
          <w:ilvl w:val="1"/>
          <w:numId w:val="23"/>
        </w:numPr>
      </w:pPr>
      <w:r w:rsidRPr="000C0109">
        <w:rPr>
          <w:b/>
        </w:rPr>
        <w:lastRenderedPageBreak/>
        <w:t>HTTP Activation</w:t>
      </w:r>
      <w:r>
        <w:t xml:space="preserve"> under </w:t>
      </w:r>
      <w:r w:rsidRPr="000C0109">
        <w:rPr>
          <w:b/>
        </w:rPr>
        <w:t xml:space="preserve">.NET </w:t>
      </w:r>
      <w:r w:rsidR="000C0109" w:rsidRPr="000C0109">
        <w:rPr>
          <w:b/>
        </w:rPr>
        <w:t xml:space="preserve">Framework </w:t>
      </w:r>
      <w:r w:rsidRPr="000C0109">
        <w:rPr>
          <w:b/>
        </w:rPr>
        <w:t>3.5</w:t>
      </w:r>
      <w:r w:rsidR="000C0109" w:rsidRPr="000C0109">
        <w:rPr>
          <w:b/>
        </w:rPr>
        <w:t xml:space="preserve"> Features</w:t>
      </w:r>
    </w:p>
    <w:p w14:paraId="505716A1" w14:textId="4B6ACCF8" w:rsidR="00F62C18" w:rsidRDefault="00643F8E" w:rsidP="008243CC">
      <w:pPr>
        <w:pStyle w:val="ListParagraph"/>
        <w:keepNext/>
        <w:numPr>
          <w:ilvl w:val="1"/>
          <w:numId w:val="23"/>
        </w:numPr>
      </w:pPr>
      <w:r w:rsidRPr="000C0109">
        <w:rPr>
          <w:b/>
        </w:rPr>
        <w:t>ASP.NET 4.5</w:t>
      </w:r>
      <w:r>
        <w:t xml:space="preserve"> under </w:t>
      </w:r>
      <w:r w:rsidRPr="000C0109">
        <w:rPr>
          <w:b/>
        </w:rPr>
        <w:t xml:space="preserve">.NET </w:t>
      </w:r>
      <w:r w:rsidR="000C0109" w:rsidRPr="000C0109">
        <w:rPr>
          <w:b/>
        </w:rPr>
        <w:t xml:space="preserve">Framework </w:t>
      </w:r>
      <w:r w:rsidRPr="000C0109">
        <w:rPr>
          <w:b/>
        </w:rPr>
        <w:t>4.5</w:t>
      </w:r>
      <w:r w:rsidR="000C0109" w:rsidRPr="000C0109">
        <w:rPr>
          <w:b/>
        </w:rPr>
        <w:t xml:space="preserve"> Features</w:t>
      </w:r>
    </w:p>
    <w:p w14:paraId="7401D002" w14:textId="6F7CF84B" w:rsidR="006403B3" w:rsidRDefault="00643F8E" w:rsidP="008243CC">
      <w:pPr>
        <w:pStyle w:val="ListParagraph"/>
        <w:numPr>
          <w:ilvl w:val="1"/>
          <w:numId w:val="23"/>
        </w:numPr>
      </w:pPr>
      <w:r w:rsidRPr="00125F14">
        <w:rPr>
          <w:b/>
        </w:rPr>
        <w:t>HTTP Activation</w:t>
      </w:r>
      <w:r>
        <w:t xml:space="preserve"> under </w:t>
      </w:r>
      <w:r w:rsidRPr="00125F14">
        <w:rPr>
          <w:b/>
        </w:rPr>
        <w:t xml:space="preserve">.NET </w:t>
      </w:r>
      <w:r w:rsidR="00125F14" w:rsidRPr="00125F14">
        <w:rPr>
          <w:b/>
        </w:rPr>
        <w:t xml:space="preserve">Framework </w:t>
      </w:r>
      <w:r w:rsidRPr="00125F14">
        <w:rPr>
          <w:b/>
        </w:rPr>
        <w:t>4.5</w:t>
      </w:r>
      <w:r w:rsidR="00125F14" w:rsidRPr="00125F14">
        <w:rPr>
          <w:b/>
        </w:rPr>
        <w:t xml:space="preserve"> Features</w:t>
      </w:r>
      <w:r>
        <w:t xml:space="preserve"> / </w:t>
      </w:r>
      <w:r w:rsidRPr="00125F14">
        <w:rPr>
          <w:b/>
        </w:rPr>
        <w:t>WCF Services</w:t>
      </w:r>
    </w:p>
    <w:p w14:paraId="32E1F222" w14:textId="18C7F5BA" w:rsidR="00592C0B" w:rsidRDefault="00125F14" w:rsidP="00FE5659">
      <w:pPr>
        <w:pStyle w:val="Body2"/>
      </w:pPr>
      <w:r>
        <w:t xml:space="preserve">For more instructions about adding features, see </w:t>
      </w:r>
      <w:hyperlink w:anchor="_Server_Rroles_and" w:history="1">
        <w:r>
          <w:rPr>
            <w:rStyle w:val="Hyperlink"/>
          </w:rPr>
          <w:t xml:space="preserve">Server </w:t>
        </w:r>
        <w:r w:rsidRPr="00125F14">
          <w:rPr>
            <w:rStyle w:val="Hyperlink"/>
          </w:rPr>
          <w:t xml:space="preserve">roles and </w:t>
        </w:r>
        <w:r>
          <w:rPr>
            <w:rStyle w:val="Hyperlink"/>
          </w:rPr>
          <w:t>feature</w:t>
        </w:r>
        <w:r w:rsidR="00512BE9">
          <w:rPr>
            <w:rStyle w:val="Hyperlink"/>
          </w:rPr>
          <w:t xml:space="preserve">s </w:t>
        </w:r>
        <w:r w:rsidRPr="00125F14">
          <w:rPr>
            <w:rStyle w:val="Hyperlink"/>
          </w:rPr>
          <w:t>setup</w:t>
        </w:r>
      </w:hyperlink>
      <w:r>
        <w:t xml:space="preserve"> earlier in this white paper.</w:t>
      </w:r>
    </w:p>
    <w:p w14:paraId="0A80EE2A" w14:textId="2853D368" w:rsidR="00125F14" w:rsidRDefault="006403B3" w:rsidP="002E5771">
      <w:pPr>
        <w:pStyle w:val="Body2"/>
      </w:pPr>
      <w:r>
        <w:t xml:space="preserve">If </w:t>
      </w:r>
      <w:r w:rsidR="00125F14">
        <w:t xml:space="preserve">your server is </w:t>
      </w:r>
      <w:r>
        <w:t>running Windows Server 2008 R2</w:t>
      </w:r>
      <w:r w:rsidR="00125F14">
        <w:t>,</w:t>
      </w:r>
      <w:r>
        <w:t xml:space="preserve"> run the following </w:t>
      </w:r>
      <w:r w:rsidR="00125F14">
        <w:t>command line as an administrator</w:t>
      </w:r>
      <w:r>
        <w:t>:</w:t>
      </w:r>
    </w:p>
    <w:p w14:paraId="72466CDD" w14:textId="7041D179" w:rsidR="006403B3" w:rsidRPr="00125F14" w:rsidRDefault="006403B3" w:rsidP="00512BE9">
      <w:pPr>
        <w:pStyle w:val="Code"/>
        <w:ind w:left="1440"/>
      </w:pPr>
      <w:r w:rsidRPr="00125F14">
        <w:t>%windir%\</w:t>
      </w:r>
      <w:r w:rsidR="00125F14" w:rsidRPr="00125F14">
        <w:t>"</w:t>
      </w:r>
      <w:r w:rsidRPr="00125F14">
        <w:t>Microsoft.NET\Framework\v3.0\Windows Communication Foundation\ servicemodelreg</w:t>
      </w:r>
      <w:r w:rsidR="00125F14" w:rsidRPr="00125F14">
        <w:t>"</w:t>
      </w:r>
      <w:r w:rsidR="00BA4748" w:rsidRPr="00125F14">
        <w:t xml:space="preserve"> –i</w:t>
      </w:r>
    </w:p>
    <w:p w14:paraId="0FBF3774" w14:textId="1D089290" w:rsidR="00E27087" w:rsidRDefault="00643F8E" w:rsidP="00E27087">
      <w:pPr>
        <w:pStyle w:val="Heading4"/>
      </w:pPr>
      <w:r>
        <w:t xml:space="preserve">Windows Server 2008 R2 – Config Error: </w:t>
      </w:r>
      <w:r w:rsidR="00D91AFD">
        <w:t xml:space="preserve">The configuration </w:t>
      </w:r>
      <w:r>
        <w:t>section ‘system.serviceModel’ cannot be read because it is missing a section declaration</w:t>
      </w:r>
      <w:r w:rsidR="00125F14">
        <w:t>.</w:t>
      </w:r>
    </w:p>
    <w:p w14:paraId="35BF041B" w14:textId="625AE3AD" w:rsidR="00E27087" w:rsidRDefault="00D91AFD" w:rsidP="002E5771">
      <w:pPr>
        <w:pStyle w:val="Body2"/>
      </w:pPr>
      <w:r w:rsidRPr="00D91AFD">
        <w:t>Install .</w:t>
      </w:r>
      <w:r w:rsidR="00125F14">
        <w:t>NET</w:t>
      </w:r>
      <w:r w:rsidR="00125F14" w:rsidRPr="00D91AFD">
        <w:t xml:space="preserve"> </w:t>
      </w:r>
      <w:r w:rsidR="00125F14">
        <w:t xml:space="preserve">Framework </w:t>
      </w:r>
      <w:r w:rsidRPr="00D91AFD">
        <w:t>3.5</w:t>
      </w:r>
      <w:r w:rsidR="00125F14">
        <w:t xml:space="preserve">. For more information, see </w:t>
      </w:r>
      <w:hyperlink r:id="rId26" w:history="1">
        <w:r w:rsidR="00125F14">
          <w:rPr>
            <w:rStyle w:val="Hyperlink"/>
          </w:rPr>
          <w:t>How to install/enable .N</w:t>
        </w:r>
        <w:r w:rsidR="00E45491">
          <w:rPr>
            <w:rStyle w:val="Hyperlink"/>
          </w:rPr>
          <w:t>ET</w:t>
        </w:r>
        <w:r w:rsidR="00125F14">
          <w:rPr>
            <w:rStyle w:val="Hyperlink"/>
          </w:rPr>
          <w:t xml:space="preserve"> 3.5 SP1 on Windows Server 2008 R2 for SQL Server 2008 and SQL Server 2008 R2</w:t>
        </w:r>
      </w:hyperlink>
      <w:r w:rsidR="00125F14" w:rsidRPr="00125F14">
        <w:t>, a blog post on MSDN.</w:t>
      </w:r>
    </w:p>
    <w:p w14:paraId="2225DD02" w14:textId="22BAD05D" w:rsidR="00D91AFD" w:rsidRDefault="006403B3" w:rsidP="00125F14">
      <w:pPr>
        <w:pStyle w:val="Heading4"/>
      </w:pPr>
      <w:r>
        <w:t xml:space="preserve">Windows Server 2008 R2 - </w:t>
      </w:r>
      <w:r w:rsidR="00D91AFD">
        <w:t xml:space="preserve">HTTP </w:t>
      </w:r>
      <w:r w:rsidR="00D91AFD" w:rsidRPr="00D91AFD">
        <w:t xml:space="preserve">Error 500.21 - Handler "svc-Integrated" has a bad module </w:t>
      </w:r>
      <w:r w:rsidR="00D91AFD">
        <w:t>“</w:t>
      </w:r>
      <w:r w:rsidR="00D91AFD" w:rsidRPr="00D91AFD">
        <w:t>ManagedPipelineHandler" in its module list</w:t>
      </w:r>
      <w:r w:rsidR="00125F14">
        <w:t>.</w:t>
      </w:r>
      <w:r w:rsidR="00D91AFD">
        <w:t xml:space="preserve"> </w:t>
      </w:r>
    </w:p>
    <w:p w14:paraId="610DDFD1" w14:textId="3B4B33EA" w:rsidR="00125F14" w:rsidRDefault="00125F14" w:rsidP="002E5771">
      <w:pPr>
        <w:pStyle w:val="Body2"/>
      </w:pPr>
      <w:r>
        <w:t>As an</w:t>
      </w:r>
      <w:r w:rsidRPr="00D91AFD">
        <w:t xml:space="preserve"> </w:t>
      </w:r>
      <w:r>
        <w:t>a</w:t>
      </w:r>
      <w:r w:rsidR="00D91AFD" w:rsidRPr="00D91AFD">
        <w:t>dministrator</w:t>
      </w:r>
      <w:r>
        <w:t>,</w:t>
      </w:r>
      <w:r w:rsidR="00D91AFD" w:rsidRPr="00D91AFD">
        <w:t xml:space="preserve"> run</w:t>
      </w:r>
      <w:r>
        <w:t xml:space="preserve"> the following command line</w:t>
      </w:r>
      <w:r w:rsidR="00D91AFD" w:rsidRPr="00D91AFD">
        <w:t xml:space="preserve">: </w:t>
      </w:r>
    </w:p>
    <w:p w14:paraId="24102B31" w14:textId="6C504D55" w:rsidR="00E27087" w:rsidRPr="00125F14" w:rsidRDefault="00D91AFD" w:rsidP="00A84B48">
      <w:pPr>
        <w:pStyle w:val="Code"/>
        <w:ind w:left="1440"/>
      </w:pPr>
      <w:r w:rsidRPr="00125F14">
        <w:t>%windir%\Microsoft.NET\Framework\v4.0.21006\aspnet_regiis.exe –i</w:t>
      </w:r>
    </w:p>
    <w:p w14:paraId="1B55ACFA" w14:textId="78D5C04A" w:rsidR="00E27087" w:rsidRDefault="00FA4469" w:rsidP="00E27087">
      <w:pPr>
        <w:pStyle w:val="Heading4"/>
      </w:pPr>
      <w:r>
        <w:lastRenderedPageBreak/>
        <w:t>HTTP error 500.19 and 0x80070021</w:t>
      </w:r>
      <w:r w:rsidR="00E27087">
        <w:t xml:space="preserve"> </w:t>
      </w:r>
    </w:p>
    <w:p w14:paraId="40D9B2CF" w14:textId="349AFC52" w:rsidR="00E27087" w:rsidRDefault="00AC3934" w:rsidP="002E5771">
      <w:pPr>
        <w:pStyle w:val="Body2"/>
      </w:pPr>
      <w:r>
        <w:t>If you receive this error, t</w:t>
      </w:r>
      <w:r w:rsidR="00FA4469">
        <w:t>he handlers section on your server is currently locked</w:t>
      </w:r>
      <w:r>
        <w:t xml:space="preserve">. To fix this, </w:t>
      </w:r>
      <w:r w:rsidR="00FA4469">
        <w:t xml:space="preserve">run the following command </w:t>
      </w:r>
      <w:r>
        <w:t>line</w:t>
      </w:r>
      <w:r w:rsidR="00FA4469">
        <w:t>:</w:t>
      </w:r>
    </w:p>
    <w:p w14:paraId="42297254" w14:textId="59958A92" w:rsidR="00FA4469" w:rsidRPr="00AC3934" w:rsidRDefault="002E132B" w:rsidP="00A84B48">
      <w:pPr>
        <w:pStyle w:val="Code"/>
        <w:ind w:left="1440"/>
      </w:pPr>
      <w:r w:rsidRPr="00AC3934">
        <w:t>%windir%\system32\inetsrv\appcmd.exe unlock config "Default Web Site/exchange" -section:handlers -commitpath:apphost</w:t>
      </w:r>
    </w:p>
    <w:p w14:paraId="7AAD8DAE" w14:textId="30A5D80C" w:rsidR="00E27087" w:rsidRDefault="004463C0" w:rsidP="00E27087">
      <w:pPr>
        <w:pStyle w:val="Heading4"/>
      </w:pPr>
      <w:r>
        <w:t xml:space="preserve">HRESULT error 0x800c0019 when trying to call my web service over </w:t>
      </w:r>
      <w:r w:rsidR="00AC3934">
        <w:t xml:space="preserve">HTTPS </w:t>
      </w:r>
      <w:r>
        <w:t>from the console</w:t>
      </w:r>
      <w:r w:rsidR="00A84B48">
        <w:t>.</w:t>
      </w:r>
    </w:p>
    <w:p w14:paraId="6693C0D3" w14:textId="42358F37" w:rsidR="002E2872" w:rsidRDefault="004463C0" w:rsidP="002E5771">
      <w:pPr>
        <w:pStyle w:val="Body2"/>
      </w:pPr>
      <w:r>
        <w:t xml:space="preserve">This </w:t>
      </w:r>
      <w:r w:rsidR="00AC3934">
        <w:t xml:space="preserve">error </w:t>
      </w:r>
      <w:r>
        <w:t xml:space="preserve">means that the SSL certificate </w:t>
      </w:r>
      <w:r w:rsidR="00AC3934">
        <w:t xml:space="preserve">that </w:t>
      </w:r>
      <w:r>
        <w:t xml:space="preserve">you used for </w:t>
      </w:r>
      <w:r w:rsidR="00AC3934">
        <w:t xml:space="preserve">HTTPS </w:t>
      </w:r>
      <w:r>
        <w:t>traffic is not trusted by the console</w:t>
      </w:r>
      <w:r w:rsidR="00AC3934">
        <w:t>,</w:t>
      </w:r>
      <w:r w:rsidR="00FA1178">
        <w:t xml:space="preserve"> or </w:t>
      </w:r>
      <w:r w:rsidR="002E2872">
        <w:t xml:space="preserve">the certificate </w:t>
      </w:r>
      <w:r w:rsidR="00FA1178">
        <w:t>has been misconfigured on the server</w:t>
      </w:r>
      <w:r w:rsidR="00E2103F">
        <w:t xml:space="preserve">. </w:t>
      </w:r>
    </w:p>
    <w:p w14:paraId="56A08E7A" w14:textId="2FC67B23" w:rsidR="000F0365" w:rsidRPr="00BA6E2C" w:rsidRDefault="002E2872" w:rsidP="002E5771">
      <w:pPr>
        <w:pStyle w:val="Body2"/>
      </w:pPr>
      <w:r>
        <w:t>To correct this, f</w:t>
      </w:r>
      <w:r w:rsidR="00FA1178">
        <w:t>irst make sure that the certificate you cr</w:t>
      </w:r>
      <w:r>
        <w:t>e</w:t>
      </w:r>
      <w:r w:rsidR="00FA1178">
        <w:t xml:space="preserve">ated and used for SSL on your server </w:t>
      </w:r>
      <w:r w:rsidR="0019470C">
        <w:t xml:space="preserve">uses </w:t>
      </w:r>
      <w:r w:rsidR="00FA1178">
        <w:t>the full domain name of your server</w:t>
      </w:r>
      <w:r w:rsidR="0019470C">
        <w:t xml:space="preserve">. To check, double-click the exported .cer file and look at </w:t>
      </w:r>
      <w:r w:rsidR="00FA1178">
        <w:t xml:space="preserve">the </w:t>
      </w:r>
      <w:r w:rsidR="00FA1178">
        <w:rPr>
          <w:b/>
        </w:rPr>
        <w:t xml:space="preserve">Issued to </w:t>
      </w:r>
      <w:r w:rsidR="00FA1178">
        <w:t xml:space="preserve">value </w:t>
      </w:r>
      <w:r>
        <w:t>(for e</w:t>
      </w:r>
      <w:r w:rsidR="00FA1178">
        <w:t>xample</w:t>
      </w:r>
      <w:r>
        <w:t>, “</w:t>
      </w:r>
      <w:r w:rsidR="00FA1178" w:rsidRPr="002E2872">
        <w:t>Issued to: Server.Contoso.com</w:t>
      </w:r>
      <w:r>
        <w:t>”)</w:t>
      </w:r>
      <w:r w:rsidR="00E2103F">
        <w:rPr>
          <w:b/>
        </w:rPr>
        <w:t>.</w:t>
      </w:r>
    </w:p>
    <w:p w14:paraId="5C622910" w14:textId="644C7822" w:rsidR="000F0365" w:rsidRPr="00BA6E2C" w:rsidRDefault="00FA1178" w:rsidP="002E5771">
      <w:pPr>
        <w:pStyle w:val="Body2"/>
        <w:rPr>
          <w:rFonts w:cs="Segoe UI"/>
        </w:rPr>
      </w:pPr>
      <w:r w:rsidRPr="00BA6E2C">
        <w:rPr>
          <w:rFonts w:cs="Segoe UI"/>
        </w:rPr>
        <w:t xml:space="preserve">Next, </w:t>
      </w:r>
      <w:r w:rsidR="000F0365" w:rsidRPr="00BA6E2C">
        <w:rPr>
          <w:rFonts w:cs="Segoe UI"/>
        </w:rPr>
        <w:t xml:space="preserve">if you have submitted your SSL certificate as a .p7b file for ingestion by XDP, check whether XDP has the </w:t>
      </w:r>
      <w:r w:rsidR="000F0365" w:rsidRPr="00BA6E2C">
        <w:rPr>
          <w:rFonts w:cs="Segoe UI"/>
          <w:b/>
        </w:rPr>
        <w:t>Contains Leaf</w:t>
      </w:r>
      <w:r w:rsidR="000F0365" w:rsidRPr="00BA6E2C">
        <w:rPr>
          <w:rFonts w:cs="Segoe UI"/>
        </w:rPr>
        <w:t xml:space="preserve"> option on the certificate. If not, create another .p7b file, and be sure to include all cert</w:t>
      </w:r>
      <w:r w:rsidR="00A84B48">
        <w:rPr>
          <w:rFonts w:cs="Segoe UI"/>
        </w:rPr>
        <w:t xml:space="preserve">ificates in the chain when </w:t>
      </w:r>
      <w:r w:rsidR="000F0365" w:rsidRPr="00BA6E2C">
        <w:rPr>
          <w:rFonts w:cs="Segoe UI"/>
        </w:rPr>
        <w:t>submitting the certificate for ingestion by XDP. After submitting the certificate with the entire chain, publish the Web Services changes, wait for publication to complete, and then republish the NSAL for your title in the sandbox.</w:t>
      </w:r>
    </w:p>
    <w:p w14:paraId="245E84CF" w14:textId="53DD5570" w:rsidR="00955740" w:rsidRPr="00BA6E2C" w:rsidRDefault="000F0365" w:rsidP="002E5771">
      <w:pPr>
        <w:pStyle w:val="Body2"/>
        <w:rPr>
          <w:rFonts w:cs="Segoe UI"/>
          <w:b/>
        </w:rPr>
      </w:pPr>
      <w:r w:rsidRPr="00BA6E2C">
        <w:rPr>
          <w:rFonts w:cs="Segoe UI"/>
        </w:rPr>
        <w:t xml:space="preserve">If you are </w:t>
      </w:r>
      <w:r w:rsidR="00BA6E2C">
        <w:rPr>
          <w:rFonts w:cs="Segoe UI"/>
        </w:rPr>
        <w:t xml:space="preserve">manually </w:t>
      </w:r>
      <w:r w:rsidRPr="00BA6E2C">
        <w:rPr>
          <w:rFonts w:cs="Segoe UI"/>
        </w:rPr>
        <w:t>deploying the cert</w:t>
      </w:r>
      <w:r w:rsidR="00BA6E2C">
        <w:rPr>
          <w:rFonts w:cs="Segoe UI"/>
        </w:rPr>
        <w:t>ificate</w:t>
      </w:r>
      <w:r w:rsidRPr="00BA6E2C">
        <w:rPr>
          <w:rFonts w:cs="Segoe UI"/>
        </w:rPr>
        <w:t xml:space="preserve"> with a .cer file, </w:t>
      </w:r>
      <w:r w:rsidR="00FA1178" w:rsidRPr="00BA6E2C">
        <w:rPr>
          <w:rFonts w:cs="Segoe UI"/>
        </w:rPr>
        <w:t xml:space="preserve">make sure that the .cer file </w:t>
      </w:r>
      <w:r w:rsidR="00955740" w:rsidRPr="00BA6E2C">
        <w:rPr>
          <w:rFonts w:cs="Segoe UI"/>
        </w:rPr>
        <w:t xml:space="preserve">is base-64, and create a replacement if you’re not sure. When you export the .cer file, you can export a replacement </w:t>
      </w:r>
      <w:r w:rsidR="00FA1178" w:rsidRPr="00BA6E2C">
        <w:rPr>
          <w:rFonts w:cs="Segoe UI"/>
        </w:rPr>
        <w:t xml:space="preserve">that </w:t>
      </w:r>
      <w:r w:rsidR="00955740" w:rsidRPr="00BA6E2C">
        <w:rPr>
          <w:rFonts w:cs="Segoe UI"/>
        </w:rPr>
        <w:t xml:space="preserve">is </w:t>
      </w:r>
      <w:r w:rsidR="00BA6E2C">
        <w:rPr>
          <w:rFonts w:cs="Segoe UI"/>
        </w:rPr>
        <w:t xml:space="preserve">base-64 </w:t>
      </w:r>
      <w:r w:rsidR="00955740" w:rsidRPr="00BA6E2C">
        <w:rPr>
          <w:rFonts w:cs="Segoe UI"/>
        </w:rPr>
        <w:t xml:space="preserve">by </w:t>
      </w:r>
      <w:r w:rsidR="00FA1178" w:rsidRPr="00BA6E2C">
        <w:rPr>
          <w:rFonts w:cs="Segoe UI"/>
        </w:rPr>
        <w:t>select</w:t>
      </w:r>
      <w:r w:rsidR="00955740" w:rsidRPr="00BA6E2C">
        <w:rPr>
          <w:rFonts w:cs="Segoe UI"/>
        </w:rPr>
        <w:t>ing</w:t>
      </w:r>
      <w:r w:rsidR="00FA1178" w:rsidRPr="00BA6E2C">
        <w:rPr>
          <w:rFonts w:cs="Segoe UI"/>
        </w:rPr>
        <w:t xml:space="preserve"> the </w:t>
      </w:r>
      <w:r w:rsidR="00FA1178" w:rsidRPr="00BA6E2C">
        <w:rPr>
          <w:rFonts w:cs="Segoe UI"/>
          <w:b/>
        </w:rPr>
        <w:t>Base-64</w:t>
      </w:r>
      <w:r w:rsidR="00FA1178" w:rsidRPr="00BA6E2C">
        <w:rPr>
          <w:rFonts w:cs="Segoe UI"/>
        </w:rPr>
        <w:t xml:space="preserve"> option</w:t>
      </w:r>
      <w:r w:rsidR="00E2103F" w:rsidRPr="00BA6E2C">
        <w:rPr>
          <w:rFonts w:cs="Segoe UI"/>
        </w:rPr>
        <w:t xml:space="preserve">. </w:t>
      </w:r>
      <w:r w:rsidR="00955740" w:rsidRPr="00BA6E2C">
        <w:rPr>
          <w:rFonts w:cs="Segoe UI"/>
        </w:rPr>
        <w:t xml:space="preserve">For more information about creating and exporting certificates, see </w:t>
      </w:r>
      <w:hyperlink w:anchor="_Enabling_HTTPS_for" w:history="1">
        <w:r w:rsidR="0019470C" w:rsidRPr="00BA6E2C">
          <w:rPr>
            <w:rStyle w:val="Hyperlink"/>
            <w:rFonts w:cs="Segoe UI"/>
          </w:rPr>
          <w:t>Enabling HTTPS for your web service</w:t>
        </w:r>
      </w:hyperlink>
      <w:r w:rsidR="00955740" w:rsidRPr="00BA6E2C">
        <w:rPr>
          <w:rFonts w:cs="Segoe UI"/>
        </w:rPr>
        <w:t xml:space="preserve"> earlier in this white paper.</w:t>
      </w:r>
    </w:p>
    <w:p w14:paraId="6F214E49" w14:textId="7EB2C993" w:rsidR="00E27087" w:rsidRDefault="00FA1178" w:rsidP="002E5771">
      <w:pPr>
        <w:pStyle w:val="Body2"/>
      </w:pPr>
      <w:r>
        <w:lastRenderedPageBreak/>
        <w:t>Finally</w:t>
      </w:r>
      <w:r w:rsidR="00F76259">
        <w:t>,</w:t>
      </w:r>
      <w:r>
        <w:t xml:space="preserve"> you can </w:t>
      </w:r>
      <w:r w:rsidR="00F76259">
        <w:t>use</w:t>
      </w:r>
      <w:r>
        <w:t xml:space="preserve"> IIS </w:t>
      </w:r>
      <w:r w:rsidR="00F76259">
        <w:t xml:space="preserve">Manager </w:t>
      </w:r>
      <w:r>
        <w:t xml:space="preserve">to </w:t>
      </w:r>
      <w:r w:rsidR="00F76259">
        <w:t xml:space="preserve">check whether </w:t>
      </w:r>
      <w:r>
        <w:t xml:space="preserve">the </w:t>
      </w:r>
      <w:r w:rsidR="00F76259">
        <w:t xml:space="preserve">HTTPS </w:t>
      </w:r>
      <w:r>
        <w:t>port (443) is using the certificate that you exported and not another one</w:t>
      </w:r>
      <w:r w:rsidR="00E2103F">
        <w:t xml:space="preserve">. </w:t>
      </w:r>
      <w:r>
        <w:t>Also</w:t>
      </w:r>
      <w:r w:rsidR="00F76259">
        <w:t>,</w:t>
      </w:r>
      <w:r>
        <w:t xml:space="preserve"> </w:t>
      </w:r>
      <w:r w:rsidR="00F76259">
        <w:t xml:space="preserve">be </w:t>
      </w:r>
      <w:r>
        <w:t>sure to re-install the cert</w:t>
      </w:r>
      <w:r w:rsidR="00F76259">
        <w:t>ificate</w:t>
      </w:r>
      <w:r>
        <w:t xml:space="preserve"> on your dev</w:t>
      </w:r>
      <w:r w:rsidR="00F76259">
        <w:t xml:space="preserve"> </w:t>
      </w:r>
      <w:r>
        <w:t>kit.</w:t>
      </w:r>
    </w:p>
    <w:p w14:paraId="5363B020" w14:textId="5840FECC" w:rsidR="0092693E" w:rsidRDefault="0092693E" w:rsidP="0092693E">
      <w:pPr>
        <w:pStyle w:val="Heading4"/>
      </w:pPr>
      <w:r>
        <w:t>I’m getting 403</w:t>
      </w:r>
      <w:r w:rsidR="00EC1201">
        <w:t xml:space="preserve"> error</w:t>
      </w:r>
      <w:r>
        <w:t xml:space="preserve">s when </w:t>
      </w:r>
      <w:r w:rsidR="00E77488">
        <w:t xml:space="preserve">my console tries </w:t>
      </w:r>
      <w:r>
        <w:t>to talk to my service</w:t>
      </w:r>
      <w:r w:rsidR="00E77488">
        <w:t>,</w:t>
      </w:r>
      <w:r>
        <w:t xml:space="preserve"> even though it is</w:t>
      </w:r>
      <w:r w:rsidR="000F0365">
        <w:t xml:space="preserve"> using open HTTP and not HTTPS</w:t>
      </w:r>
      <w:r w:rsidR="00A84B48">
        <w:t>.</w:t>
      </w:r>
      <w:r>
        <w:t xml:space="preserve"> </w:t>
      </w:r>
    </w:p>
    <w:p w14:paraId="2A386CFC" w14:textId="6D23919C" w:rsidR="0092693E" w:rsidRDefault="0092693E" w:rsidP="002E5771">
      <w:pPr>
        <w:pStyle w:val="Body2"/>
      </w:pPr>
      <w:r>
        <w:t xml:space="preserve">This probably means that </w:t>
      </w:r>
      <w:r w:rsidR="00E77488">
        <w:t xml:space="preserve">one or both of the certificates for </w:t>
      </w:r>
      <w:r>
        <w:t xml:space="preserve">your </w:t>
      </w:r>
      <w:r w:rsidR="00E77488">
        <w:t>r</w:t>
      </w:r>
      <w:r>
        <w:t xml:space="preserve">elying </w:t>
      </w:r>
      <w:r w:rsidR="00E77488">
        <w:t>p</w:t>
      </w:r>
      <w:r>
        <w:t>arty or the XSTS token are not in the proper certificate store</w:t>
      </w:r>
      <w:r w:rsidR="00D75CC7">
        <w:t>s</w:t>
      </w:r>
      <w:r>
        <w:t xml:space="preserve">. Make sure that the </w:t>
      </w:r>
      <w:r w:rsidR="00D75CC7">
        <w:t xml:space="preserve">certificate for the </w:t>
      </w:r>
      <w:r>
        <w:t>XSTS token is in Trusted People and Personal</w:t>
      </w:r>
      <w:r w:rsidR="00D75CC7">
        <w:t>, and that the certificate for your relying party is in Personal,</w:t>
      </w:r>
      <w:r>
        <w:t xml:space="preserve"> as </w:t>
      </w:r>
      <w:r w:rsidR="00E77488">
        <w:t xml:space="preserve">described </w:t>
      </w:r>
      <w:r>
        <w:t xml:space="preserve">in </w:t>
      </w:r>
      <w:hyperlink w:anchor="_Certificate_Iinstallation" w:history="1">
        <w:r w:rsidR="00E77488" w:rsidRPr="00E77488">
          <w:rPr>
            <w:rStyle w:val="Hyperlink"/>
          </w:rPr>
          <w:t>C</w:t>
        </w:r>
        <w:r w:rsidRPr="00E77488">
          <w:rPr>
            <w:rStyle w:val="Hyperlink"/>
          </w:rPr>
          <w:t>ertificate installation</w:t>
        </w:r>
      </w:hyperlink>
      <w:r w:rsidR="00E77488">
        <w:t>, earlier in this white paper</w:t>
      </w:r>
      <w:r>
        <w:t>.</w:t>
      </w:r>
    </w:p>
    <w:p w14:paraId="244C6B15" w14:textId="0EEFA30C" w:rsidR="004725BE" w:rsidRDefault="004725BE" w:rsidP="004725BE">
      <w:pPr>
        <w:pStyle w:val="Heading4"/>
      </w:pPr>
      <w:r>
        <w:t>W</w:t>
      </w:r>
      <w:r w:rsidR="00E45491">
        <w:t>hen trying to run the DelegatedAuth</w:t>
      </w:r>
      <w:r w:rsidR="00D75CC7">
        <w:t xml:space="preserve">Service, </w:t>
      </w:r>
      <w:r>
        <w:t xml:space="preserve">I’m getting an exception when trying to obtain a token from the XASS server with my </w:t>
      </w:r>
      <w:r w:rsidR="00083A84">
        <w:t>B</w:t>
      </w:r>
      <w:r>
        <w:t xml:space="preserve">usiness </w:t>
      </w:r>
      <w:r w:rsidR="00083A84">
        <w:t>P</w:t>
      </w:r>
      <w:r>
        <w:t xml:space="preserve">artner </w:t>
      </w:r>
      <w:r w:rsidR="00D75CC7">
        <w:t>c</w:t>
      </w:r>
      <w:r>
        <w:t>ertificate. The exception states</w:t>
      </w:r>
      <w:r w:rsidR="00D75CC7">
        <w:t>,</w:t>
      </w:r>
      <w:r>
        <w:t xml:space="preserve"> “An error occurred while sending this request.” </w:t>
      </w:r>
      <w:r w:rsidR="00D75CC7">
        <w:t xml:space="preserve">Also, </w:t>
      </w:r>
      <w:r>
        <w:t>“</w:t>
      </w:r>
      <w:r w:rsidRPr="004725BE">
        <w:t>The underlying connection was closed: An unexpe</w:t>
      </w:r>
      <w:r>
        <w:t>cted error occurred on a send."</w:t>
      </w:r>
    </w:p>
    <w:p w14:paraId="22B4BA48" w14:textId="275E5CFA" w:rsidR="004725BE" w:rsidRDefault="00071E87" w:rsidP="002E5771">
      <w:pPr>
        <w:pStyle w:val="Body2"/>
      </w:pPr>
      <w:r>
        <w:t xml:space="preserve">This </w:t>
      </w:r>
      <w:r w:rsidR="00D75CC7">
        <w:t xml:space="preserve">exception </w:t>
      </w:r>
      <w:r>
        <w:t xml:space="preserve">is probably due to an expired </w:t>
      </w:r>
      <w:r w:rsidR="00083A84">
        <w:t>B</w:t>
      </w:r>
      <w:r>
        <w:t xml:space="preserve">usiness </w:t>
      </w:r>
      <w:r w:rsidR="00083A84">
        <w:t>P</w:t>
      </w:r>
      <w:r>
        <w:t xml:space="preserve">artner </w:t>
      </w:r>
      <w:r w:rsidR="00D75CC7">
        <w:t>c</w:t>
      </w:r>
      <w:r>
        <w:t xml:space="preserve">ertificate. Check the expiration date of your </w:t>
      </w:r>
      <w:r w:rsidR="00D75CC7">
        <w:t>c</w:t>
      </w:r>
      <w:r>
        <w:t>ert</w:t>
      </w:r>
      <w:r w:rsidR="00D75CC7">
        <w:t>ificate</w:t>
      </w:r>
      <w:r>
        <w:t xml:space="preserve"> to make sure that </w:t>
      </w:r>
      <w:r w:rsidR="00D75CC7">
        <w:t xml:space="preserve">the date </w:t>
      </w:r>
      <w:r>
        <w:t xml:space="preserve">has not passed. Relying </w:t>
      </w:r>
      <w:r w:rsidR="0055163B">
        <w:t>P</w:t>
      </w:r>
      <w:r>
        <w:t xml:space="preserve">arty certificates will still work with the XSTS system even if they expire, </w:t>
      </w:r>
      <w:r w:rsidR="00D75CC7">
        <w:t xml:space="preserve">but </w:t>
      </w:r>
      <w:r>
        <w:t xml:space="preserve">your </w:t>
      </w:r>
      <w:r w:rsidR="00083A84">
        <w:t>B</w:t>
      </w:r>
      <w:r>
        <w:t xml:space="preserve">usiness </w:t>
      </w:r>
      <w:r w:rsidR="00083A84">
        <w:t>P</w:t>
      </w:r>
      <w:r>
        <w:t xml:space="preserve">artner </w:t>
      </w:r>
      <w:r w:rsidR="00D75CC7">
        <w:t>c</w:t>
      </w:r>
      <w:r>
        <w:t xml:space="preserve">ertificate must be in a good and valid state to be accepted by the </w:t>
      </w:r>
      <w:r w:rsidR="00D75CC7">
        <w:t>Xbox Authentication Service for Services (</w:t>
      </w:r>
      <w:r>
        <w:t>XASS</w:t>
      </w:r>
      <w:r w:rsidR="00D75CC7">
        <w:t>)</w:t>
      </w:r>
      <w:r>
        <w:t xml:space="preserve">. XASS does not give you a 403 when presented with an invalid </w:t>
      </w:r>
      <w:r w:rsidR="00D75CC7">
        <w:t xml:space="preserve">or </w:t>
      </w:r>
      <w:r>
        <w:t>expired cert</w:t>
      </w:r>
      <w:r w:rsidR="00D75CC7">
        <w:t xml:space="preserve">ificate; instead, </w:t>
      </w:r>
      <w:r>
        <w:t xml:space="preserve">it </w:t>
      </w:r>
      <w:r w:rsidR="00D75CC7">
        <w:t xml:space="preserve">simply </w:t>
      </w:r>
      <w:r>
        <w:t>drops the connection</w:t>
      </w:r>
      <w:r w:rsidR="00D75CC7">
        <w:t>,</w:t>
      </w:r>
      <w:r>
        <w:t xml:space="preserve"> </w:t>
      </w:r>
      <w:r w:rsidR="00D75CC7">
        <w:t xml:space="preserve">which </w:t>
      </w:r>
      <w:r>
        <w:t xml:space="preserve">results in </w:t>
      </w:r>
      <w:r w:rsidR="00D75CC7">
        <w:t xml:space="preserve">an exception and </w:t>
      </w:r>
      <w:r>
        <w:t>the mes</w:t>
      </w:r>
      <w:r w:rsidR="00A84B48">
        <w:t>sa</w:t>
      </w:r>
      <w:r>
        <w:t xml:space="preserve">ging </w:t>
      </w:r>
      <w:r w:rsidR="00D75CC7">
        <w:t xml:space="preserve">about a closed connection during </w:t>
      </w:r>
      <w:r>
        <w:t xml:space="preserve">debugging. </w:t>
      </w:r>
      <w:r w:rsidR="00D75CC7">
        <w:t>To correct this, s</w:t>
      </w:r>
      <w:r>
        <w:t xml:space="preserve">imply create a new </w:t>
      </w:r>
      <w:r w:rsidR="00083A84">
        <w:t>B</w:t>
      </w:r>
      <w:r w:rsidR="00D75CC7">
        <w:t xml:space="preserve">usiness </w:t>
      </w:r>
      <w:r w:rsidR="00083A84">
        <w:t>P</w:t>
      </w:r>
      <w:r w:rsidR="00D75CC7">
        <w:t>artner c</w:t>
      </w:r>
      <w:r>
        <w:t>ert</w:t>
      </w:r>
      <w:r w:rsidR="00D75CC7">
        <w:t>ificate</w:t>
      </w:r>
      <w:r>
        <w:t xml:space="preserve"> through XDP.</w:t>
      </w:r>
    </w:p>
    <w:p w14:paraId="01DF551E" w14:textId="5014B43A" w:rsidR="00ED715F" w:rsidRDefault="00ED715F" w:rsidP="00ED715F">
      <w:pPr>
        <w:pStyle w:val="Heading4"/>
      </w:pPr>
      <w:bookmarkStart w:id="34" w:name="_I’m_still_having"/>
      <w:bookmarkEnd w:id="34"/>
      <w:r>
        <w:lastRenderedPageBreak/>
        <w:t>I’m still having issues with how to properly set</w:t>
      </w:r>
      <w:r w:rsidR="00986B53">
        <w:t xml:space="preserve"> </w:t>
      </w:r>
      <w:r>
        <w:t>up my NSAL through XDP. Is there some way I can verify what is currently configured through the services?</w:t>
      </w:r>
    </w:p>
    <w:p w14:paraId="224B5894" w14:textId="2A198E8A" w:rsidR="00ED715F" w:rsidRDefault="00ED715F" w:rsidP="002E5771">
      <w:pPr>
        <w:pStyle w:val="Body2"/>
      </w:pPr>
      <w:r w:rsidRPr="002E5771">
        <w:t>Yes</w:t>
      </w:r>
      <w:r w:rsidR="00A84B48" w:rsidRPr="002E5771">
        <w:t>,</w:t>
      </w:r>
      <w:r w:rsidRPr="002E5771">
        <w:t xml:space="preserve"> there is a way to do this. Attach Fiddler and watch for the traffic when your title starts up. You will see a call to "title.mgt.xboxlive.com/titles/title</w:t>
      </w:r>
      <w:r w:rsidR="00BA0D76" w:rsidRPr="002E5771">
        <w:t>-</w:t>
      </w:r>
      <w:r w:rsidRPr="002E5771">
        <w:t xml:space="preserve">number/endpoints", </w:t>
      </w:r>
      <w:r w:rsidR="00BA0D76" w:rsidRPr="002E5771">
        <w:t xml:space="preserve">which </w:t>
      </w:r>
      <w:r w:rsidRPr="002E5771">
        <w:t>download</w:t>
      </w:r>
      <w:r w:rsidR="00BA0D76" w:rsidRPr="002E5771">
        <w:t>s</w:t>
      </w:r>
      <w:r w:rsidRPr="002E5771">
        <w:t xml:space="preserve"> the NSAL list for your title/sandbox. If the return call on that </w:t>
      </w:r>
      <w:r w:rsidR="00BA0D76" w:rsidRPr="002E5771">
        <w:t>F</w:t>
      </w:r>
      <w:r w:rsidRPr="002E5771">
        <w:t xml:space="preserve">iddler entry is blank and was HTTP </w:t>
      </w:r>
      <w:r w:rsidR="00BA0D76" w:rsidRPr="002E5771">
        <w:t xml:space="preserve">status code </w:t>
      </w:r>
      <w:r w:rsidRPr="002E5771">
        <w:t>304, copy the raw request and remove the "If-None-Match" header from the request</w:t>
      </w:r>
      <w:r w:rsidR="00A84B48" w:rsidRPr="002E5771">
        <w:t>, and then</w:t>
      </w:r>
      <w:r w:rsidRPr="002E5771">
        <w:t xml:space="preserve"> replay it in Fiddler. You should </w:t>
      </w:r>
      <w:r w:rsidR="00BA0D76" w:rsidRPr="002E5771">
        <w:t xml:space="preserve">then </w:t>
      </w:r>
      <w:r w:rsidRPr="002E5771">
        <w:t>get the full NSAL view for your title</w:t>
      </w:r>
      <w:r w:rsidR="00BA0D76" w:rsidRPr="002E5771">
        <w:t>,</w:t>
      </w:r>
      <w:r w:rsidRPr="002E5771">
        <w:t xml:space="preserve"> and </w:t>
      </w:r>
      <w:r w:rsidR="00BA0D76" w:rsidRPr="002E5771">
        <w:t xml:space="preserve">you </w:t>
      </w:r>
      <w:r w:rsidRPr="002E5771">
        <w:t xml:space="preserve">can inspect </w:t>
      </w:r>
      <w:r w:rsidR="00BA0D76" w:rsidRPr="002E5771">
        <w:t xml:space="preserve">it to see </w:t>
      </w:r>
      <w:r w:rsidRPr="002E5771">
        <w:t>what might be going</w:t>
      </w:r>
      <w:r w:rsidR="00A84B48" w:rsidRPr="002E5771">
        <w:t xml:space="preserve"> on</w:t>
      </w:r>
      <w:r w:rsidRPr="002E5771">
        <w:t xml:space="preserve">. </w:t>
      </w:r>
    </w:p>
    <w:p w14:paraId="25BC02EA" w14:textId="2871E8B8" w:rsidR="00E939B1" w:rsidRPr="004F6608" w:rsidRDefault="00E939B1" w:rsidP="00E44F6F">
      <w:pPr>
        <w:pStyle w:val="Heading4"/>
      </w:pPr>
      <w:r w:rsidRPr="004F6608">
        <w:t xml:space="preserve">I’m getting an error that the server refused the connection when trying to connect to my </w:t>
      </w:r>
      <w:r w:rsidR="0003193B" w:rsidRPr="004F6608">
        <w:t xml:space="preserve">VM </w:t>
      </w:r>
      <w:r w:rsidRPr="004F6608">
        <w:t>using Web Deploy.</w:t>
      </w:r>
    </w:p>
    <w:p w14:paraId="6B75274D" w14:textId="5672255A" w:rsidR="00E939B1" w:rsidRPr="004F6608" w:rsidRDefault="00E939B1" w:rsidP="00E44F6F">
      <w:pPr>
        <w:pStyle w:val="Body2"/>
      </w:pPr>
      <w:r w:rsidRPr="004F6608">
        <w:t>This usually means that you did not enable an endpoint for traffic on port 8172</w:t>
      </w:r>
      <w:r w:rsidR="0054121A" w:rsidRPr="004F6608">
        <w:t xml:space="preserve"> </w:t>
      </w:r>
      <w:r w:rsidR="0003193B" w:rsidRPr="004F6608">
        <w:t xml:space="preserve">on </w:t>
      </w:r>
      <w:r w:rsidRPr="004F6608">
        <w:t>the Azure portal for your server.</w:t>
      </w:r>
      <w:r w:rsidR="008737AE">
        <w:t xml:space="preserve"> </w:t>
      </w:r>
      <w:r w:rsidRPr="004F6608">
        <w:t xml:space="preserve">Go to the Azure portal and create an endpoint for TCP port 8172 as outlined in </w:t>
      </w:r>
      <w:hyperlink w:anchor="_Server_setup" w:history="1">
        <w:r w:rsidRPr="004F6608">
          <w:rPr>
            <w:rStyle w:val="Hyperlink"/>
          </w:rPr>
          <w:t>Server setup</w:t>
        </w:r>
      </w:hyperlink>
      <w:r w:rsidRPr="004F6608">
        <w:t>.</w:t>
      </w:r>
    </w:p>
    <w:p w14:paraId="08D25E19" w14:textId="71681F6B" w:rsidR="00E939B1" w:rsidRPr="004F6608" w:rsidRDefault="007F1ADC" w:rsidP="00E44F6F">
      <w:pPr>
        <w:pStyle w:val="Heading4"/>
      </w:pPr>
      <w:r w:rsidRPr="004F6608">
        <w:t>I’m getting an error of “</w:t>
      </w:r>
      <w:r w:rsidR="00E939B1" w:rsidRPr="004F6608">
        <w:t>Could not connect to the remote computer</w:t>
      </w:r>
      <w:r w:rsidRPr="004F6608">
        <w:t xml:space="preserve">” with </w:t>
      </w:r>
      <w:r w:rsidR="00E939B1" w:rsidRPr="004F6608">
        <w:t xml:space="preserve">ERROR_COULD_NOT_CONNECT_TO_REMOTESVC when trying to connect to my </w:t>
      </w:r>
      <w:r w:rsidR="0003193B" w:rsidRPr="004F6608">
        <w:t xml:space="preserve">VM </w:t>
      </w:r>
      <w:r w:rsidR="00E939B1" w:rsidRPr="004F6608">
        <w:t>using Web Deploy.</w:t>
      </w:r>
    </w:p>
    <w:p w14:paraId="00EF470B" w14:textId="27DCF12D" w:rsidR="0092693E" w:rsidRDefault="00E939B1" w:rsidP="00E44F6F">
      <w:pPr>
        <w:ind w:left="720"/>
      </w:pPr>
      <w:r w:rsidRPr="004F6608">
        <w:t xml:space="preserve">This is due to the IIS Deployment Handler not being enabled on your server. Follow the instructions on </w:t>
      </w:r>
      <w:hyperlink r:id="rId27" w:history="1">
        <w:r w:rsidRPr="004F6608">
          <w:rPr>
            <w:rStyle w:val="Hyperlink"/>
          </w:rPr>
          <w:t>this webpage</w:t>
        </w:r>
      </w:hyperlink>
      <w:r w:rsidRPr="004F6608">
        <w:t xml:space="preserve"> or see the setup inst</w:t>
      </w:r>
      <w:r w:rsidR="0003193B" w:rsidRPr="004F6608">
        <w:t>r</w:t>
      </w:r>
      <w:r w:rsidRPr="004F6608">
        <w:t xml:space="preserve">uctions </w:t>
      </w:r>
      <w:r w:rsidR="0003193B" w:rsidRPr="004F6608">
        <w:t xml:space="preserve">in </w:t>
      </w:r>
      <w:hyperlink w:anchor="_Server_setup" w:history="1">
        <w:r w:rsidR="0003193B" w:rsidRPr="004F6608">
          <w:rPr>
            <w:rStyle w:val="Hyperlink"/>
          </w:rPr>
          <w:t>Server setup</w:t>
        </w:r>
      </w:hyperlink>
      <w:r w:rsidR="0003193B" w:rsidRPr="004F6608">
        <w:t>.</w:t>
      </w:r>
    </w:p>
    <w:sectPr w:rsidR="0092693E" w:rsidSect="00633BBE">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26849" w14:textId="77777777" w:rsidR="00775119" w:rsidRDefault="00775119" w:rsidP="001A6D6D">
      <w:pPr>
        <w:spacing w:after="0"/>
      </w:pPr>
      <w:r>
        <w:separator/>
      </w:r>
    </w:p>
  </w:endnote>
  <w:endnote w:type="continuationSeparator" w:id="0">
    <w:p w14:paraId="1A06DB02" w14:textId="77777777" w:rsidR="00775119" w:rsidRDefault="00775119" w:rsidP="001A6D6D">
      <w:pPr>
        <w:spacing w:after="0"/>
      </w:pPr>
      <w:r>
        <w:continuationSeparator/>
      </w:r>
    </w:p>
  </w:endnote>
  <w:endnote w:type="continuationNotice" w:id="1">
    <w:p w14:paraId="445F6736" w14:textId="77777777" w:rsidR="00775119" w:rsidRDefault="007751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emibold">
    <w:panose1 w:val="020B07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E038B" w14:textId="77777777" w:rsidR="00B4724F" w:rsidRDefault="00B472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10"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ayout w:type="fixed"/>
      <w:tblCellMar>
        <w:top w:w="43" w:type="dxa"/>
        <w:left w:w="58" w:type="dxa"/>
        <w:bottom w:w="43" w:type="dxa"/>
        <w:right w:w="58" w:type="dxa"/>
      </w:tblCellMar>
      <w:tblLook w:val="04A0" w:firstRow="1" w:lastRow="0" w:firstColumn="1" w:lastColumn="0" w:noHBand="0" w:noVBand="1"/>
    </w:tblPr>
    <w:tblGrid>
      <w:gridCol w:w="9090"/>
      <w:gridCol w:w="720"/>
    </w:tblGrid>
    <w:tr w:rsidR="004B4F2C" w:rsidRPr="00EE2C4D" w14:paraId="5A2D2BA5" w14:textId="77777777" w:rsidTr="00B93994">
      <w:tc>
        <w:tcPr>
          <w:tcW w:w="9090" w:type="dxa"/>
          <w:noWrap/>
          <w:tcMar>
            <w:left w:w="0" w:type="dxa"/>
            <w:right w:w="0" w:type="dxa"/>
          </w:tcMar>
          <w:vAlign w:val="center"/>
        </w:tcPr>
        <w:p w14:paraId="7AA61EBA" w14:textId="47B744AE" w:rsidR="004B4F2C" w:rsidRPr="00563D5F" w:rsidRDefault="004B4F2C" w:rsidP="00D9062C">
          <w:pPr>
            <w:pStyle w:val="Footer"/>
          </w:pPr>
          <w:r w:rsidRPr="00A84B48">
            <w:t>Xbox One Web Server Quick Start Guide</w:t>
          </w:r>
          <w:r>
            <w:t xml:space="preserve">  </w:t>
          </w:r>
          <w:r w:rsidRPr="00563D5F">
            <w:t>|</w:t>
          </w:r>
          <w:r>
            <w:t xml:space="preserve"> </w:t>
          </w:r>
          <w:hyperlink r:id="rId1" w:history="1">
            <w:r>
              <w:rPr>
                <w:rFonts w:ascii="Calibri" w:hAnsi="Calibri"/>
                <w:color w:val="000000"/>
              </w:rPr>
              <w:t xml:space="preserve"> </w:t>
            </w:r>
            <w:hyperlink r:id="rId2" w:history="1">
              <w:r w:rsidRPr="00126F69">
                <w:rPr>
                  <w:rStyle w:val="Hyperlink"/>
                  <w:rFonts w:cs="Segoe UI"/>
                  <w:szCs w:val="20"/>
                </w:rPr>
                <w:t>© 2015 Microsoft. All rights reserved.</w:t>
              </w:r>
            </w:hyperlink>
            <w:r w:rsidRPr="00126F69">
              <w:rPr>
                <w:rStyle w:val="Hyperlink"/>
                <w:rFonts w:cs="Segoe UI"/>
                <w:szCs w:val="20"/>
              </w:rPr>
              <w:t xml:space="preserve"> </w:t>
            </w:r>
          </w:hyperlink>
        </w:p>
      </w:tc>
      <w:tc>
        <w:tcPr>
          <w:tcW w:w="720" w:type="dxa"/>
          <w:shd w:val="clear" w:color="auto" w:fill="92C83E"/>
          <w:noWrap/>
          <w:tcMar>
            <w:left w:w="0" w:type="dxa"/>
            <w:right w:w="0" w:type="dxa"/>
          </w:tcMar>
          <w:vAlign w:val="center"/>
        </w:tcPr>
        <w:p w14:paraId="51F5B4FD" w14:textId="27BCBBD4" w:rsidR="004B4F2C" w:rsidRPr="00EE2C4D" w:rsidRDefault="004B4F2C" w:rsidP="00B93994">
          <w:pPr>
            <w:pStyle w:val="Footer"/>
            <w:tabs>
              <w:tab w:val="clear" w:pos="9360"/>
              <w:tab w:val="right" w:pos="9648"/>
            </w:tabs>
            <w:spacing w:before="60" w:after="60"/>
            <w:ind w:left="17" w:right="102"/>
            <w:jc w:val="center"/>
            <w:rPr>
              <w:b/>
              <w:color w:val="FFFFFF" w:themeColor="background1"/>
              <w:sz w:val="18"/>
            </w:rPr>
          </w:pPr>
          <w:r w:rsidRPr="00EE2C4D">
            <w:rPr>
              <w:b/>
              <w:color w:val="FFFFFF" w:themeColor="background1"/>
              <w:sz w:val="18"/>
            </w:rPr>
            <w:fldChar w:fldCharType="begin"/>
          </w:r>
          <w:r w:rsidRPr="00EE2C4D">
            <w:rPr>
              <w:b/>
              <w:color w:val="FFFFFF" w:themeColor="background1"/>
              <w:sz w:val="18"/>
            </w:rPr>
            <w:instrText xml:space="preserve"> PAGE   \* MERGEFORMAT </w:instrText>
          </w:r>
          <w:r w:rsidRPr="00EE2C4D">
            <w:rPr>
              <w:b/>
              <w:color w:val="FFFFFF" w:themeColor="background1"/>
              <w:sz w:val="18"/>
            </w:rPr>
            <w:fldChar w:fldCharType="separate"/>
          </w:r>
          <w:r w:rsidR="001A1ACD">
            <w:rPr>
              <w:b/>
              <w:noProof/>
              <w:color w:val="FFFFFF" w:themeColor="background1"/>
              <w:sz w:val="18"/>
            </w:rPr>
            <w:t>1</w:t>
          </w:r>
          <w:r w:rsidRPr="00EE2C4D">
            <w:rPr>
              <w:b/>
              <w:color w:val="FFFFFF" w:themeColor="background1"/>
              <w:sz w:val="18"/>
            </w:rPr>
            <w:fldChar w:fldCharType="end"/>
          </w:r>
        </w:p>
      </w:tc>
    </w:tr>
  </w:tbl>
  <w:p w14:paraId="72239933" w14:textId="77777777" w:rsidR="004B4F2C" w:rsidRDefault="004B4F2C" w:rsidP="00D906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C4161" w14:textId="77777777" w:rsidR="00B4724F" w:rsidRDefault="00B472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91DFE" w14:textId="77777777" w:rsidR="00775119" w:rsidRDefault="00775119" w:rsidP="001A6D6D">
      <w:pPr>
        <w:spacing w:after="0"/>
      </w:pPr>
      <w:r>
        <w:separator/>
      </w:r>
    </w:p>
  </w:footnote>
  <w:footnote w:type="continuationSeparator" w:id="0">
    <w:p w14:paraId="24F28FEB" w14:textId="77777777" w:rsidR="00775119" w:rsidRDefault="00775119" w:rsidP="001A6D6D">
      <w:pPr>
        <w:spacing w:after="0"/>
      </w:pPr>
      <w:r>
        <w:continuationSeparator/>
      </w:r>
    </w:p>
  </w:footnote>
  <w:footnote w:type="continuationNotice" w:id="1">
    <w:p w14:paraId="61F7413D" w14:textId="77777777" w:rsidR="00775119" w:rsidRDefault="0077511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3168" w14:textId="77777777" w:rsidR="00B4724F" w:rsidRDefault="00B472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775238"/>
      <w:docPartObj>
        <w:docPartGallery w:val="Watermarks"/>
        <w:docPartUnique/>
      </w:docPartObj>
    </w:sdtPr>
    <w:sdtEndPr/>
    <w:sdtContent>
      <w:p w14:paraId="73899743" w14:textId="1876AB54" w:rsidR="004B4F2C" w:rsidRDefault="00775119">
        <w:pPr>
          <w:pStyle w:val="Header"/>
        </w:pPr>
        <w:r>
          <w:rPr>
            <w:noProof/>
          </w:rPr>
          <w:pict w14:anchorId="0C6CAB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9C651" w14:textId="77777777" w:rsidR="00B4724F" w:rsidRDefault="00B472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91C81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A080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404A3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660F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72C2C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CF8D1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1CE5E6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21EA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B04C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04DA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B141E"/>
    <w:multiLevelType w:val="hybridMultilevel"/>
    <w:tmpl w:val="FD5AF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A50932"/>
    <w:multiLevelType w:val="hybridMultilevel"/>
    <w:tmpl w:val="0DB63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A70BB5"/>
    <w:multiLevelType w:val="hybridMultilevel"/>
    <w:tmpl w:val="7E528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F08C1"/>
    <w:multiLevelType w:val="multilevel"/>
    <w:tmpl w:val="F18ACB60"/>
    <w:lvl w:ilvl="0">
      <w:start w:val="1"/>
      <w:numFmt w:val="decimal"/>
      <w:pStyle w:val="Numbered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0F129A0"/>
    <w:multiLevelType w:val="hybridMultilevel"/>
    <w:tmpl w:val="4D04E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12FC3"/>
    <w:multiLevelType w:val="hybridMultilevel"/>
    <w:tmpl w:val="F7228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DF2107"/>
    <w:multiLevelType w:val="hybridMultilevel"/>
    <w:tmpl w:val="6100B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CC4C5B"/>
    <w:multiLevelType w:val="hybridMultilevel"/>
    <w:tmpl w:val="96748B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394027"/>
    <w:multiLevelType w:val="multilevel"/>
    <w:tmpl w:val="CC22B38A"/>
    <w:lvl w:ilvl="0">
      <w:start w:val="1"/>
      <w:numFmt w:val="decimal"/>
      <w:pStyle w:val="Bullet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7897CBB"/>
    <w:multiLevelType w:val="hybridMultilevel"/>
    <w:tmpl w:val="C1A8F3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9AC65AA"/>
    <w:multiLevelType w:val="hybridMultilevel"/>
    <w:tmpl w:val="CFF46C58"/>
    <w:lvl w:ilvl="0" w:tplc="C0FE7A6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BDA771A"/>
    <w:multiLevelType w:val="hybridMultilevel"/>
    <w:tmpl w:val="CC3EE33C"/>
    <w:lvl w:ilvl="0" w:tplc="37A4D838">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DEB44EF"/>
    <w:multiLevelType w:val="hybridMultilevel"/>
    <w:tmpl w:val="8F648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8A58D8"/>
    <w:multiLevelType w:val="hybridMultilevel"/>
    <w:tmpl w:val="5AB67024"/>
    <w:lvl w:ilvl="0" w:tplc="7BCE2E6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A57AE3"/>
    <w:multiLevelType w:val="hybridMultilevel"/>
    <w:tmpl w:val="69F659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BE12E7"/>
    <w:multiLevelType w:val="hybridMultilevel"/>
    <w:tmpl w:val="7C30CCEE"/>
    <w:lvl w:ilvl="0" w:tplc="7D06AC60">
      <w:start w:val="1"/>
      <w:numFmt w:val="decimal"/>
      <w:pStyle w:val="Singledigitnumber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C85408"/>
    <w:multiLevelType w:val="multilevel"/>
    <w:tmpl w:val="0A7CA65C"/>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b/>
        <w:bCs/>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DF645D2"/>
    <w:multiLevelType w:val="hybridMultilevel"/>
    <w:tmpl w:val="B11E68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B02818"/>
    <w:multiLevelType w:val="hybridMultilevel"/>
    <w:tmpl w:val="CF42B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656CAD"/>
    <w:multiLevelType w:val="hybridMultilevel"/>
    <w:tmpl w:val="C4C44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7251BC"/>
    <w:multiLevelType w:val="hybridMultilevel"/>
    <w:tmpl w:val="F9B096B2"/>
    <w:lvl w:ilvl="0" w:tplc="B17C83EE">
      <w:start w:val="1"/>
      <w:numFmt w:val="decimal"/>
      <w:lvlText w:val="%1."/>
      <w:lvlJc w:val="righ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84831E0"/>
    <w:multiLevelType w:val="hybridMultilevel"/>
    <w:tmpl w:val="8E024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73154"/>
    <w:multiLevelType w:val="hybridMultilevel"/>
    <w:tmpl w:val="B6DCA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D62645"/>
    <w:multiLevelType w:val="hybridMultilevel"/>
    <w:tmpl w:val="CAC0A3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EE29B6"/>
    <w:multiLevelType w:val="hybridMultilevel"/>
    <w:tmpl w:val="B79C8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5068E0"/>
    <w:multiLevelType w:val="hybridMultilevel"/>
    <w:tmpl w:val="001EBFAC"/>
    <w:lvl w:ilvl="0" w:tplc="C8C8131E">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286346"/>
    <w:multiLevelType w:val="hybridMultilevel"/>
    <w:tmpl w:val="3E1E7360"/>
    <w:lvl w:ilvl="0" w:tplc="ABD22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7D795C"/>
    <w:multiLevelType w:val="hybridMultilevel"/>
    <w:tmpl w:val="4D04E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D17900"/>
    <w:multiLevelType w:val="hybridMultilevel"/>
    <w:tmpl w:val="73FAC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43F17"/>
    <w:multiLevelType w:val="multilevel"/>
    <w:tmpl w:val="A858A8F4"/>
    <w:lvl w:ilvl="0">
      <w:start w:val="1"/>
      <w:numFmt w:val="bullet"/>
      <w:pStyle w:val="Tablebullets"/>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E57192"/>
    <w:multiLevelType w:val="hybridMultilevel"/>
    <w:tmpl w:val="6248BE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F6578C"/>
    <w:multiLevelType w:val="hybridMultilevel"/>
    <w:tmpl w:val="DB3AD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5B31A2"/>
    <w:multiLevelType w:val="hybridMultilevel"/>
    <w:tmpl w:val="96748B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132E84"/>
    <w:multiLevelType w:val="hybridMultilevel"/>
    <w:tmpl w:val="978EA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1E0B21"/>
    <w:multiLevelType w:val="hybridMultilevel"/>
    <w:tmpl w:val="B6DCA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034189"/>
    <w:multiLevelType w:val="hybridMultilevel"/>
    <w:tmpl w:val="B6DCA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5"/>
  </w:num>
  <w:num w:numId="3">
    <w:abstractNumId w:val="12"/>
  </w:num>
  <w:num w:numId="4">
    <w:abstractNumId w:val="42"/>
  </w:num>
  <w:num w:numId="5">
    <w:abstractNumId w:val="11"/>
  </w:num>
  <w:num w:numId="6">
    <w:abstractNumId w:val="15"/>
  </w:num>
  <w:num w:numId="7">
    <w:abstractNumId w:val="45"/>
  </w:num>
  <w:num w:numId="8">
    <w:abstractNumId w:val="34"/>
  </w:num>
  <w:num w:numId="9">
    <w:abstractNumId w:val="14"/>
  </w:num>
  <w:num w:numId="10">
    <w:abstractNumId w:val="38"/>
  </w:num>
  <w:num w:numId="11">
    <w:abstractNumId w:val="17"/>
  </w:num>
  <w:num w:numId="12">
    <w:abstractNumId w:val="28"/>
  </w:num>
  <w:num w:numId="13">
    <w:abstractNumId w:val="24"/>
  </w:num>
  <w:num w:numId="14">
    <w:abstractNumId w:val="19"/>
  </w:num>
  <w:num w:numId="15">
    <w:abstractNumId w:val="43"/>
  </w:num>
  <w:num w:numId="16">
    <w:abstractNumId w:val="23"/>
  </w:num>
  <w:num w:numId="17">
    <w:abstractNumId w:val="26"/>
  </w:num>
  <w:num w:numId="18">
    <w:abstractNumId w:val="39"/>
  </w:num>
  <w:num w:numId="19">
    <w:abstractNumId w:val="13"/>
  </w:num>
  <w:num w:numId="20">
    <w:abstractNumId w:val="18"/>
  </w:num>
  <w:num w:numId="21">
    <w:abstractNumId w:val="29"/>
  </w:num>
  <w:num w:numId="22">
    <w:abstractNumId w:val="40"/>
  </w:num>
  <w:num w:numId="23">
    <w:abstractNumId w:val="27"/>
  </w:num>
  <w:num w:numId="24">
    <w:abstractNumId w:val="37"/>
  </w:num>
  <w:num w:numId="25">
    <w:abstractNumId w:val="33"/>
  </w:num>
  <w:num w:numId="26">
    <w:abstractNumId w:val="10"/>
  </w:num>
  <w:num w:numId="27">
    <w:abstractNumId w:val="22"/>
  </w:num>
  <w:num w:numId="28">
    <w:abstractNumId w:val="32"/>
  </w:num>
  <w:num w:numId="29">
    <w:abstractNumId w:val="30"/>
  </w:num>
  <w:num w:numId="30">
    <w:abstractNumId w:val="3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1"/>
  </w:num>
  <w:num w:numId="42">
    <w:abstractNumId w:val="20"/>
  </w:num>
  <w:num w:numId="43">
    <w:abstractNumId w:val="44"/>
  </w:num>
  <w:num w:numId="44">
    <w:abstractNumId w:val="16"/>
  </w:num>
  <w:num w:numId="45">
    <w:abstractNumId w:val="31"/>
  </w:num>
  <w:num w:numId="46">
    <w:abstractNumId w:val="4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DateAndTime/>
  <w:hideSpellingErrors/>
  <w:hideGrammaticalErrors/>
  <w:attachedTemplate r:id="rId1"/>
  <w:linkStyles/>
  <w:doNotTrackFormatting/>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A1E"/>
    <w:rsid w:val="00000234"/>
    <w:rsid w:val="00003FBC"/>
    <w:rsid w:val="00005278"/>
    <w:rsid w:val="00007183"/>
    <w:rsid w:val="00007411"/>
    <w:rsid w:val="00007896"/>
    <w:rsid w:val="00007937"/>
    <w:rsid w:val="00007AB8"/>
    <w:rsid w:val="00007F22"/>
    <w:rsid w:val="00010FB1"/>
    <w:rsid w:val="00013A54"/>
    <w:rsid w:val="0001539D"/>
    <w:rsid w:val="00015864"/>
    <w:rsid w:val="000168A8"/>
    <w:rsid w:val="00017B90"/>
    <w:rsid w:val="000219F3"/>
    <w:rsid w:val="00022706"/>
    <w:rsid w:val="00022A91"/>
    <w:rsid w:val="00022BF8"/>
    <w:rsid w:val="00023935"/>
    <w:rsid w:val="000262A1"/>
    <w:rsid w:val="00026CFA"/>
    <w:rsid w:val="0003193B"/>
    <w:rsid w:val="000319BF"/>
    <w:rsid w:val="0003268F"/>
    <w:rsid w:val="00036842"/>
    <w:rsid w:val="000378BE"/>
    <w:rsid w:val="00037D3A"/>
    <w:rsid w:val="000408FC"/>
    <w:rsid w:val="0004338B"/>
    <w:rsid w:val="00044B4B"/>
    <w:rsid w:val="00045597"/>
    <w:rsid w:val="000463CE"/>
    <w:rsid w:val="0004679F"/>
    <w:rsid w:val="00046DBD"/>
    <w:rsid w:val="0005086F"/>
    <w:rsid w:val="0005193F"/>
    <w:rsid w:val="00051B3F"/>
    <w:rsid w:val="000529BD"/>
    <w:rsid w:val="0005321D"/>
    <w:rsid w:val="0005599B"/>
    <w:rsid w:val="00055A79"/>
    <w:rsid w:val="00062193"/>
    <w:rsid w:val="00062302"/>
    <w:rsid w:val="00062C32"/>
    <w:rsid w:val="000631AA"/>
    <w:rsid w:val="00063433"/>
    <w:rsid w:val="0006469E"/>
    <w:rsid w:val="00065C23"/>
    <w:rsid w:val="000672F1"/>
    <w:rsid w:val="00067862"/>
    <w:rsid w:val="00067E0F"/>
    <w:rsid w:val="00071E87"/>
    <w:rsid w:val="00072119"/>
    <w:rsid w:val="00075AFC"/>
    <w:rsid w:val="00075BD7"/>
    <w:rsid w:val="00075D9B"/>
    <w:rsid w:val="0007626C"/>
    <w:rsid w:val="0008280E"/>
    <w:rsid w:val="0008355E"/>
    <w:rsid w:val="00083A84"/>
    <w:rsid w:val="000840A4"/>
    <w:rsid w:val="00085B79"/>
    <w:rsid w:val="00086521"/>
    <w:rsid w:val="00086DDD"/>
    <w:rsid w:val="00087099"/>
    <w:rsid w:val="00087F25"/>
    <w:rsid w:val="00091FF9"/>
    <w:rsid w:val="0009263F"/>
    <w:rsid w:val="0009273E"/>
    <w:rsid w:val="00092EA4"/>
    <w:rsid w:val="0009355B"/>
    <w:rsid w:val="00093EC4"/>
    <w:rsid w:val="00095BA2"/>
    <w:rsid w:val="00095D33"/>
    <w:rsid w:val="000A0EE3"/>
    <w:rsid w:val="000A462D"/>
    <w:rsid w:val="000A70A5"/>
    <w:rsid w:val="000A7963"/>
    <w:rsid w:val="000B1369"/>
    <w:rsid w:val="000B13F6"/>
    <w:rsid w:val="000B5808"/>
    <w:rsid w:val="000B5A5A"/>
    <w:rsid w:val="000B5E37"/>
    <w:rsid w:val="000C0109"/>
    <w:rsid w:val="000C01B0"/>
    <w:rsid w:val="000C1A76"/>
    <w:rsid w:val="000C283D"/>
    <w:rsid w:val="000C2AD2"/>
    <w:rsid w:val="000C2AF7"/>
    <w:rsid w:val="000C2B17"/>
    <w:rsid w:val="000C3692"/>
    <w:rsid w:val="000C41E2"/>
    <w:rsid w:val="000C4A30"/>
    <w:rsid w:val="000C6746"/>
    <w:rsid w:val="000C6A75"/>
    <w:rsid w:val="000C6CFB"/>
    <w:rsid w:val="000D02F9"/>
    <w:rsid w:val="000D0591"/>
    <w:rsid w:val="000D1A6A"/>
    <w:rsid w:val="000D228B"/>
    <w:rsid w:val="000D2919"/>
    <w:rsid w:val="000D2CEE"/>
    <w:rsid w:val="000D437C"/>
    <w:rsid w:val="000D652C"/>
    <w:rsid w:val="000E0447"/>
    <w:rsid w:val="000E06A0"/>
    <w:rsid w:val="000E12ED"/>
    <w:rsid w:val="000E2DE8"/>
    <w:rsid w:val="000E3188"/>
    <w:rsid w:val="000E5FC3"/>
    <w:rsid w:val="000E622B"/>
    <w:rsid w:val="000E65EB"/>
    <w:rsid w:val="000E6FAE"/>
    <w:rsid w:val="000F0365"/>
    <w:rsid w:val="000F115C"/>
    <w:rsid w:val="000F1392"/>
    <w:rsid w:val="000F1785"/>
    <w:rsid w:val="000F1E17"/>
    <w:rsid w:val="000F6E0A"/>
    <w:rsid w:val="000F73AF"/>
    <w:rsid w:val="000F7A78"/>
    <w:rsid w:val="00100BEC"/>
    <w:rsid w:val="0010137C"/>
    <w:rsid w:val="00103C9E"/>
    <w:rsid w:val="00105812"/>
    <w:rsid w:val="00111198"/>
    <w:rsid w:val="00111A11"/>
    <w:rsid w:val="00112107"/>
    <w:rsid w:val="00112851"/>
    <w:rsid w:val="00113E7C"/>
    <w:rsid w:val="00113FBF"/>
    <w:rsid w:val="00114026"/>
    <w:rsid w:val="00115121"/>
    <w:rsid w:val="00115745"/>
    <w:rsid w:val="00115A30"/>
    <w:rsid w:val="00115C6F"/>
    <w:rsid w:val="0012388B"/>
    <w:rsid w:val="00125F14"/>
    <w:rsid w:val="00126AD9"/>
    <w:rsid w:val="00126F69"/>
    <w:rsid w:val="00130BB8"/>
    <w:rsid w:val="001328E9"/>
    <w:rsid w:val="00132CE0"/>
    <w:rsid w:val="00132E3F"/>
    <w:rsid w:val="00136F6F"/>
    <w:rsid w:val="0013766E"/>
    <w:rsid w:val="00143570"/>
    <w:rsid w:val="00144454"/>
    <w:rsid w:val="00144667"/>
    <w:rsid w:val="001447C9"/>
    <w:rsid w:val="0014507C"/>
    <w:rsid w:val="001450CC"/>
    <w:rsid w:val="001464D9"/>
    <w:rsid w:val="00147BB9"/>
    <w:rsid w:val="00147C35"/>
    <w:rsid w:val="001536B5"/>
    <w:rsid w:val="001539E2"/>
    <w:rsid w:val="00154006"/>
    <w:rsid w:val="00154419"/>
    <w:rsid w:val="001556BE"/>
    <w:rsid w:val="0015580E"/>
    <w:rsid w:val="00155A57"/>
    <w:rsid w:val="0015716E"/>
    <w:rsid w:val="00160667"/>
    <w:rsid w:val="001626AF"/>
    <w:rsid w:val="00162951"/>
    <w:rsid w:val="00164171"/>
    <w:rsid w:val="001655DF"/>
    <w:rsid w:val="00166BA1"/>
    <w:rsid w:val="00166F1D"/>
    <w:rsid w:val="001670E2"/>
    <w:rsid w:val="00167770"/>
    <w:rsid w:val="00170C47"/>
    <w:rsid w:val="00172B71"/>
    <w:rsid w:val="00173F0E"/>
    <w:rsid w:val="00174ED5"/>
    <w:rsid w:val="001766A2"/>
    <w:rsid w:val="00176F36"/>
    <w:rsid w:val="00177802"/>
    <w:rsid w:val="00180190"/>
    <w:rsid w:val="001827D0"/>
    <w:rsid w:val="00182DC4"/>
    <w:rsid w:val="001840AD"/>
    <w:rsid w:val="00185DED"/>
    <w:rsid w:val="001867AB"/>
    <w:rsid w:val="00186844"/>
    <w:rsid w:val="0018686B"/>
    <w:rsid w:val="00187B55"/>
    <w:rsid w:val="00192B1B"/>
    <w:rsid w:val="00193507"/>
    <w:rsid w:val="0019368A"/>
    <w:rsid w:val="00193C1E"/>
    <w:rsid w:val="00194619"/>
    <w:rsid w:val="0019470C"/>
    <w:rsid w:val="00194D6C"/>
    <w:rsid w:val="00197AAA"/>
    <w:rsid w:val="00197B38"/>
    <w:rsid w:val="001A052E"/>
    <w:rsid w:val="001A1717"/>
    <w:rsid w:val="001A1ACD"/>
    <w:rsid w:val="001A2265"/>
    <w:rsid w:val="001A31ED"/>
    <w:rsid w:val="001A5BC1"/>
    <w:rsid w:val="001A6D6D"/>
    <w:rsid w:val="001A6E53"/>
    <w:rsid w:val="001A7060"/>
    <w:rsid w:val="001B0C68"/>
    <w:rsid w:val="001B39A1"/>
    <w:rsid w:val="001B43BA"/>
    <w:rsid w:val="001B5CB1"/>
    <w:rsid w:val="001B5F43"/>
    <w:rsid w:val="001B6F3D"/>
    <w:rsid w:val="001B6F88"/>
    <w:rsid w:val="001B7389"/>
    <w:rsid w:val="001C0114"/>
    <w:rsid w:val="001C02B2"/>
    <w:rsid w:val="001C0409"/>
    <w:rsid w:val="001C074A"/>
    <w:rsid w:val="001C08AD"/>
    <w:rsid w:val="001C22CA"/>
    <w:rsid w:val="001C23DD"/>
    <w:rsid w:val="001C46C7"/>
    <w:rsid w:val="001D0641"/>
    <w:rsid w:val="001D2BB6"/>
    <w:rsid w:val="001D2BC3"/>
    <w:rsid w:val="001D552E"/>
    <w:rsid w:val="001E0047"/>
    <w:rsid w:val="001E18FE"/>
    <w:rsid w:val="001E1BC6"/>
    <w:rsid w:val="001E1D19"/>
    <w:rsid w:val="001E2A80"/>
    <w:rsid w:val="001E2EBC"/>
    <w:rsid w:val="001E43EA"/>
    <w:rsid w:val="001E509B"/>
    <w:rsid w:val="001E5627"/>
    <w:rsid w:val="001E632A"/>
    <w:rsid w:val="001E7577"/>
    <w:rsid w:val="001E79BB"/>
    <w:rsid w:val="001F1F59"/>
    <w:rsid w:val="001F244C"/>
    <w:rsid w:val="001F4648"/>
    <w:rsid w:val="0020248F"/>
    <w:rsid w:val="002053CF"/>
    <w:rsid w:val="00205752"/>
    <w:rsid w:val="00206E0E"/>
    <w:rsid w:val="0021094C"/>
    <w:rsid w:val="00210F32"/>
    <w:rsid w:val="00213703"/>
    <w:rsid w:val="00215307"/>
    <w:rsid w:val="0021683C"/>
    <w:rsid w:val="00217EF9"/>
    <w:rsid w:val="002203D7"/>
    <w:rsid w:val="00220FD8"/>
    <w:rsid w:val="00224A7D"/>
    <w:rsid w:val="00224BE2"/>
    <w:rsid w:val="00227DE1"/>
    <w:rsid w:val="002335D9"/>
    <w:rsid w:val="00234256"/>
    <w:rsid w:val="002344EE"/>
    <w:rsid w:val="00234692"/>
    <w:rsid w:val="00234B6B"/>
    <w:rsid w:val="00234E01"/>
    <w:rsid w:val="0023504E"/>
    <w:rsid w:val="00237823"/>
    <w:rsid w:val="00237913"/>
    <w:rsid w:val="00237E11"/>
    <w:rsid w:val="0024027E"/>
    <w:rsid w:val="00240A5F"/>
    <w:rsid w:val="00245731"/>
    <w:rsid w:val="002463D4"/>
    <w:rsid w:val="002469A3"/>
    <w:rsid w:val="00247BE4"/>
    <w:rsid w:val="00247BF6"/>
    <w:rsid w:val="00250116"/>
    <w:rsid w:val="00251C3A"/>
    <w:rsid w:val="00252294"/>
    <w:rsid w:val="0025279D"/>
    <w:rsid w:val="00252EB8"/>
    <w:rsid w:val="00253FC4"/>
    <w:rsid w:val="00254D53"/>
    <w:rsid w:val="00254F77"/>
    <w:rsid w:val="00260738"/>
    <w:rsid w:val="00261B8D"/>
    <w:rsid w:val="00270870"/>
    <w:rsid w:val="002714DD"/>
    <w:rsid w:val="00271EFD"/>
    <w:rsid w:val="00272DBD"/>
    <w:rsid w:val="0027311D"/>
    <w:rsid w:val="00273CBD"/>
    <w:rsid w:val="002740DA"/>
    <w:rsid w:val="002760FE"/>
    <w:rsid w:val="002775DD"/>
    <w:rsid w:val="002777FB"/>
    <w:rsid w:val="002805C7"/>
    <w:rsid w:val="002807E9"/>
    <w:rsid w:val="0028176C"/>
    <w:rsid w:val="0028287C"/>
    <w:rsid w:val="00282CC3"/>
    <w:rsid w:val="002854EE"/>
    <w:rsid w:val="00285AD4"/>
    <w:rsid w:val="00285FB0"/>
    <w:rsid w:val="00286497"/>
    <w:rsid w:val="002867F5"/>
    <w:rsid w:val="00290D45"/>
    <w:rsid w:val="00291BD7"/>
    <w:rsid w:val="002945EF"/>
    <w:rsid w:val="0029534C"/>
    <w:rsid w:val="00295582"/>
    <w:rsid w:val="00296146"/>
    <w:rsid w:val="002A0997"/>
    <w:rsid w:val="002A2FFC"/>
    <w:rsid w:val="002A3CEA"/>
    <w:rsid w:val="002A3F27"/>
    <w:rsid w:val="002A4DA3"/>
    <w:rsid w:val="002A6D64"/>
    <w:rsid w:val="002A75A8"/>
    <w:rsid w:val="002A7EB5"/>
    <w:rsid w:val="002B04A6"/>
    <w:rsid w:val="002B13C0"/>
    <w:rsid w:val="002B55D4"/>
    <w:rsid w:val="002B55EC"/>
    <w:rsid w:val="002B5E84"/>
    <w:rsid w:val="002B6C73"/>
    <w:rsid w:val="002C23BA"/>
    <w:rsid w:val="002C403A"/>
    <w:rsid w:val="002C4574"/>
    <w:rsid w:val="002C50DF"/>
    <w:rsid w:val="002C51E7"/>
    <w:rsid w:val="002C63A6"/>
    <w:rsid w:val="002C66EB"/>
    <w:rsid w:val="002C6748"/>
    <w:rsid w:val="002C6B17"/>
    <w:rsid w:val="002D0704"/>
    <w:rsid w:val="002D0BE5"/>
    <w:rsid w:val="002D0F5D"/>
    <w:rsid w:val="002D18B3"/>
    <w:rsid w:val="002D2A96"/>
    <w:rsid w:val="002D41A8"/>
    <w:rsid w:val="002D5981"/>
    <w:rsid w:val="002D5A17"/>
    <w:rsid w:val="002D645B"/>
    <w:rsid w:val="002D6677"/>
    <w:rsid w:val="002D7BDF"/>
    <w:rsid w:val="002E0E0B"/>
    <w:rsid w:val="002E132B"/>
    <w:rsid w:val="002E2872"/>
    <w:rsid w:val="002E485C"/>
    <w:rsid w:val="002E5771"/>
    <w:rsid w:val="002E7826"/>
    <w:rsid w:val="002E7A93"/>
    <w:rsid w:val="002F0008"/>
    <w:rsid w:val="002F2969"/>
    <w:rsid w:val="002F34CC"/>
    <w:rsid w:val="002F5E35"/>
    <w:rsid w:val="003003BC"/>
    <w:rsid w:val="0030239D"/>
    <w:rsid w:val="00302A07"/>
    <w:rsid w:val="003031FB"/>
    <w:rsid w:val="00303E03"/>
    <w:rsid w:val="00304A03"/>
    <w:rsid w:val="003052EA"/>
    <w:rsid w:val="00305CF2"/>
    <w:rsid w:val="0030731E"/>
    <w:rsid w:val="003073A1"/>
    <w:rsid w:val="0031052F"/>
    <w:rsid w:val="00313BDB"/>
    <w:rsid w:val="00314346"/>
    <w:rsid w:val="0031471D"/>
    <w:rsid w:val="0031599B"/>
    <w:rsid w:val="00315F2D"/>
    <w:rsid w:val="003165E6"/>
    <w:rsid w:val="0031700C"/>
    <w:rsid w:val="00317D0B"/>
    <w:rsid w:val="003201E0"/>
    <w:rsid w:val="003208E5"/>
    <w:rsid w:val="00320BF2"/>
    <w:rsid w:val="00321B4F"/>
    <w:rsid w:val="003223E5"/>
    <w:rsid w:val="00322A96"/>
    <w:rsid w:val="00322C74"/>
    <w:rsid w:val="0032359D"/>
    <w:rsid w:val="00323BF8"/>
    <w:rsid w:val="00324478"/>
    <w:rsid w:val="00324513"/>
    <w:rsid w:val="00324A92"/>
    <w:rsid w:val="00325B78"/>
    <w:rsid w:val="00325C44"/>
    <w:rsid w:val="00326E65"/>
    <w:rsid w:val="0032716A"/>
    <w:rsid w:val="00330011"/>
    <w:rsid w:val="003303F1"/>
    <w:rsid w:val="003308BE"/>
    <w:rsid w:val="00331F6B"/>
    <w:rsid w:val="0033315C"/>
    <w:rsid w:val="00334113"/>
    <w:rsid w:val="003344D2"/>
    <w:rsid w:val="003357BE"/>
    <w:rsid w:val="00337194"/>
    <w:rsid w:val="00341A80"/>
    <w:rsid w:val="0035294E"/>
    <w:rsid w:val="00352C66"/>
    <w:rsid w:val="0035353D"/>
    <w:rsid w:val="00355798"/>
    <w:rsid w:val="00355F01"/>
    <w:rsid w:val="00355F81"/>
    <w:rsid w:val="00364050"/>
    <w:rsid w:val="003640D3"/>
    <w:rsid w:val="00364180"/>
    <w:rsid w:val="00365D32"/>
    <w:rsid w:val="00365EF1"/>
    <w:rsid w:val="00366C43"/>
    <w:rsid w:val="00366F31"/>
    <w:rsid w:val="00370BC7"/>
    <w:rsid w:val="003717BF"/>
    <w:rsid w:val="003729E1"/>
    <w:rsid w:val="0037351F"/>
    <w:rsid w:val="00374BFE"/>
    <w:rsid w:val="00375DA4"/>
    <w:rsid w:val="00376BEE"/>
    <w:rsid w:val="00377C4E"/>
    <w:rsid w:val="00380315"/>
    <w:rsid w:val="00380BBE"/>
    <w:rsid w:val="00381EB6"/>
    <w:rsid w:val="00383253"/>
    <w:rsid w:val="003833DD"/>
    <w:rsid w:val="00383743"/>
    <w:rsid w:val="00385C00"/>
    <w:rsid w:val="003867E6"/>
    <w:rsid w:val="00393236"/>
    <w:rsid w:val="00393EE2"/>
    <w:rsid w:val="003A076C"/>
    <w:rsid w:val="003A087C"/>
    <w:rsid w:val="003A116B"/>
    <w:rsid w:val="003A1F81"/>
    <w:rsid w:val="003A28DD"/>
    <w:rsid w:val="003A326E"/>
    <w:rsid w:val="003A3863"/>
    <w:rsid w:val="003A39FD"/>
    <w:rsid w:val="003A509D"/>
    <w:rsid w:val="003A5191"/>
    <w:rsid w:val="003A5424"/>
    <w:rsid w:val="003A767B"/>
    <w:rsid w:val="003B0012"/>
    <w:rsid w:val="003B2396"/>
    <w:rsid w:val="003B3779"/>
    <w:rsid w:val="003B49F7"/>
    <w:rsid w:val="003B53DB"/>
    <w:rsid w:val="003B7B58"/>
    <w:rsid w:val="003C1AEA"/>
    <w:rsid w:val="003C337A"/>
    <w:rsid w:val="003C4C13"/>
    <w:rsid w:val="003C5DB8"/>
    <w:rsid w:val="003C67C7"/>
    <w:rsid w:val="003C7172"/>
    <w:rsid w:val="003D0AA6"/>
    <w:rsid w:val="003D1BCF"/>
    <w:rsid w:val="003D27BA"/>
    <w:rsid w:val="003D2DDC"/>
    <w:rsid w:val="003D5596"/>
    <w:rsid w:val="003D67E6"/>
    <w:rsid w:val="003E5268"/>
    <w:rsid w:val="003E5AC4"/>
    <w:rsid w:val="003E6632"/>
    <w:rsid w:val="003E6E76"/>
    <w:rsid w:val="003E72F0"/>
    <w:rsid w:val="003F0AFB"/>
    <w:rsid w:val="003F10C1"/>
    <w:rsid w:val="003F4DED"/>
    <w:rsid w:val="003F52DF"/>
    <w:rsid w:val="003F544A"/>
    <w:rsid w:val="00406115"/>
    <w:rsid w:val="00406BA9"/>
    <w:rsid w:val="004071B2"/>
    <w:rsid w:val="0040764E"/>
    <w:rsid w:val="00410A79"/>
    <w:rsid w:val="00413D8E"/>
    <w:rsid w:val="004147AC"/>
    <w:rsid w:val="0042112B"/>
    <w:rsid w:val="00421576"/>
    <w:rsid w:val="0042266C"/>
    <w:rsid w:val="00423888"/>
    <w:rsid w:val="00424C0E"/>
    <w:rsid w:val="00425636"/>
    <w:rsid w:val="0042580B"/>
    <w:rsid w:val="00426961"/>
    <w:rsid w:val="00427597"/>
    <w:rsid w:val="00430FEA"/>
    <w:rsid w:val="004317E5"/>
    <w:rsid w:val="00431AC1"/>
    <w:rsid w:val="004361A4"/>
    <w:rsid w:val="004370CA"/>
    <w:rsid w:val="0044184D"/>
    <w:rsid w:val="00441DBE"/>
    <w:rsid w:val="00442523"/>
    <w:rsid w:val="00442569"/>
    <w:rsid w:val="00442AA9"/>
    <w:rsid w:val="004433E1"/>
    <w:rsid w:val="004437E7"/>
    <w:rsid w:val="00443C4E"/>
    <w:rsid w:val="00444B80"/>
    <w:rsid w:val="00445ACA"/>
    <w:rsid w:val="004463C0"/>
    <w:rsid w:val="004473EA"/>
    <w:rsid w:val="00451F00"/>
    <w:rsid w:val="0045345D"/>
    <w:rsid w:val="00453965"/>
    <w:rsid w:val="0045396E"/>
    <w:rsid w:val="00455831"/>
    <w:rsid w:val="00456F21"/>
    <w:rsid w:val="00457202"/>
    <w:rsid w:val="004577E4"/>
    <w:rsid w:val="00457A43"/>
    <w:rsid w:val="00457D2F"/>
    <w:rsid w:val="00461949"/>
    <w:rsid w:val="00462CD5"/>
    <w:rsid w:val="00463376"/>
    <w:rsid w:val="0046360D"/>
    <w:rsid w:val="00463CCA"/>
    <w:rsid w:val="004640F6"/>
    <w:rsid w:val="004655A4"/>
    <w:rsid w:val="004666E5"/>
    <w:rsid w:val="00466790"/>
    <w:rsid w:val="004668B6"/>
    <w:rsid w:val="0047085D"/>
    <w:rsid w:val="004725BE"/>
    <w:rsid w:val="0047319D"/>
    <w:rsid w:val="0047436A"/>
    <w:rsid w:val="0047597F"/>
    <w:rsid w:val="00476213"/>
    <w:rsid w:val="00480436"/>
    <w:rsid w:val="00480AF4"/>
    <w:rsid w:val="00482FE7"/>
    <w:rsid w:val="004850BA"/>
    <w:rsid w:val="00485F3E"/>
    <w:rsid w:val="004901FB"/>
    <w:rsid w:val="00490A88"/>
    <w:rsid w:val="00491BCC"/>
    <w:rsid w:val="00492E67"/>
    <w:rsid w:val="00492FC9"/>
    <w:rsid w:val="004933E3"/>
    <w:rsid w:val="00497990"/>
    <w:rsid w:val="004A2D22"/>
    <w:rsid w:val="004A2EE0"/>
    <w:rsid w:val="004A4546"/>
    <w:rsid w:val="004B004E"/>
    <w:rsid w:val="004B04B4"/>
    <w:rsid w:val="004B2268"/>
    <w:rsid w:val="004B36A9"/>
    <w:rsid w:val="004B482A"/>
    <w:rsid w:val="004B4F2C"/>
    <w:rsid w:val="004B5487"/>
    <w:rsid w:val="004B58AC"/>
    <w:rsid w:val="004B5A0F"/>
    <w:rsid w:val="004B6B1C"/>
    <w:rsid w:val="004B78F9"/>
    <w:rsid w:val="004B7AD3"/>
    <w:rsid w:val="004C1EC9"/>
    <w:rsid w:val="004C47EE"/>
    <w:rsid w:val="004C4A46"/>
    <w:rsid w:val="004C5A51"/>
    <w:rsid w:val="004D1DAD"/>
    <w:rsid w:val="004D464C"/>
    <w:rsid w:val="004D482C"/>
    <w:rsid w:val="004D4E13"/>
    <w:rsid w:val="004D5566"/>
    <w:rsid w:val="004D5ED8"/>
    <w:rsid w:val="004D64DC"/>
    <w:rsid w:val="004E16D1"/>
    <w:rsid w:val="004E3436"/>
    <w:rsid w:val="004E5AE3"/>
    <w:rsid w:val="004E6431"/>
    <w:rsid w:val="004E7013"/>
    <w:rsid w:val="004F0751"/>
    <w:rsid w:val="004F0B9B"/>
    <w:rsid w:val="004F0D8B"/>
    <w:rsid w:val="004F0E82"/>
    <w:rsid w:val="004F1900"/>
    <w:rsid w:val="004F1A45"/>
    <w:rsid w:val="004F24A5"/>
    <w:rsid w:val="004F3552"/>
    <w:rsid w:val="004F6608"/>
    <w:rsid w:val="00500E69"/>
    <w:rsid w:val="0050201B"/>
    <w:rsid w:val="005026F4"/>
    <w:rsid w:val="00502908"/>
    <w:rsid w:val="00505074"/>
    <w:rsid w:val="005063E2"/>
    <w:rsid w:val="00506823"/>
    <w:rsid w:val="00510150"/>
    <w:rsid w:val="00510947"/>
    <w:rsid w:val="0051102B"/>
    <w:rsid w:val="0051126C"/>
    <w:rsid w:val="005123B0"/>
    <w:rsid w:val="00512BE9"/>
    <w:rsid w:val="005156C9"/>
    <w:rsid w:val="005157FE"/>
    <w:rsid w:val="005164ED"/>
    <w:rsid w:val="00516907"/>
    <w:rsid w:val="00517FA9"/>
    <w:rsid w:val="00520D72"/>
    <w:rsid w:val="005214BF"/>
    <w:rsid w:val="00521DE0"/>
    <w:rsid w:val="0052328F"/>
    <w:rsid w:val="0052694B"/>
    <w:rsid w:val="00530DD3"/>
    <w:rsid w:val="00530F09"/>
    <w:rsid w:val="00531DB3"/>
    <w:rsid w:val="005356D8"/>
    <w:rsid w:val="00535822"/>
    <w:rsid w:val="00535B2D"/>
    <w:rsid w:val="00535FA9"/>
    <w:rsid w:val="005369E3"/>
    <w:rsid w:val="0053717C"/>
    <w:rsid w:val="005404AD"/>
    <w:rsid w:val="0054121A"/>
    <w:rsid w:val="00541C7C"/>
    <w:rsid w:val="00543D2F"/>
    <w:rsid w:val="00544129"/>
    <w:rsid w:val="00547C86"/>
    <w:rsid w:val="0055163B"/>
    <w:rsid w:val="00551944"/>
    <w:rsid w:val="00552E77"/>
    <w:rsid w:val="005553A5"/>
    <w:rsid w:val="00555942"/>
    <w:rsid w:val="00555A6C"/>
    <w:rsid w:val="005561D7"/>
    <w:rsid w:val="005570F3"/>
    <w:rsid w:val="00561CF4"/>
    <w:rsid w:val="00563698"/>
    <w:rsid w:val="005662A2"/>
    <w:rsid w:val="00566B38"/>
    <w:rsid w:val="00566ECC"/>
    <w:rsid w:val="00567D06"/>
    <w:rsid w:val="00570E20"/>
    <w:rsid w:val="005713C3"/>
    <w:rsid w:val="00571FE5"/>
    <w:rsid w:val="00574F4A"/>
    <w:rsid w:val="0057615D"/>
    <w:rsid w:val="005818DD"/>
    <w:rsid w:val="005819E6"/>
    <w:rsid w:val="00583770"/>
    <w:rsid w:val="00584F53"/>
    <w:rsid w:val="00585BCF"/>
    <w:rsid w:val="00587F96"/>
    <w:rsid w:val="005901DD"/>
    <w:rsid w:val="0059039C"/>
    <w:rsid w:val="005915C1"/>
    <w:rsid w:val="00592C0B"/>
    <w:rsid w:val="00595A8B"/>
    <w:rsid w:val="00596C16"/>
    <w:rsid w:val="00597672"/>
    <w:rsid w:val="005A11A0"/>
    <w:rsid w:val="005A121B"/>
    <w:rsid w:val="005A12F0"/>
    <w:rsid w:val="005A1CD1"/>
    <w:rsid w:val="005A4E48"/>
    <w:rsid w:val="005A5775"/>
    <w:rsid w:val="005A6D6D"/>
    <w:rsid w:val="005A7CAB"/>
    <w:rsid w:val="005A7F1F"/>
    <w:rsid w:val="005B595D"/>
    <w:rsid w:val="005B5998"/>
    <w:rsid w:val="005B73FD"/>
    <w:rsid w:val="005C2C77"/>
    <w:rsid w:val="005C3535"/>
    <w:rsid w:val="005C3565"/>
    <w:rsid w:val="005C66F8"/>
    <w:rsid w:val="005C7AD0"/>
    <w:rsid w:val="005C7C0D"/>
    <w:rsid w:val="005D32D7"/>
    <w:rsid w:val="005D45DF"/>
    <w:rsid w:val="005D572A"/>
    <w:rsid w:val="005E3CC9"/>
    <w:rsid w:val="005E6368"/>
    <w:rsid w:val="005E6577"/>
    <w:rsid w:val="005E78CD"/>
    <w:rsid w:val="005E7A62"/>
    <w:rsid w:val="005E7D47"/>
    <w:rsid w:val="005F023E"/>
    <w:rsid w:val="005F03AF"/>
    <w:rsid w:val="005F0C5B"/>
    <w:rsid w:val="005F1828"/>
    <w:rsid w:val="005F2157"/>
    <w:rsid w:val="005F3182"/>
    <w:rsid w:val="005F320A"/>
    <w:rsid w:val="005F39E0"/>
    <w:rsid w:val="005F3CA1"/>
    <w:rsid w:val="005F4654"/>
    <w:rsid w:val="005F54E8"/>
    <w:rsid w:val="005F6CBC"/>
    <w:rsid w:val="00600515"/>
    <w:rsid w:val="00602275"/>
    <w:rsid w:val="006022DC"/>
    <w:rsid w:val="006036A7"/>
    <w:rsid w:val="0060590B"/>
    <w:rsid w:val="00605FFA"/>
    <w:rsid w:val="0060749B"/>
    <w:rsid w:val="00610825"/>
    <w:rsid w:val="00613980"/>
    <w:rsid w:val="006164E6"/>
    <w:rsid w:val="00616B0D"/>
    <w:rsid w:val="00617006"/>
    <w:rsid w:val="006210D8"/>
    <w:rsid w:val="00623AEA"/>
    <w:rsid w:val="006241C1"/>
    <w:rsid w:val="006243CE"/>
    <w:rsid w:val="006246B5"/>
    <w:rsid w:val="00625D81"/>
    <w:rsid w:val="00630281"/>
    <w:rsid w:val="006338FF"/>
    <w:rsid w:val="00633BBE"/>
    <w:rsid w:val="006368E0"/>
    <w:rsid w:val="00637195"/>
    <w:rsid w:val="006378AB"/>
    <w:rsid w:val="006403B3"/>
    <w:rsid w:val="00641E4B"/>
    <w:rsid w:val="00642ED1"/>
    <w:rsid w:val="00643F8E"/>
    <w:rsid w:val="0064704D"/>
    <w:rsid w:val="00650BC3"/>
    <w:rsid w:val="00652400"/>
    <w:rsid w:val="00653157"/>
    <w:rsid w:val="00654F05"/>
    <w:rsid w:val="00655661"/>
    <w:rsid w:val="00655DE3"/>
    <w:rsid w:val="00656355"/>
    <w:rsid w:val="0066281A"/>
    <w:rsid w:val="006633B8"/>
    <w:rsid w:val="006639D0"/>
    <w:rsid w:val="00664268"/>
    <w:rsid w:val="00664E42"/>
    <w:rsid w:val="00665825"/>
    <w:rsid w:val="00665B39"/>
    <w:rsid w:val="00666DBA"/>
    <w:rsid w:val="00667ED8"/>
    <w:rsid w:val="00671412"/>
    <w:rsid w:val="00672C93"/>
    <w:rsid w:val="00680CC3"/>
    <w:rsid w:val="006824C0"/>
    <w:rsid w:val="006842C2"/>
    <w:rsid w:val="0068670A"/>
    <w:rsid w:val="00686FCD"/>
    <w:rsid w:val="006912E4"/>
    <w:rsid w:val="00692547"/>
    <w:rsid w:val="00693915"/>
    <w:rsid w:val="00693A7F"/>
    <w:rsid w:val="00694DE4"/>
    <w:rsid w:val="00695E37"/>
    <w:rsid w:val="006973E6"/>
    <w:rsid w:val="006A0DA2"/>
    <w:rsid w:val="006A135F"/>
    <w:rsid w:val="006A2874"/>
    <w:rsid w:val="006A2EF7"/>
    <w:rsid w:val="006A3F4B"/>
    <w:rsid w:val="006A51B3"/>
    <w:rsid w:val="006A602B"/>
    <w:rsid w:val="006A7D9C"/>
    <w:rsid w:val="006B2619"/>
    <w:rsid w:val="006B41DF"/>
    <w:rsid w:val="006B4433"/>
    <w:rsid w:val="006C298E"/>
    <w:rsid w:val="006C2AD7"/>
    <w:rsid w:val="006C32CF"/>
    <w:rsid w:val="006C6583"/>
    <w:rsid w:val="006C78B1"/>
    <w:rsid w:val="006C7911"/>
    <w:rsid w:val="006D0290"/>
    <w:rsid w:val="006D0B0D"/>
    <w:rsid w:val="006D2295"/>
    <w:rsid w:val="006D6237"/>
    <w:rsid w:val="006E2255"/>
    <w:rsid w:val="006E2F8A"/>
    <w:rsid w:val="006E39D4"/>
    <w:rsid w:val="006E4954"/>
    <w:rsid w:val="006F08BD"/>
    <w:rsid w:val="006F0A6A"/>
    <w:rsid w:val="006F3457"/>
    <w:rsid w:val="006F36B3"/>
    <w:rsid w:val="006F3CAD"/>
    <w:rsid w:val="006F62A5"/>
    <w:rsid w:val="006F63CE"/>
    <w:rsid w:val="006F63F8"/>
    <w:rsid w:val="006F6ED8"/>
    <w:rsid w:val="006F7931"/>
    <w:rsid w:val="00700644"/>
    <w:rsid w:val="007015F9"/>
    <w:rsid w:val="00703648"/>
    <w:rsid w:val="00703D11"/>
    <w:rsid w:val="0070550B"/>
    <w:rsid w:val="007061C2"/>
    <w:rsid w:val="007116E3"/>
    <w:rsid w:val="007132AB"/>
    <w:rsid w:val="0071386E"/>
    <w:rsid w:val="007150EF"/>
    <w:rsid w:val="00715E50"/>
    <w:rsid w:val="007169F2"/>
    <w:rsid w:val="007176A4"/>
    <w:rsid w:val="00717954"/>
    <w:rsid w:val="00720990"/>
    <w:rsid w:val="00721930"/>
    <w:rsid w:val="00721F32"/>
    <w:rsid w:val="0072345E"/>
    <w:rsid w:val="00723B30"/>
    <w:rsid w:val="00723DFC"/>
    <w:rsid w:val="00723E91"/>
    <w:rsid w:val="0072449F"/>
    <w:rsid w:val="00725B5A"/>
    <w:rsid w:val="00725F0C"/>
    <w:rsid w:val="00726C42"/>
    <w:rsid w:val="00730D92"/>
    <w:rsid w:val="0073123B"/>
    <w:rsid w:val="00731345"/>
    <w:rsid w:val="0073154D"/>
    <w:rsid w:val="00731EAB"/>
    <w:rsid w:val="00732155"/>
    <w:rsid w:val="00732D60"/>
    <w:rsid w:val="00734156"/>
    <w:rsid w:val="0073464A"/>
    <w:rsid w:val="007358C1"/>
    <w:rsid w:val="00736C1A"/>
    <w:rsid w:val="007405F2"/>
    <w:rsid w:val="007416AD"/>
    <w:rsid w:val="007428EA"/>
    <w:rsid w:val="00745E1D"/>
    <w:rsid w:val="00746126"/>
    <w:rsid w:val="0074619C"/>
    <w:rsid w:val="00746F77"/>
    <w:rsid w:val="00746FEC"/>
    <w:rsid w:val="007500A0"/>
    <w:rsid w:val="00751006"/>
    <w:rsid w:val="00751343"/>
    <w:rsid w:val="0075267E"/>
    <w:rsid w:val="007571A7"/>
    <w:rsid w:val="0076201C"/>
    <w:rsid w:val="007632AD"/>
    <w:rsid w:val="00764A4C"/>
    <w:rsid w:val="00764BAF"/>
    <w:rsid w:val="0076588C"/>
    <w:rsid w:val="00766065"/>
    <w:rsid w:val="00766148"/>
    <w:rsid w:val="007665F1"/>
    <w:rsid w:val="00766C99"/>
    <w:rsid w:val="00767578"/>
    <w:rsid w:val="00767FF2"/>
    <w:rsid w:val="00770085"/>
    <w:rsid w:val="0077451F"/>
    <w:rsid w:val="00774AAF"/>
    <w:rsid w:val="00775119"/>
    <w:rsid w:val="007770DC"/>
    <w:rsid w:val="007831EE"/>
    <w:rsid w:val="00783AE1"/>
    <w:rsid w:val="00785A43"/>
    <w:rsid w:val="00786243"/>
    <w:rsid w:val="0078634E"/>
    <w:rsid w:val="0078676A"/>
    <w:rsid w:val="00790A9C"/>
    <w:rsid w:val="007917F4"/>
    <w:rsid w:val="007928D0"/>
    <w:rsid w:val="007954E7"/>
    <w:rsid w:val="007964FB"/>
    <w:rsid w:val="0079729B"/>
    <w:rsid w:val="0079754B"/>
    <w:rsid w:val="00797606"/>
    <w:rsid w:val="0079776A"/>
    <w:rsid w:val="007A0468"/>
    <w:rsid w:val="007A0DBF"/>
    <w:rsid w:val="007A14D9"/>
    <w:rsid w:val="007A4FBF"/>
    <w:rsid w:val="007A5D6C"/>
    <w:rsid w:val="007A6912"/>
    <w:rsid w:val="007A73A7"/>
    <w:rsid w:val="007A7F25"/>
    <w:rsid w:val="007B139E"/>
    <w:rsid w:val="007B172C"/>
    <w:rsid w:val="007B3DE4"/>
    <w:rsid w:val="007B6B21"/>
    <w:rsid w:val="007C658F"/>
    <w:rsid w:val="007C78C5"/>
    <w:rsid w:val="007D05B1"/>
    <w:rsid w:val="007D1098"/>
    <w:rsid w:val="007D31A1"/>
    <w:rsid w:val="007D3B67"/>
    <w:rsid w:val="007D436D"/>
    <w:rsid w:val="007D7121"/>
    <w:rsid w:val="007D7220"/>
    <w:rsid w:val="007E2528"/>
    <w:rsid w:val="007E273B"/>
    <w:rsid w:val="007E3BCE"/>
    <w:rsid w:val="007E3F55"/>
    <w:rsid w:val="007E4DCE"/>
    <w:rsid w:val="007E7C6F"/>
    <w:rsid w:val="007F00C1"/>
    <w:rsid w:val="007F1ADC"/>
    <w:rsid w:val="007F1C1D"/>
    <w:rsid w:val="007F2349"/>
    <w:rsid w:val="007F2C49"/>
    <w:rsid w:val="007F417C"/>
    <w:rsid w:val="007F53F0"/>
    <w:rsid w:val="007F6E4D"/>
    <w:rsid w:val="0080474C"/>
    <w:rsid w:val="008055B9"/>
    <w:rsid w:val="008072D3"/>
    <w:rsid w:val="008077FF"/>
    <w:rsid w:val="00811940"/>
    <w:rsid w:val="00811D64"/>
    <w:rsid w:val="008125D3"/>
    <w:rsid w:val="00813457"/>
    <w:rsid w:val="00813B03"/>
    <w:rsid w:val="00813F5B"/>
    <w:rsid w:val="008141EF"/>
    <w:rsid w:val="0081688B"/>
    <w:rsid w:val="00820406"/>
    <w:rsid w:val="008207F8"/>
    <w:rsid w:val="00820A19"/>
    <w:rsid w:val="00820D6E"/>
    <w:rsid w:val="0082389B"/>
    <w:rsid w:val="008243CC"/>
    <w:rsid w:val="00825B7D"/>
    <w:rsid w:val="00826074"/>
    <w:rsid w:val="0082750A"/>
    <w:rsid w:val="00830332"/>
    <w:rsid w:val="008306E8"/>
    <w:rsid w:val="00833661"/>
    <w:rsid w:val="00834B49"/>
    <w:rsid w:val="00834F5B"/>
    <w:rsid w:val="00835A60"/>
    <w:rsid w:val="00836B92"/>
    <w:rsid w:val="00843544"/>
    <w:rsid w:val="00847563"/>
    <w:rsid w:val="00847E68"/>
    <w:rsid w:val="00850458"/>
    <w:rsid w:val="00850D73"/>
    <w:rsid w:val="00851423"/>
    <w:rsid w:val="00852A1E"/>
    <w:rsid w:val="00855B6B"/>
    <w:rsid w:val="0085656D"/>
    <w:rsid w:val="00860716"/>
    <w:rsid w:val="0086100D"/>
    <w:rsid w:val="00861DEF"/>
    <w:rsid w:val="00861FC0"/>
    <w:rsid w:val="008639ED"/>
    <w:rsid w:val="0086504C"/>
    <w:rsid w:val="00867FF0"/>
    <w:rsid w:val="00870D1A"/>
    <w:rsid w:val="00870E4C"/>
    <w:rsid w:val="00872024"/>
    <w:rsid w:val="008728A8"/>
    <w:rsid w:val="00872C64"/>
    <w:rsid w:val="008737AE"/>
    <w:rsid w:val="00875E38"/>
    <w:rsid w:val="008766C4"/>
    <w:rsid w:val="00880E1A"/>
    <w:rsid w:val="008828DA"/>
    <w:rsid w:val="008828F0"/>
    <w:rsid w:val="00882E57"/>
    <w:rsid w:val="00885509"/>
    <w:rsid w:val="00885AF2"/>
    <w:rsid w:val="008874F1"/>
    <w:rsid w:val="0089078B"/>
    <w:rsid w:val="00891FE9"/>
    <w:rsid w:val="00892594"/>
    <w:rsid w:val="008945DA"/>
    <w:rsid w:val="00896279"/>
    <w:rsid w:val="00897021"/>
    <w:rsid w:val="008A0317"/>
    <w:rsid w:val="008A08FD"/>
    <w:rsid w:val="008A5972"/>
    <w:rsid w:val="008A606F"/>
    <w:rsid w:val="008A6ABB"/>
    <w:rsid w:val="008A6B5B"/>
    <w:rsid w:val="008A7A25"/>
    <w:rsid w:val="008B04CB"/>
    <w:rsid w:val="008B091C"/>
    <w:rsid w:val="008B1924"/>
    <w:rsid w:val="008B2D5C"/>
    <w:rsid w:val="008C0382"/>
    <w:rsid w:val="008C194F"/>
    <w:rsid w:val="008C1979"/>
    <w:rsid w:val="008C1E03"/>
    <w:rsid w:val="008C29B1"/>
    <w:rsid w:val="008C2E90"/>
    <w:rsid w:val="008C41EB"/>
    <w:rsid w:val="008C4BB2"/>
    <w:rsid w:val="008C5FE1"/>
    <w:rsid w:val="008D14B0"/>
    <w:rsid w:val="008D1591"/>
    <w:rsid w:val="008D2D29"/>
    <w:rsid w:val="008D2E67"/>
    <w:rsid w:val="008D36C6"/>
    <w:rsid w:val="008D3B4B"/>
    <w:rsid w:val="008D4159"/>
    <w:rsid w:val="008D7061"/>
    <w:rsid w:val="008E02A7"/>
    <w:rsid w:val="008E07FF"/>
    <w:rsid w:val="008E13C3"/>
    <w:rsid w:val="008E1867"/>
    <w:rsid w:val="008E1B36"/>
    <w:rsid w:val="008E32A9"/>
    <w:rsid w:val="008E391D"/>
    <w:rsid w:val="008E3A39"/>
    <w:rsid w:val="008E3D47"/>
    <w:rsid w:val="008E512E"/>
    <w:rsid w:val="008E580F"/>
    <w:rsid w:val="008F478C"/>
    <w:rsid w:val="008F519A"/>
    <w:rsid w:val="008F5CD1"/>
    <w:rsid w:val="008F6711"/>
    <w:rsid w:val="008F6D97"/>
    <w:rsid w:val="008F7D48"/>
    <w:rsid w:val="0090294D"/>
    <w:rsid w:val="00903BD8"/>
    <w:rsid w:val="009047C7"/>
    <w:rsid w:val="00905557"/>
    <w:rsid w:val="009059A7"/>
    <w:rsid w:val="0090605A"/>
    <w:rsid w:val="00906546"/>
    <w:rsid w:val="00907BD5"/>
    <w:rsid w:val="009109DE"/>
    <w:rsid w:val="00911448"/>
    <w:rsid w:val="00912073"/>
    <w:rsid w:val="00914B97"/>
    <w:rsid w:val="00914BC4"/>
    <w:rsid w:val="0091542B"/>
    <w:rsid w:val="00917AAF"/>
    <w:rsid w:val="00917CA6"/>
    <w:rsid w:val="00920811"/>
    <w:rsid w:val="009220D8"/>
    <w:rsid w:val="00924D4F"/>
    <w:rsid w:val="00925C08"/>
    <w:rsid w:val="0092693E"/>
    <w:rsid w:val="00930888"/>
    <w:rsid w:val="0093231B"/>
    <w:rsid w:val="009329E0"/>
    <w:rsid w:val="009337DC"/>
    <w:rsid w:val="00934F82"/>
    <w:rsid w:val="009359CC"/>
    <w:rsid w:val="0093754B"/>
    <w:rsid w:val="00942D21"/>
    <w:rsid w:val="00944E19"/>
    <w:rsid w:val="009457F1"/>
    <w:rsid w:val="00947F64"/>
    <w:rsid w:val="0095424A"/>
    <w:rsid w:val="00954913"/>
    <w:rsid w:val="00954BDF"/>
    <w:rsid w:val="00954CF0"/>
    <w:rsid w:val="00955740"/>
    <w:rsid w:val="00960681"/>
    <w:rsid w:val="0096153B"/>
    <w:rsid w:val="009615A9"/>
    <w:rsid w:val="009624CA"/>
    <w:rsid w:val="00962CF1"/>
    <w:rsid w:val="00963A53"/>
    <w:rsid w:val="00964ABB"/>
    <w:rsid w:val="00964D6A"/>
    <w:rsid w:val="00964DFB"/>
    <w:rsid w:val="00964E6C"/>
    <w:rsid w:val="0097522A"/>
    <w:rsid w:val="009761F6"/>
    <w:rsid w:val="00980577"/>
    <w:rsid w:val="00980C42"/>
    <w:rsid w:val="00981333"/>
    <w:rsid w:val="009819B7"/>
    <w:rsid w:val="00984109"/>
    <w:rsid w:val="00984135"/>
    <w:rsid w:val="0098427F"/>
    <w:rsid w:val="00985948"/>
    <w:rsid w:val="00986B53"/>
    <w:rsid w:val="009908ED"/>
    <w:rsid w:val="00991552"/>
    <w:rsid w:val="00991DBD"/>
    <w:rsid w:val="009924E3"/>
    <w:rsid w:val="009929EA"/>
    <w:rsid w:val="00993407"/>
    <w:rsid w:val="009962D4"/>
    <w:rsid w:val="00996E15"/>
    <w:rsid w:val="0099707B"/>
    <w:rsid w:val="0099736E"/>
    <w:rsid w:val="009973C1"/>
    <w:rsid w:val="009A22D6"/>
    <w:rsid w:val="009A5E78"/>
    <w:rsid w:val="009A6B62"/>
    <w:rsid w:val="009A6C03"/>
    <w:rsid w:val="009A7875"/>
    <w:rsid w:val="009B0404"/>
    <w:rsid w:val="009B09C9"/>
    <w:rsid w:val="009B0C8E"/>
    <w:rsid w:val="009B17BE"/>
    <w:rsid w:val="009B1EC9"/>
    <w:rsid w:val="009B290B"/>
    <w:rsid w:val="009B417A"/>
    <w:rsid w:val="009B48D7"/>
    <w:rsid w:val="009B4C3F"/>
    <w:rsid w:val="009B6FD2"/>
    <w:rsid w:val="009C0374"/>
    <w:rsid w:val="009C2376"/>
    <w:rsid w:val="009C265E"/>
    <w:rsid w:val="009C3391"/>
    <w:rsid w:val="009C4E18"/>
    <w:rsid w:val="009D0975"/>
    <w:rsid w:val="009D1E83"/>
    <w:rsid w:val="009D2C84"/>
    <w:rsid w:val="009D3C6A"/>
    <w:rsid w:val="009D4730"/>
    <w:rsid w:val="009D73D8"/>
    <w:rsid w:val="009E1E2A"/>
    <w:rsid w:val="009E30EB"/>
    <w:rsid w:val="009E34D8"/>
    <w:rsid w:val="009E37E9"/>
    <w:rsid w:val="009E6701"/>
    <w:rsid w:val="009F0023"/>
    <w:rsid w:val="009F1338"/>
    <w:rsid w:val="009F172B"/>
    <w:rsid w:val="009F1E0D"/>
    <w:rsid w:val="009F4A88"/>
    <w:rsid w:val="009F5ACF"/>
    <w:rsid w:val="009F701F"/>
    <w:rsid w:val="009F7033"/>
    <w:rsid w:val="009F70BE"/>
    <w:rsid w:val="009F769C"/>
    <w:rsid w:val="009F79BC"/>
    <w:rsid w:val="00A000CA"/>
    <w:rsid w:val="00A00671"/>
    <w:rsid w:val="00A0082D"/>
    <w:rsid w:val="00A02734"/>
    <w:rsid w:val="00A05462"/>
    <w:rsid w:val="00A05EE8"/>
    <w:rsid w:val="00A05F5E"/>
    <w:rsid w:val="00A061FB"/>
    <w:rsid w:val="00A07700"/>
    <w:rsid w:val="00A07A1B"/>
    <w:rsid w:val="00A10052"/>
    <w:rsid w:val="00A10B91"/>
    <w:rsid w:val="00A11E69"/>
    <w:rsid w:val="00A1271C"/>
    <w:rsid w:val="00A12F92"/>
    <w:rsid w:val="00A1445F"/>
    <w:rsid w:val="00A14FF7"/>
    <w:rsid w:val="00A160F9"/>
    <w:rsid w:val="00A17694"/>
    <w:rsid w:val="00A17752"/>
    <w:rsid w:val="00A20533"/>
    <w:rsid w:val="00A20C66"/>
    <w:rsid w:val="00A256F6"/>
    <w:rsid w:val="00A26707"/>
    <w:rsid w:val="00A27D44"/>
    <w:rsid w:val="00A27EA3"/>
    <w:rsid w:val="00A30060"/>
    <w:rsid w:val="00A306E0"/>
    <w:rsid w:val="00A33E4B"/>
    <w:rsid w:val="00A34F1F"/>
    <w:rsid w:val="00A356B5"/>
    <w:rsid w:val="00A35C55"/>
    <w:rsid w:val="00A36730"/>
    <w:rsid w:val="00A400D4"/>
    <w:rsid w:val="00A40AAA"/>
    <w:rsid w:val="00A4128A"/>
    <w:rsid w:val="00A41E30"/>
    <w:rsid w:val="00A431B7"/>
    <w:rsid w:val="00A43D0B"/>
    <w:rsid w:val="00A45D73"/>
    <w:rsid w:val="00A4731E"/>
    <w:rsid w:val="00A475B2"/>
    <w:rsid w:val="00A4781B"/>
    <w:rsid w:val="00A53CA4"/>
    <w:rsid w:val="00A5657C"/>
    <w:rsid w:val="00A565FB"/>
    <w:rsid w:val="00A5745D"/>
    <w:rsid w:val="00A57F08"/>
    <w:rsid w:val="00A61F6E"/>
    <w:rsid w:val="00A63118"/>
    <w:rsid w:val="00A64AED"/>
    <w:rsid w:val="00A65760"/>
    <w:rsid w:val="00A65C5E"/>
    <w:rsid w:val="00A65CD3"/>
    <w:rsid w:val="00A66703"/>
    <w:rsid w:val="00A66780"/>
    <w:rsid w:val="00A7019D"/>
    <w:rsid w:val="00A70B7E"/>
    <w:rsid w:val="00A710F3"/>
    <w:rsid w:val="00A718F5"/>
    <w:rsid w:val="00A71978"/>
    <w:rsid w:val="00A72B40"/>
    <w:rsid w:val="00A7385C"/>
    <w:rsid w:val="00A75D77"/>
    <w:rsid w:val="00A76EB8"/>
    <w:rsid w:val="00A77EB6"/>
    <w:rsid w:val="00A80D66"/>
    <w:rsid w:val="00A8110D"/>
    <w:rsid w:val="00A8275A"/>
    <w:rsid w:val="00A83A9E"/>
    <w:rsid w:val="00A84753"/>
    <w:rsid w:val="00A84B48"/>
    <w:rsid w:val="00A85E49"/>
    <w:rsid w:val="00A863A6"/>
    <w:rsid w:val="00A8798D"/>
    <w:rsid w:val="00A9088E"/>
    <w:rsid w:val="00A9093F"/>
    <w:rsid w:val="00A9123C"/>
    <w:rsid w:val="00A91345"/>
    <w:rsid w:val="00A92096"/>
    <w:rsid w:val="00A92B62"/>
    <w:rsid w:val="00A955B3"/>
    <w:rsid w:val="00A95A8A"/>
    <w:rsid w:val="00A96E0C"/>
    <w:rsid w:val="00A974A5"/>
    <w:rsid w:val="00AA02E2"/>
    <w:rsid w:val="00AA09A3"/>
    <w:rsid w:val="00AA2114"/>
    <w:rsid w:val="00AA2129"/>
    <w:rsid w:val="00AA23E2"/>
    <w:rsid w:val="00AA3104"/>
    <w:rsid w:val="00AA41C1"/>
    <w:rsid w:val="00AA557F"/>
    <w:rsid w:val="00AA71F4"/>
    <w:rsid w:val="00AB09A8"/>
    <w:rsid w:val="00AB1964"/>
    <w:rsid w:val="00AB21F2"/>
    <w:rsid w:val="00AB293F"/>
    <w:rsid w:val="00AB317E"/>
    <w:rsid w:val="00AB3679"/>
    <w:rsid w:val="00AB3ACA"/>
    <w:rsid w:val="00AB4EC5"/>
    <w:rsid w:val="00AB7561"/>
    <w:rsid w:val="00AB7652"/>
    <w:rsid w:val="00AB78B8"/>
    <w:rsid w:val="00AB7919"/>
    <w:rsid w:val="00AB7E6A"/>
    <w:rsid w:val="00AC1492"/>
    <w:rsid w:val="00AC265B"/>
    <w:rsid w:val="00AC2BA8"/>
    <w:rsid w:val="00AC3934"/>
    <w:rsid w:val="00AC55F6"/>
    <w:rsid w:val="00AC5BA0"/>
    <w:rsid w:val="00AC5D0B"/>
    <w:rsid w:val="00AC63B0"/>
    <w:rsid w:val="00AC6CD7"/>
    <w:rsid w:val="00AC79B2"/>
    <w:rsid w:val="00AC7A71"/>
    <w:rsid w:val="00AC7C06"/>
    <w:rsid w:val="00AD1A1E"/>
    <w:rsid w:val="00AD2497"/>
    <w:rsid w:val="00AD2918"/>
    <w:rsid w:val="00AD2E07"/>
    <w:rsid w:val="00AD3528"/>
    <w:rsid w:val="00AD3E51"/>
    <w:rsid w:val="00AD4552"/>
    <w:rsid w:val="00AD4CE6"/>
    <w:rsid w:val="00AD5029"/>
    <w:rsid w:val="00AD532E"/>
    <w:rsid w:val="00AD5A35"/>
    <w:rsid w:val="00AD5BC2"/>
    <w:rsid w:val="00AD5F0D"/>
    <w:rsid w:val="00AD6D3C"/>
    <w:rsid w:val="00AE0BA9"/>
    <w:rsid w:val="00AE519A"/>
    <w:rsid w:val="00AE5B42"/>
    <w:rsid w:val="00AE6251"/>
    <w:rsid w:val="00AE7EE4"/>
    <w:rsid w:val="00AF01CE"/>
    <w:rsid w:val="00AF1363"/>
    <w:rsid w:val="00AF1C87"/>
    <w:rsid w:val="00AF2A66"/>
    <w:rsid w:val="00AF2AB5"/>
    <w:rsid w:val="00AF31DF"/>
    <w:rsid w:val="00AF44AF"/>
    <w:rsid w:val="00AF48D7"/>
    <w:rsid w:val="00AF4D20"/>
    <w:rsid w:val="00AF604E"/>
    <w:rsid w:val="00AF6C7E"/>
    <w:rsid w:val="00AF6E60"/>
    <w:rsid w:val="00B03FF7"/>
    <w:rsid w:val="00B0448D"/>
    <w:rsid w:val="00B059AF"/>
    <w:rsid w:val="00B10DBC"/>
    <w:rsid w:val="00B11277"/>
    <w:rsid w:val="00B11CCC"/>
    <w:rsid w:val="00B168C0"/>
    <w:rsid w:val="00B16C03"/>
    <w:rsid w:val="00B2176B"/>
    <w:rsid w:val="00B2223C"/>
    <w:rsid w:val="00B23555"/>
    <w:rsid w:val="00B23D25"/>
    <w:rsid w:val="00B242A3"/>
    <w:rsid w:val="00B25F59"/>
    <w:rsid w:val="00B27D2C"/>
    <w:rsid w:val="00B32D83"/>
    <w:rsid w:val="00B33FEF"/>
    <w:rsid w:val="00B342E4"/>
    <w:rsid w:val="00B348D6"/>
    <w:rsid w:val="00B36E86"/>
    <w:rsid w:val="00B37A5A"/>
    <w:rsid w:val="00B40F67"/>
    <w:rsid w:val="00B410F1"/>
    <w:rsid w:val="00B4724F"/>
    <w:rsid w:val="00B548C0"/>
    <w:rsid w:val="00B55971"/>
    <w:rsid w:val="00B56793"/>
    <w:rsid w:val="00B5728D"/>
    <w:rsid w:val="00B577C2"/>
    <w:rsid w:val="00B57818"/>
    <w:rsid w:val="00B606AE"/>
    <w:rsid w:val="00B61E6E"/>
    <w:rsid w:val="00B62022"/>
    <w:rsid w:val="00B62406"/>
    <w:rsid w:val="00B62B54"/>
    <w:rsid w:val="00B63B27"/>
    <w:rsid w:val="00B667DB"/>
    <w:rsid w:val="00B6706A"/>
    <w:rsid w:val="00B67A39"/>
    <w:rsid w:val="00B708B7"/>
    <w:rsid w:val="00B70B51"/>
    <w:rsid w:val="00B719DA"/>
    <w:rsid w:val="00B72090"/>
    <w:rsid w:val="00B72270"/>
    <w:rsid w:val="00B740A8"/>
    <w:rsid w:val="00B740CE"/>
    <w:rsid w:val="00B74E17"/>
    <w:rsid w:val="00B8053F"/>
    <w:rsid w:val="00B80752"/>
    <w:rsid w:val="00B81206"/>
    <w:rsid w:val="00B81970"/>
    <w:rsid w:val="00B82410"/>
    <w:rsid w:val="00B91FC4"/>
    <w:rsid w:val="00B9273B"/>
    <w:rsid w:val="00B93994"/>
    <w:rsid w:val="00B9409A"/>
    <w:rsid w:val="00B941B9"/>
    <w:rsid w:val="00B950C2"/>
    <w:rsid w:val="00B961C1"/>
    <w:rsid w:val="00B96961"/>
    <w:rsid w:val="00B97689"/>
    <w:rsid w:val="00B97C5E"/>
    <w:rsid w:val="00BA0D76"/>
    <w:rsid w:val="00BA194B"/>
    <w:rsid w:val="00BA4748"/>
    <w:rsid w:val="00BA6E2C"/>
    <w:rsid w:val="00BB13C3"/>
    <w:rsid w:val="00BB1D2F"/>
    <w:rsid w:val="00BB2EC2"/>
    <w:rsid w:val="00BB3B59"/>
    <w:rsid w:val="00BB3BFE"/>
    <w:rsid w:val="00BB56C5"/>
    <w:rsid w:val="00BB7193"/>
    <w:rsid w:val="00BC47C8"/>
    <w:rsid w:val="00BC5288"/>
    <w:rsid w:val="00BC590D"/>
    <w:rsid w:val="00BC5D33"/>
    <w:rsid w:val="00BC6A4A"/>
    <w:rsid w:val="00BD264A"/>
    <w:rsid w:val="00BD327F"/>
    <w:rsid w:val="00BD3E1C"/>
    <w:rsid w:val="00BD3E99"/>
    <w:rsid w:val="00BE030D"/>
    <w:rsid w:val="00BE08D7"/>
    <w:rsid w:val="00BE27DB"/>
    <w:rsid w:val="00BE3C6F"/>
    <w:rsid w:val="00BE4217"/>
    <w:rsid w:val="00BE675D"/>
    <w:rsid w:val="00BE6F8E"/>
    <w:rsid w:val="00BE7129"/>
    <w:rsid w:val="00BE7991"/>
    <w:rsid w:val="00BE7B18"/>
    <w:rsid w:val="00BF1129"/>
    <w:rsid w:val="00BF2F22"/>
    <w:rsid w:val="00BF583D"/>
    <w:rsid w:val="00BF59BA"/>
    <w:rsid w:val="00BF7EE9"/>
    <w:rsid w:val="00C00400"/>
    <w:rsid w:val="00C00B8E"/>
    <w:rsid w:val="00C023B7"/>
    <w:rsid w:val="00C02E7F"/>
    <w:rsid w:val="00C04236"/>
    <w:rsid w:val="00C05437"/>
    <w:rsid w:val="00C10296"/>
    <w:rsid w:val="00C10313"/>
    <w:rsid w:val="00C1105B"/>
    <w:rsid w:val="00C114B8"/>
    <w:rsid w:val="00C1289E"/>
    <w:rsid w:val="00C1366D"/>
    <w:rsid w:val="00C13C77"/>
    <w:rsid w:val="00C157BA"/>
    <w:rsid w:val="00C1701F"/>
    <w:rsid w:val="00C24E0B"/>
    <w:rsid w:val="00C25535"/>
    <w:rsid w:val="00C25776"/>
    <w:rsid w:val="00C25B2B"/>
    <w:rsid w:val="00C266C8"/>
    <w:rsid w:val="00C34230"/>
    <w:rsid w:val="00C34BA0"/>
    <w:rsid w:val="00C34C8B"/>
    <w:rsid w:val="00C35800"/>
    <w:rsid w:val="00C35DEA"/>
    <w:rsid w:val="00C36220"/>
    <w:rsid w:val="00C376F2"/>
    <w:rsid w:val="00C3772C"/>
    <w:rsid w:val="00C37AFF"/>
    <w:rsid w:val="00C37E1C"/>
    <w:rsid w:val="00C40F32"/>
    <w:rsid w:val="00C41BDB"/>
    <w:rsid w:val="00C422FE"/>
    <w:rsid w:val="00C459D5"/>
    <w:rsid w:val="00C45C4F"/>
    <w:rsid w:val="00C4651D"/>
    <w:rsid w:val="00C467DA"/>
    <w:rsid w:val="00C46A08"/>
    <w:rsid w:val="00C5168D"/>
    <w:rsid w:val="00C54940"/>
    <w:rsid w:val="00C54AD2"/>
    <w:rsid w:val="00C5615B"/>
    <w:rsid w:val="00C60140"/>
    <w:rsid w:val="00C63747"/>
    <w:rsid w:val="00C639D8"/>
    <w:rsid w:val="00C63FB6"/>
    <w:rsid w:val="00C64770"/>
    <w:rsid w:val="00C6667F"/>
    <w:rsid w:val="00C66A8B"/>
    <w:rsid w:val="00C67F72"/>
    <w:rsid w:val="00C70651"/>
    <w:rsid w:val="00C80601"/>
    <w:rsid w:val="00C81227"/>
    <w:rsid w:val="00C814B1"/>
    <w:rsid w:val="00C81D92"/>
    <w:rsid w:val="00C85323"/>
    <w:rsid w:val="00C85D98"/>
    <w:rsid w:val="00C87C87"/>
    <w:rsid w:val="00C904C4"/>
    <w:rsid w:val="00C90D8F"/>
    <w:rsid w:val="00C90DD8"/>
    <w:rsid w:val="00C92787"/>
    <w:rsid w:val="00C92D9C"/>
    <w:rsid w:val="00C93675"/>
    <w:rsid w:val="00C93F50"/>
    <w:rsid w:val="00C94087"/>
    <w:rsid w:val="00C96E2C"/>
    <w:rsid w:val="00C96FA6"/>
    <w:rsid w:val="00C96FF6"/>
    <w:rsid w:val="00C97177"/>
    <w:rsid w:val="00CA0CBB"/>
    <w:rsid w:val="00CA1713"/>
    <w:rsid w:val="00CA1B46"/>
    <w:rsid w:val="00CA22D9"/>
    <w:rsid w:val="00CA3860"/>
    <w:rsid w:val="00CA6E4B"/>
    <w:rsid w:val="00CA773A"/>
    <w:rsid w:val="00CA7AA0"/>
    <w:rsid w:val="00CB1665"/>
    <w:rsid w:val="00CB27F3"/>
    <w:rsid w:val="00CB4575"/>
    <w:rsid w:val="00CB658B"/>
    <w:rsid w:val="00CC0AE5"/>
    <w:rsid w:val="00CC1C18"/>
    <w:rsid w:val="00CC26D9"/>
    <w:rsid w:val="00CC5E24"/>
    <w:rsid w:val="00CC652C"/>
    <w:rsid w:val="00CC67AE"/>
    <w:rsid w:val="00CC6AF9"/>
    <w:rsid w:val="00CC7F0E"/>
    <w:rsid w:val="00CD05C2"/>
    <w:rsid w:val="00CD2D0E"/>
    <w:rsid w:val="00CD3920"/>
    <w:rsid w:val="00CD3E06"/>
    <w:rsid w:val="00CD4C4C"/>
    <w:rsid w:val="00CD5EEE"/>
    <w:rsid w:val="00CD6A49"/>
    <w:rsid w:val="00CD7062"/>
    <w:rsid w:val="00CE17BA"/>
    <w:rsid w:val="00CE1982"/>
    <w:rsid w:val="00CE2B31"/>
    <w:rsid w:val="00CE3844"/>
    <w:rsid w:val="00CE5A1C"/>
    <w:rsid w:val="00CE61F9"/>
    <w:rsid w:val="00CE7316"/>
    <w:rsid w:val="00CF012E"/>
    <w:rsid w:val="00CF02B4"/>
    <w:rsid w:val="00CF09A7"/>
    <w:rsid w:val="00CF1651"/>
    <w:rsid w:val="00CF619A"/>
    <w:rsid w:val="00CF6924"/>
    <w:rsid w:val="00D004FE"/>
    <w:rsid w:val="00D00C87"/>
    <w:rsid w:val="00D012B6"/>
    <w:rsid w:val="00D01AB8"/>
    <w:rsid w:val="00D02285"/>
    <w:rsid w:val="00D02930"/>
    <w:rsid w:val="00D05A6C"/>
    <w:rsid w:val="00D06433"/>
    <w:rsid w:val="00D06D8A"/>
    <w:rsid w:val="00D071F6"/>
    <w:rsid w:val="00D1171A"/>
    <w:rsid w:val="00D140F4"/>
    <w:rsid w:val="00D1556E"/>
    <w:rsid w:val="00D21EE3"/>
    <w:rsid w:val="00D2227B"/>
    <w:rsid w:val="00D22CA8"/>
    <w:rsid w:val="00D22DDB"/>
    <w:rsid w:val="00D250DE"/>
    <w:rsid w:val="00D258BA"/>
    <w:rsid w:val="00D26939"/>
    <w:rsid w:val="00D27B75"/>
    <w:rsid w:val="00D30345"/>
    <w:rsid w:val="00D30554"/>
    <w:rsid w:val="00D30E4C"/>
    <w:rsid w:val="00D32690"/>
    <w:rsid w:val="00D32D00"/>
    <w:rsid w:val="00D33DCC"/>
    <w:rsid w:val="00D34ED7"/>
    <w:rsid w:val="00D35622"/>
    <w:rsid w:val="00D36303"/>
    <w:rsid w:val="00D36E9D"/>
    <w:rsid w:val="00D4138D"/>
    <w:rsid w:val="00D44AFF"/>
    <w:rsid w:val="00D46986"/>
    <w:rsid w:val="00D479CE"/>
    <w:rsid w:val="00D50AEA"/>
    <w:rsid w:val="00D51056"/>
    <w:rsid w:val="00D5151B"/>
    <w:rsid w:val="00D53FCB"/>
    <w:rsid w:val="00D541AC"/>
    <w:rsid w:val="00D57A62"/>
    <w:rsid w:val="00D57C90"/>
    <w:rsid w:val="00D607EF"/>
    <w:rsid w:val="00D6118E"/>
    <w:rsid w:val="00D63B1E"/>
    <w:rsid w:val="00D642D8"/>
    <w:rsid w:val="00D650D1"/>
    <w:rsid w:val="00D65A9F"/>
    <w:rsid w:val="00D66CC9"/>
    <w:rsid w:val="00D70284"/>
    <w:rsid w:val="00D70A87"/>
    <w:rsid w:val="00D710AB"/>
    <w:rsid w:val="00D71288"/>
    <w:rsid w:val="00D72DFC"/>
    <w:rsid w:val="00D73776"/>
    <w:rsid w:val="00D73F28"/>
    <w:rsid w:val="00D75AB4"/>
    <w:rsid w:val="00D75CC7"/>
    <w:rsid w:val="00D75EC0"/>
    <w:rsid w:val="00D76668"/>
    <w:rsid w:val="00D775E0"/>
    <w:rsid w:val="00D77B4E"/>
    <w:rsid w:val="00D80CF3"/>
    <w:rsid w:val="00D80F3E"/>
    <w:rsid w:val="00D8196D"/>
    <w:rsid w:val="00D81A57"/>
    <w:rsid w:val="00D8285C"/>
    <w:rsid w:val="00D82F60"/>
    <w:rsid w:val="00D846CD"/>
    <w:rsid w:val="00D84A7F"/>
    <w:rsid w:val="00D84FA1"/>
    <w:rsid w:val="00D87017"/>
    <w:rsid w:val="00D87759"/>
    <w:rsid w:val="00D9062C"/>
    <w:rsid w:val="00D90F52"/>
    <w:rsid w:val="00D91313"/>
    <w:rsid w:val="00D91AFD"/>
    <w:rsid w:val="00D940AB"/>
    <w:rsid w:val="00D94610"/>
    <w:rsid w:val="00D95CB5"/>
    <w:rsid w:val="00D95CEA"/>
    <w:rsid w:val="00D95D24"/>
    <w:rsid w:val="00DA287A"/>
    <w:rsid w:val="00DA3D44"/>
    <w:rsid w:val="00DA459A"/>
    <w:rsid w:val="00DA5197"/>
    <w:rsid w:val="00DA594D"/>
    <w:rsid w:val="00DA5A1A"/>
    <w:rsid w:val="00DA5E42"/>
    <w:rsid w:val="00DA6E52"/>
    <w:rsid w:val="00DA7702"/>
    <w:rsid w:val="00DB19AA"/>
    <w:rsid w:val="00DB2DE1"/>
    <w:rsid w:val="00DB3657"/>
    <w:rsid w:val="00DB7889"/>
    <w:rsid w:val="00DC0909"/>
    <w:rsid w:val="00DC17F7"/>
    <w:rsid w:val="00DC2C3D"/>
    <w:rsid w:val="00DC2CD5"/>
    <w:rsid w:val="00DC3C57"/>
    <w:rsid w:val="00DC6651"/>
    <w:rsid w:val="00DC7B14"/>
    <w:rsid w:val="00DD026B"/>
    <w:rsid w:val="00DD094D"/>
    <w:rsid w:val="00DD0DD9"/>
    <w:rsid w:val="00DD322B"/>
    <w:rsid w:val="00DD53A3"/>
    <w:rsid w:val="00DD5AA3"/>
    <w:rsid w:val="00DD7394"/>
    <w:rsid w:val="00DD7C48"/>
    <w:rsid w:val="00DE03F4"/>
    <w:rsid w:val="00DE1606"/>
    <w:rsid w:val="00DE1681"/>
    <w:rsid w:val="00DE170C"/>
    <w:rsid w:val="00DE1D8B"/>
    <w:rsid w:val="00DE34E5"/>
    <w:rsid w:val="00DE39D0"/>
    <w:rsid w:val="00DF0571"/>
    <w:rsid w:val="00DF1566"/>
    <w:rsid w:val="00DF2D31"/>
    <w:rsid w:val="00DF37AD"/>
    <w:rsid w:val="00DF380F"/>
    <w:rsid w:val="00DF390B"/>
    <w:rsid w:val="00DF4D59"/>
    <w:rsid w:val="00DF5AD9"/>
    <w:rsid w:val="00DF636F"/>
    <w:rsid w:val="00E01366"/>
    <w:rsid w:val="00E0272E"/>
    <w:rsid w:val="00E02ACF"/>
    <w:rsid w:val="00E05A25"/>
    <w:rsid w:val="00E067F7"/>
    <w:rsid w:val="00E0701A"/>
    <w:rsid w:val="00E1001C"/>
    <w:rsid w:val="00E10C83"/>
    <w:rsid w:val="00E12F10"/>
    <w:rsid w:val="00E131AE"/>
    <w:rsid w:val="00E145F0"/>
    <w:rsid w:val="00E15D09"/>
    <w:rsid w:val="00E16B10"/>
    <w:rsid w:val="00E2103F"/>
    <w:rsid w:val="00E21427"/>
    <w:rsid w:val="00E232A6"/>
    <w:rsid w:val="00E23BCF"/>
    <w:rsid w:val="00E26219"/>
    <w:rsid w:val="00E26386"/>
    <w:rsid w:val="00E27087"/>
    <w:rsid w:val="00E27D00"/>
    <w:rsid w:val="00E319F5"/>
    <w:rsid w:val="00E31F88"/>
    <w:rsid w:val="00E327A4"/>
    <w:rsid w:val="00E3385F"/>
    <w:rsid w:val="00E3396C"/>
    <w:rsid w:val="00E3470E"/>
    <w:rsid w:val="00E359E9"/>
    <w:rsid w:val="00E35B0B"/>
    <w:rsid w:val="00E371B2"/>
    <w:rsid w:val="00E42188"/>
    <w:rsid w:val="00E42A9C"/>
    <w:rsid w:val="00E44F6F"/>
    <w:rsid w:val="00E45491"/>
    <w:rsid w:val="00E46870"/>
    <w:rsid w:val="00E46B48"/>
    <w:rsid w:val="00E4714D"/>
    <w:rsid w:val="00E50243"/>
    <w:rsid w:val="00E51546"/>
    <w:rsid w:val="00E51614"/>
    <w:rsid w:val="00E51A62"/>
    <w:rsid w:val="00E52154"/>
    <w:rsid w:val="00E521A7"/>
    <w:rsid w:val="00E528B2"/>
    <w:rsid w:val="00E61A8E"/>
    <w:rsid w:val="00E623F2"/>
    <w:rsid w:val="00E627DA"/>
    <w:rsid w:val="00E634EA"/>
    <w:rsid w:val="00E63A06"/>
    <w:rsid w:val="00E64E36"/>
    <w:rsid w:val="00E65677"/>
    <w:rsid w:val="00E66D61"/>
    <w:rsid w:val="00E67E0C"/>
    <w:rsid w:val="00E703DB"/>
    <w:rsid w:val="00E706BB"/>
    <w:rsid w:val="00E70DF4"/>
    <w:rsid w:val="00E72C84"/>
    <w:rsid w:val="00E73932"/>
    <w:rsid w:val="00E75155"/>
    <w:rsid w:val="00E75255"/>
    <w:rsid w:val="00E77488"/>
    <w:rsid w:val="00E777C6"/>
    <w:rsid w:val="00E80D40"/>
    <w:rsid w:val="00E81074"/>
    <w:rsid w:val="00E82259"/>
    <w:rsid w:val="00E83159"/>
    <w:rsid w:val="00E84635"/>
    <w:rsid w:val="00E87723"/>
    <w:rsid w:val="00E879AF"/>
    <w:rsid w:val="00E87DC0"/>
    <w:rsid w:val="00E90DD5"/>
    <w:rsid w:val="00E90FA4"/>
    <w:rsid w:val="00E91955"/>
    <w:rsid w:val="00E91A71"/>
    <w:rsid w:val="00E92137"/>
    <w:rsid w:val="00E923C3"/>
    <w:rsid w:val="00E939B1"/>
    <w:rsid w:val="00E95424"/>
    <w:rsid w:val="00E96E5B"/>
    <w:rsid w:val="00EA0326"/>
    <w:rsid w:val="00EA272E"/>
    <w:rsid w:val="00EA339D"/>
    <w:rsid w:val="00EA6DD6"/>
    <w:rsid w:val="00EB0CB1"/>
    <w:rsid w:val="00EB2A18"/>
    <w:rsid w:val="00EB486C"/>
    <w:rsid w:val="00EB486D"/>
    <w:rsid w:val="00EB4B21"/>
    <w:rsid w:val="00EB763F"/>
    <w:rsid w:val="00EC052C"/>
    <w:rsid w:val="00EC1201"/>
    <w:rsid w:val="00EC1595"/>
    <w:rsid w:val="00EC2518"/>
    <w:rsid w:val="00EC25BD"/>
    <w:rsid w:val="00EC3E1F"/>
    <w:rsid w:val="00EC4585"/>
    <w:rsid w:val="00EC54EB"/>
    <w:rsid w:val="00EC5D28"/>
    <w:rsid w:val="00EC6DBC"/>
    <w:rsid w:val="00ED154C"/>
    <w:rsid w:val="00ED2464"/>
    <w:rsid w:val="00ED251F"/>
    <w:rsid w:val="00ED3052"/>
    <w:rsid w:val="00ED715F"/>
    <w:rsid w:val="00EE0E5A"/>
    <w:rsid w:val="00EE2BC5"/>
    <w:rsid w:val="00EE5ECC"/>
    <w:rsid w:val="00EE6344"/>
    <w:rsid w:val="00EF1E8C"/>
    <w:rsid w:val="00EF2A15"/>
    <w:rsid w:val="00EF2A41"/>
    <w:rsid w:val="00EF569C"/>
    <w:rsid w:val="00EF5E1F"/>
    <w:rsid w:val="00EF61A3"/>
    <w:rsid w:val="00EF65DB"/>
    <w:rsid w:val="00EF769E"/>
    <w:rsid w:val="00EF7C8D"/>
    <w:rsid w:val="00F012CB"/>
    <w:rsid w:val="00F01758"/>
    <w:rsid w:val="00F01CC8"/>
    <w:rsid w:val="00F025AB"/>
    <w:rsid w:val="00F04A1A"/>
    <w:rsid w:val="00F05880"/>
    <w:rsid w:val="00F05BEC"/>
    <w:rsid w:val="00F06092"/>
    <w:rsid w:val="00F06B10"/>
    <w:rsid w:val="00F10922"/>
    <w:rsid w:val="00F109D1"/>
    <w:rsid w:val="00F11703"/>
    <w:rsid w:val="00F11F5E"/>
    <w:rsid w:val="00F14233"/>
    <w:rsid w:val="00F153A6"/>
    <w:rsid w:val="00F156D1"/>
    <w:rsid w:val="00F15A71"/>
    <w:rsid w:val="00F1637F"/>
    <w:rsid w:val="00F17485"/>
    <w:rsid w:val="00F17C81"/>
    <w:rsid w:val="00F17FFD"/>
    <w:rsid w:val="00F20B9E"/>
    <w:rsid w:val="00F24EB5"/>
    <w:rsid w:val="00F255B4"/>
    <w:rsid w:val="00F25D17"/>
    <w:rsid w:val="00F260BE"/>
    <w:rsid w:val="00F262EE"/>
    <w:rsid w:val="00F279ED"/>
    <w:rsid w:val="00F27B4E"/>
    <w:rsid w:val="00F31496"/>
    <w:rsid w:val="00F31A9B"/>
    <w:rsid w:val="00F33EB0"/>
    <w:rsid w:val="00F3433E"/>
    <w:rsid w:val="00F345E1"/>
    <w:rsid w:val="00F36398"/>
    <w:rsid w:val="00F37831"/>
    <w:rsid w:val="00F4298D"/>
    <w:rsid w:val="00F443FD"/>
    <w:rsid w:val="00F44DC1"/>
    <w:rsid w:val="00F45433"/>
    <w:rsid w:val="00F4774A"/>
    <w:rsid w:val="00F47DA3"/>
    <w:rsid w:val="00F5050A"/>
    <w:rsid w:val="00F50549"/>
    <w:rsid w:val="00F52931"/>
    <w:rsid w:val="00F52D9A"/>
    <w:rsid w:val="00F53D86"/>
    <w:rsid w:val="00F54B31"/>
    <w:rsid w:val="00F55CA1"/>
    <w:rsid w:val="00F56611"/>
    <w:rsid w:val="00F56DDA"/>
    <w:rsid w:val="00F579E2"/>
    <w:rsid w:val="00F62191"/>
    <w:rsid w:val="00F62C18"/>
    <w:rsid w:val="00F62E43"/>
    <w:rsid w:val="00F63B4A"/>
    <w:rsid w:val="00F6420E"/>
    <w:rsid w:val="00F6590C"/>
    <w:rsid w:val="00F668EB"/>
    <w:rsid w:val="00F70C3B"/>
    <w:rsid w:val="00F712D8"/>
    <w:rsid w:val="00F73332"/>
    <w:rsid w:val="00F73BCC"/>
    <w:rsid w:val="00F7509B"/>
    <w:rsid w:val="00F76259"/>
    <w:rsid w:val="00F7781F"/>
    <w:rsid w:val="00F810E3"/>
    <w:rsid w:val="00F811E2"/>
    <w:rsid w:val="00F813E5"/>
    <w:rsid w:val="00F815F0"/>
    <w:rsid w:val="00F81820"/>
    <w:rsid w:val="00F82A9B"/>
    <w:rsid w:val="00F82D05"/>
    <w:rsid w:val="00F8321B"/>
    <w:rsid w:val="00F84121"/>
    <w:rsid w:val="00F92DE5"/>
    <w:rsid w:val="00F94A4A"/>
    <w:rsid w:val="00F95340"/>
    <w:rsid w:val="00FA0AEC"/>
    <w:rsid w:val="00FA1178"/>
    <w:rsid w:val="00FA3F3B"/>
    <w:rsid w:val="00FA4469"/>
    <w:rsid w:val="00FA4CDB"/>
    <w:rsid w:val="00FA737F"/>
    <w:rsid w:val="00FA7E53"/>
    <w:rsid w:val="00FB0740"/>
    <w:rsid w:val="00FB0B85"/>
    <w:rsid w:val="00FB1557"/>
    <w:rsid w:val="00FB4E29"/>
    <w:rsid w:val="00FB4FD0"/>
    <w:rsid w:val="00FB6D35"/>
    <w:rsid w:val="00FC1FE5"/>
    <w:rsid w:val="00FC39B9"/>
    <w:rsid w:val="00FC40CC"/>
    <w:rsid w:val="00FC62B5"/>
    <w:rsid w:val="00FC6A1E"/>
    <w:rsid w:val="00FD0BC1"/>
    <w:rsid w:val="00FD113F"/>
    <w:rsid w:val="00FD28F8"/>
    <w:rsid w:val="00FD3301"/>
    <w:rsid w:val="00FD411A"/>
    <w:rsid w:val="00FD5BD1"/>
    <w:rsid w:val="00FD5EE6"/>
    <w:rsid w:val="00FD6939"/>
    <w:rsid w:val="00FD726D"/>
    <w:rsid w:val="00FE0018"/>
    <w:rsid w:val="00FE0568"/>
    <w:rsid w:val="00FE1E7C"/>
    <w:rsid w:val="00FE51D0"/>
    <w:rsid w:val="00FE5659"/>
    <w:rsid w:val="00FE7D23"/>
    <w:rsid w:val="00FF23A9"/>
    <w:rsid w:val="00FF2D98"/>
    <w:rsid w:val="00FF5B27"/>
    <w:rsid w:val="00FF64BA"/>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1E1740"/>
  <w15:docId w15:val="{7E893F68-8C07-4C41-8883-10840A62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F36"/>
    <w:pPr>
      <w:spacing w:after="160" w:line="259" w:lineRule="auto"/>
    </w:pPr>
    <w:rPr>
      <w:rFonts w:ascii="Segoe UI" w:hAnsi="Segoe UI"/>
      <w:color w:val="484848"/>
    </w:rPr>
  </w:style>
  <w:style w:type="paragraph" w:styleId="Heading1">
    <w:name w:val="heading 1"/>
    <w:basedOn w:val="Normal"/>
    <w:next w:val="Normal"/>
    <w:link w:val="Heading1Char"/>
    <w:uiPriority w:val="9"/>
    <w:qFormat/>
    <w:rsid w:val="00176F36"/>
    <w:pPr>
      <w:keepNext/>
      <w:keepLines/>
      <w:spacing w:before="360" w:after="80"/>
      <w:outlineLvl w:val="0"/>
    </w:pPr>
    <w:rPr>
      <w:rFonts w:ascii="Segoe UI Semilight" w:eastAsiaTheme="majorEastAsia" w:hAnsi="Segoe UI Semilight" w:cs="Segoe UI Semilight"/>
      <w:bCs/>
      <w:color w:val="107C10"/>
      <w:sz w:val="36"/>
      <w:szCs w:val="28"/>
    </w:rPr>
  </w:style>
  <w:style w:type="paragraph" w:styleId="Heading2">
    <w:name w:val="heading 2"/>
    <w:basedOn w:val="Normal"/>
    <w:next w:val="Normal"/>
    <w:link w:val="Heading2Char"/>
    <w:uiPriority w:val="9"/>
    <w:unhideWhenUsed/>
    <w:qFormat/>
    <w:rsid w:val="00176F36"/>
    <w:pPr>
      <w:keepNext/>
      <w:keepLines/>
      <w:spacing w:before="360" w:after="80"/>
      <w:outlineLvl w:val="1"/>
    </w:pPr>
    <w:rPr>
      <w:rFonts w:ascii="Segoe UI Semilight" w:eastAsiaTheme="majorEastAsia" w:hAnsi="Segoe UI Semilight" w:cs="Segoe UI Semilight"/>
      <w:bCs/>
      <w:color w:val="107C10"/>
      <w:sz w:val="32"/>
      <w:szCs w:val="26"/>
    </w:rPr>
  </w:style>
  <w:style w:type="paragraph" w:styleId="Heading3">
    <w:name w:val="heading 3"/>
    <w:basedOn w:val="Normal"/>
    <w:next w:val="Normal"/>
    <w:link w:val="Heading3Char"/>
    <w:uiPriority w:val="9"/>
    <w:unhideWhenUsed/>
    <w:qFormat/>
    <w:rsid w:val="00176F36"/>
    <w:pPr>
      <w:keepNext/>
      <w:keepLines/>
      <w:spacing w:before="280" w:after="80"/>
      <w:outlineLvl w:val="2"/>
    </w:pPr>
    <w:rPr>
      <w:rFonts w:ascii="Segoe UI Semilight" w:eastAsiaTheme="majorEastAsia" w:hAnsi="Segoe UI Semilight" w:cs="Segoe UI Semilight"/>
      <w:bCs/>
      <w:color w:val="107C10"/>
      <w:sz w:val="28"/>
    </w:rPr>
  </w:style>
  <w:style w:type="paragraph" w:styleId="Heading4">
    <w:name w:val="heading 4"/>
    <w:next w:val="Normal"/>
    <w:link w:val="Heading4Char"/>
    <w:uiPriority w:val="9"/>
    <w:unhideWhenUsed/>
    <w:qFormat/>
    <w:rsid w:val="00176F36"/>
    <w:pPr>
      <w:keepNext/>
      <w:keepLines/>
      <w:spacing w:before="280" w:after="80" w:line="259" w:lineRule="auto"/>
      <w:ind w:left="720"/>
      <w:outlineLvl w:val="3"/>
    </w:pPr>
    <w:rPr>
      <w:rFonts w:ascii="Segoe UI Semilight" w:eastAsiaTheme="majorEastAsia" w:hAnsi="Segoe UI Semilight" w:cs="Segoe UI Semilight"/>
      <w:bCs/>
      <w:iCs/>
      <w:color w:val="107C10"/>
      <w:spacing w:val="6"/>
      <w:sz w:val="24"/>
    </w:rPr>
  </w:style>
  <w:style w:type="paragraph" w:styleId="Heading5">
    <w:name w:val="heading 5"/>
    <w:basedOn w:val="Normal"/>
    <w:next w:val="Normal"/>
    <w:link w:val="Heading5Char"/>
    <w:uiPriority w:val="9"/>
    <w:unhideWhenUsed/>
    <w:rsid w:val="00176F36"/>
    <w:pPr>
      <w:keepNext/>
      <w:keepLines/>
      <w:spacing w:before="280" w:after="80"/>
      <w:ind w:left="720"/>
      <w:outlineLvl w:val="4"/>
    </w:pPr>
    <w:rPr>
      <w:rFonts w:ascii="Calibri" w:eastAsiaTheme="majorEastAsia" w:hAnsi="Calibri" w:cstheme="majorBidi"/>
      <w:i/>
      <w:color w:val="698DC3"/>
      <w:spacing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6F36"/>
    <w:rPr>
      <w:rFonts w:ascii="Segoe UI Semilight" w:eastAsiaTheme="majorEastAsia" w:hAnsi="Segoe UI Semilight" w:cs="Segoe UI Semilight"/>
      <w:bCs/>
      <w:color w:val="107C10"/>
      <w:sz w:val="32"/>
      <w:szCs w:val="26"/>
    </w:rPr>
  </w:style>
  <w:style w:type="character" w:customStyle="1" w:styleId="Heading1Char">
    <w:name w:val="Heading 1 Char"/>
    <w:basedOn w:val="DefaultParagraphFont"/>
    <w:link w:val="Heading1"/>
    <w:uiPriority w:val="9"/>
    <w:rsid w:val="00176F36"/>
    <w:rPr>
      <w:rFonts w:ascii="Segoe UI Semilight" w:eastAsiaTheme="majorEastAsia" w:hAnsi="Segoe UI Semilight" w:cs="Segoe UI Semilight"/>
      <w:bCs/>
      <w:color w:val="107C10"/>
      <w:sz w:val="36"/>
      <w:szCs w:val="28"/>
    </w:rPr>
  </w:style>
  <w:style w:type="paragraph" w:customStyle="1" w:styleId="Byline">
    <w:name w:val="Byline"/>
    <w:qFormat/>
    <w:rsid w:val="00176F36"/>
    <w:pPr>
      <w:spacing w:after="0" w:line="259" w:lineRule="auto"/>
    </w:pPr>
    <w:rPr>
      <w:rFonts w:ascii="Segoe UI" w:hAnsi="Segoe UI"/>
      <w:i/>
      <w:color w:val="484848"/>
    </w:rPr>
  </w:style>
  <w:style w:type="table" w:customStyle="1" w:styleId="GridTable5Dark-Accent11">
    <w:name w:val="Grid Table 5 Dark - Accent 11"/>
    <w:basedOn w:val="TableNormal"/>
    <w:uiPriority w:val="50"/>
    <w:rsid w:val="00D36E9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Tablebody">
    <w:name w:val="Table body"/>
    <w:basedOn w:val="Normal"/>
    <w:qFormat/>
    <w:rsid w:val="00176F36"/>
    <w:pPr>
      <w:spacing w:before="40" w:after="120" w:line="240" w:lineRule="auto"/>
    </w:pPr>
    <w:rPr>
      <w:sz w:val="20"/>
    </w:rPr>
  </w:style>
  <w:style w:type="paragraph" w:customStyle="1" w:styleId="TableFiguretitle">
    <w:name w:val="Table/Figure title"/>
    <w:qFormat/>
    <w:rsid w:val="00176F36"/>
    <w:pPr>
      <w:keepNext/>
      <w:spacing w:before="240" w:after="120" w:line="240" w:lineRule="auto"/>
    </w:pPr>
    <w:rPr>
      <w:rFonts w:ascii="Segoe UI" w:hAnsi="Segoe UI" w:cs="Arial"/>
      <w:b/>
      <w:bCs/>
      <w:color w:val="484848"/>
      <w:sz w:val="18"/>
      <w:szCs w:val="16"/>
    </w:rPr>
  </w:style>
  <w:style w:type="paragraph" w:customStyle="1" w:styleId="Code">
    <w:name w:val="Code"/>
    <w:aliases w:val="preformatted text"/>
    <w:basedOn w:val="Normal"/>
    <w:next w:val="Normal"/>
    <w:qFormat/>
    <w:rsid w:val="00176F36"/>
    <w:pPr>
      <w:spacing w:before="100" w:beforeAutospacing="1" w:after="100" w:afterAutospacing="1" w:line="300" w:lineRule="exact"/>
      <w:ind w:left="720"/>
      <w:contextualSpacing/>
    </w:pPr>
    <w:rPr>
      <w:rFonts w:ascii="Lucida Console" w:eastAsia="MS Mincho" w:hAnsi="Lucida Console" w:cs="Times New Roman"/>
      <w:noProof/>
      <w:color w:val="993300"/>
      <w:sz w:val="18"/>
      <w:szCs w:val="16"/>
      <w:lang w:eastAsia="ja-JP"/>
    </w:rPr>
  </w:style>
  <w:style w:type="paragraph" w:customStyle="1" w:styleId="Bulletlistparagraph">
    <w:name w:val="Bullet list paragraph"/>
    <w:basedOn w:val="ListParagraph"/>
    <w:link w:val="BulletlistparagraphChar"/>
    <w:rsid w:val="00176F36"/>
    <w:pPr>
      <w:numPr>
        <w:numId w:val="20"/>
      </w:numPr>
      <w:spacing w:before="105"/>
      <w:ind w:left="1080" w:hanging="360"/>
      <w:contextualSpacing w:val="0"/>
    </w:pPr>
  </w:style>
  <w:style w:type="character" w:customStyle="1" w:styleId="BulletlistparagraphChar">
    <w:name w:val="Bullet list paragraph Char"/>
    <w:basedOn w:val="ListParagraphChar"/>
    <w:link w:val="Bulletlistparagraph"/>
    <w:rsid w:val="00176F36"/>
    <w:rPr>
      <w:rFonts w:ascii="Segoe UI" w:hAnsi="Segoe UI"/>
      <w:color w:val="484848"/>
    </w:rPr>
  </w:style>
  <w:style w:type="paragraph" w:styleId="ListParagraph">
    <w:name w:val="List Paragraph"/>
    <w:basedOn w:val="Normal"/>
    <w:link w:val="ListParagraphChar"/>
    <w:uiPriority w:val="34"/>
    <w:rsid w:val="00176F36"/>
    <w:pPr>
      <w:ind w:left="720"/>
      <w:contextualSpacing/>
    </w:pPr>
  </w:style>
  <w:style w:type="paragraph" w:customStyle="1" w:styleId="Singledigitnumberlistparagraph">
    <w:name w:val="Single digit number list paragraph"/>
    <w:basedOn w:val="ListParagraph"/>
    <w:link w:val="SingledigitnumberlistparagraphChar"/>
    <w:rsid w:val="00176F36"/>
    <w:pPr>
      <w:numPr>
        <w:numId w:val="2"/>
      </w:numPr>
    </w:pPr>
  </w:style>
  <w:style w:type="character" w:customStyle="1" w:styleId="SingledigitnumberlistparagraphChar">
    <w:name w:val="Single digit number list paragraph Char"/>
    <w:basedOn w:val="ListParagraphChar"/>
    <w:link w:val="Singledigitnumberlistparagraph"/>
    <w:rsid w:val="00176F36"/>
    <w:rPr>
      <w:rFonts w:ascii="Segoe UI" w:hAnsi="Segoe UI"/>
      <w:color w:val="484848"/>
    </w:rPr>
  </w:style>
  <w:style w:type="paragraph" w:customStyle="1" w:styleId="Twodigitnumberlistparagraph">
    <w:name w:val="Two digit number list paragraph"/>
    <w:basedOn w:val="ListParagraph"/>
    <w:link w:val="TwodigitnumberlistparagraphChar"/>
    <w:qFormat/>
    <w:rsid w:val="001A6D6D"/>
    <w:pPr>
      <w:ind w:left="936" w:hanging="216"/>
    </w:pPr>
  </w:style>
  <w:style w:type="character" w:customStyle="1" w:styleId="TwodigitnumberlistparagraphChar">
    <w:name w:val="Two digit number list paragraph Char"/>
    <w:basedOn w:val="ListParagraphChar"/>
    <w:link w:val="Twodigitnumberlistparagraph"/>
    <w:rsid w:val="001A6D6D"/>
    <w:rPr>
      <w:rFonts w:ascii="Segoe UI" w:hAnsi="Segoe UI"/>
      <w:color w:val="484848"/>
      <w:sz w:val="20"/>
    </w:rPr>
  </w:style>
  <w:style w:type="paragraph" w:customStyle="1" w:styleId="AbstractHeading">
    <w:name w:val="Abstract Heading"/>
    <w:link w:val="AbstractHeadingChar"/>
    <w:qFormat/>
    <w:rsid w:val="00176F36"/>
    <w:pPr>
      <w:spacing w:before="600" w:after="160" w:line="259" w:lineRule="auto"/>
    </w:pPr>
    <w:rPr>
      <w:rFonts w:ascii="Segoe UI Semilight" w:eastAsiaTheme="majorEastAsia" w:hAnsi="Segoe UI Semilight" w:cstheme="majorBidi"/>
      <w:bCs/>
      <w:color w:val="107C10"/>
      <w:sz w:val="36"/>
      <w:szCs w:val="28"/>
    </w:rPr>
  </w:style>
  <w:style w:type="character" w:customStyle="1" w:styleId="AbstractHeadingChar">
    <w:name w:val="Abstract Heading Char"/>
    <w:basedOn w:val="Heading1Char"/>
    <w:link w:val="AbstractHeading"/>
    <w:rsid w:val="00176F36"/>
    <w:rPr>
      <w:rFonts w:ascii="Segoe UI Semilight" w:eastAsiaTheme="majorEastAsia" w:hAnsi="Segoe UI Semilight" w:cstheme="majorBidi"/>
      <w:bCs/>
      <w:color w:val="107C10"/>
      <w:sz w:val="36"/>
      <w:szCs w:val="28"/>
    </w:rPr>
  </w:style>
  <w:style w:type="paragraph" w:customStyle="1" w:styleId="Note">
    <w:name w:val="Note"/>
    <w:basedOn w:val="Normal"/>
    <w:next w:val="Normal"/>
    <w:qFormat/>
    <w:rsid w:val="00176F36"/>
    <w:pPr>
      <w:ind w:left="720" w:right="720"/>
    </w:pPr>
  </w:style>
  <w:style w:type="character" w:styleId="PlaceholderText">
    <w:name w:val="Placeholder Text"/>
    <w:basedOn w:val="DefaultParagraphFont"/>
    <w:uiPriority w:val="99"/>
    <w:semiHidden/>
    <w:rsid w:val="00176F36"/>
    <w:rPr>
      <w:color w:val="808080"/>
    </w:rPr>
  </w:style>
  <w:style w:type="character" w:customStyle="1" w:styleId="Comment">
    <w:name w:val="Comment"/>
    <w:basedOn w:val="DefaultParagraphFont"/>
    <w:uiPriority w:val="1"/>
    <w:qFormat/>
    <w:rsid w:val="001A6D6D"/>
    <w:rPr>
      <w:color w:val="006400"/>
    </w:rPr>
  </w:style>
  <w:style w:type="character" w:customStyle="1" w:styleId="Heading3Char">
    <w:name w:val="Heading 3 Char"/>
    <w:basedOn w:val="DefaultParagraphFont"/>
    <w:link w:val="Heading3"/>
    <w:uiPriority w:val="9"/>
    <w:rsid w:val="00176F36"/>
    <w:rPr>
      <w:rFonts w:ascii="Segoe UI Semilight" w:eastAsiaTheme="majorEastAsia" w:hAnsi="Segoe UI Semilight" w:cs="Segoe UI Semilight"/>
      <w:bCs/>
      <w:color w:val="107C10"/>
      <w:sz w:val="28"/>
    </w:rPr>
  </w:style>
  <w:style w:type="character" w:customStyle="1" w:styleId="Heading4Char">
    <w:name w:val="Heading 4 Char"/>
    <w:basedOn w:val="DefaultParagraphFont"/>
    <w:link w:val="Heading4"/>
    <w:uiPriority w:val="9"/>
    <w:rsid w:val="00176F36"/>
    <w:rPr>
      <w:rFonts w:ascii="Segoe UI Semilight" w:eastAsiaTheme="majorEastAsia" w:hAnsi="Segoe UI Semilight" w:cs="Segoe UI Semilight"/>
      <w:bCs/>
      <w:iCs/>
      <w:color w:val="107C10"/>
      <w:spacing w:val="6"/>
      <w:sz w:val="24"/>
    </w:rPr>
  </w:style>
  <w:style w:type="character" w:customStyle="1" w:styleId="Heading5Char">
    <w:name w:val="Heading 5 Char"/>
    <w:basedOn w:val="DefaultParagraphFont"/>
    <w:link w:val="Heading5"/>
    <w:uiPriority w:val="9"/>
    <w:rsid w:val="00176F36"/>
    <w:rPr>
      <w:rFonts w:ascii="Calibri" w:eastAsiaTheme="majorEastAsia" w:hAnsi="Calibri" w:cstheme="majorBidi"/>
      <w:i/>
      <w:color w:val="698DC3"/>
      <w:spacing w:val="6"/>
      <w:sz w:val="24"/>
    </w:rPr>
  </w:style>
  <w:style w:type="paragraph" w:styleId="Caption">
    <w:name w:val="caption"/>
    <w:basedOn w:val="Normal"/>
    <w:next w:val="Normal"/>
    <w:uiPriority w:val="35"/>
    <w:unhideWhenUsed/>
    <w:rsid w:val="00176F36"/>
    <w:pPr>
      <w:keepNext/>
      <w:spacing w:before="120" w:after="120" w:line="240" w:lineRule="auto"/>
    </w:pPr>
    <w:rPr>
      <w:rFonts w:ascii="Segoe UI Semibold" w:eastAsia="Calibri" w:hAnsi="Segoe UI Semibold" w:cs="Times New Roman"/>
      <w:bCs/>
      <w:color w:val="3A3A3A"/>
      <w:sz w:val="18"/>
      <w:szCs w:val="18"/>
    </w:rPr>
  </w:style>
  <w:style w:type="paragraph" w:styleId="Title">
    <w:name w:val="Title"/>
    <w:basedOn w:val="Normal"/>
    <w:next w:val="Normal"/>
    <w:link w:val="TitleChar"/>
    <w:uiPriority w:val="10"/>
    <w:qFormat/>
    <w:rsid w:val="00176F36"/>
    <w:pPr>
      <w:pBdr>
        <w:bottom w:val="single" w:sz="8" w:space="4" w:color="107C10"/>
      </w:pBdr>
      <w:spacing w:after="300" w:line="240" w:lineRule="auto"/>
      <w:contextualSpacing/>
    </w:pPr>
    <w:rPr>
      <w:rFonts w:ascii="Segoe UI Semilight" w:eastAsiaTheme="majorEastAsia" w:hAnsi="Segoe UI Semilight" w:cs="Segoe UI Semilight"/>
      <w:color w:val="107C10"/>
      <w:kern w:val="28"/>
      <w:sz w:val="56"/>
      <w:szCs w:val="52"/>
    </w:rPr>
  </w:style>
  <w:style w:type="character" w:customStyle="1" w:styleId="TitleChar">
    <w:name w:val="Title Char"/>
    <w:basedOn w:val="DefaultParagraphFont"/>
    <w:link w:val="Title"/>
    <w:uiPriority w:val="10"/>
    <w:rsid w:val="00176F36"/>
    <w:rPr>
      <w:rFonts w:ascii="Segoe UI Semilight" w:eastAsiaTheme="majorEastAsia" w:hAnsi="Segoe UI Semilight" w:cs="Segoe UI Semilight"/>
      <w:color w:val="107C10"/>
      <w:kern w:val="28"/>
      <w:sz w:val="56"/>
      <w:szCs w:val="52"/>
    </w:rPr>
  </w:style>
  <w:style w:type="paragraph" w:styleId="Subtitle">
    <w:name w:val="Subtitle"/>
    <w:basedOn w:val="Normal"/>
    <w:next w:val="Normal"/>
    <w:link w:val="SubtitleChar"/>
    <w:uiPriority w:val="11"/>
    <w:qFormat/>
    <w:rsid w:val="001A6D6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A6D6D"/>
    <w:rPr>
      <w:rFonts w:eastAsiaTheme="minorEastAsia"/>
      <w:color w:val="5A5A5A" w:themeColor="text1" w:themeTint="A5"/>
      <w:spacing w:val="15"/>
    </w:rPr>
  </w:style>
  <w:style w:type="character" w:styleId="Hyperlink">
    <w:name w:val="Hyperlink"/>
    <w:basedOn w:val="DefaultParagraphFont"/>
    <w:uiPriority w:val="99"/>
    <w:unhideWhenUsed/>
    <w:qFormat/>
    <w:rsid w:val="00176F36"/>
    <w:rPr>
      <w:color w:val="4067A0"/>
      <w:u w:val="none"/>
    </w:rPr>
  </w:style>
  <w:style w:type="character" w:customStyle="1" w:styleId="ListParagraphChar">
    <w:name w:val="List Paragraph Char"/>
    <w:basedOn w:val="DefaultParagraphFont"/>
    <w:link w:val="ListParagraph"/>
    <w:uiPriority w:val="34"/>
    <w:rsid w:val="00176F36"/>
    <w:rPr>
      <w:rFonts w:ascii="Segoe UI" w:hAnsi="Segoe UI"/>
      <w:color w:val="484848"/>
    </w:rPr>
  </w:style>
  <w:style w:type="paragraph" w:styleId="TOCHeading">
    <w:name w:val="TOC Heading"/>
    <w:basedOn w:val="Heading1"/>
    <w:next w:val="Normal"/>
    <w:uiPriority w:val="39"/>
    <w:unhideWhenUsed/>
    <w:qFormat/>
    <w:rsid w:val="00176F36"/>
    <w:pPr>
      <w:spacing w:after="160"/>
      <w:outlineLvl w:val="9"/>
    </w:pPr>
  </w:style>
  <w:style w:type="paragraph" w:styleId="Header">
    <w:name w:val="header"/>
    <w:basedOn w:val="Normal"/>
    <w:link w:val="HeaderChar"/>
    <w:uiPriority w:val="99"/>
    <w:unhideWhenUsed/>
    <w:rsid w:val="00176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F36"/>
    <w:rPr>
      <w:rFonts w:ascii="Segoe UI" w:hAnsi="Segoe UI"/>
      <w:color w:val="484848"/>
    </w:rPr>
  </w:style>
  <w:style w:type="paragraph" w:styleId="Footer">
    <w:name w:val="footer"/>
    <w:basedOn w:val="Normal"/>
    <w:link w:val="FooterChar"/>
    <w:uiPriority w:val="99"/>
    <w:unhideWhenUsed/>
    <w:rsid w:val="00176F36"/>
    <w:pPr>
      <w:tabs>
        <w:tab w:val="center" w:pos="4680"/>
        <w:tab w:val="right" w:pos="9360"/>
      </w:tabs>
      <w:spacing w:after="0" w:line="240" w:lineRule="auto"/>
    </w:pPr>
    <w:rPr>
      <w:sz w:val="20"/>
    </w:rPr>
  </w:style>
  <w:style w:type="character" w:customStyle="1" w:styleId="FooterChar">
    <w:name w:val="Footer Char"/>
    <w:basedOn w:val="DefaultParagraphFont"/>
    <w:link w:val="Footer"/>
    <w:uiPriority w:val="99"/>
    <w:rsid w:val="00176F36"/>
    <w:rPr>
      <w:rFonts w:ascii="Segoe UI" w:hAnsi="Segoe UI"/>
      <w:color w:val="484848"/>
      <w:sz w:val="20"/>
    </w:rPr>
  </w:style>
  <w:style w:type="table" w:styleId="TableGrid">
    <w:name w:val="Table Grid"/>
    <w:basedOn w:val="TableNormal"/>
    <w:uiPriority w:val="59"/>
    <w:rsid w:val="00176F36"/>
    <w:pPr>
      <w:spacing w:after="0" w:line="240" w:lineRule="auto"/>
    </w:pPr>
    <w:tblPr>
      <w:tblStyleRow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76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F36"/>
    <w:rPr>
      <w:rFonts w:ascii="Tahoma" w:hAnsi="Tahoma" w:cs="Tahoma"/>
      <w:color w:val="484848"/>
      <w:sz w:val="16"/>
      <w:szCs w:val="16"/>
    </w:rPr>
  </w:style>
  <w:style w:type="character" w:styleId="CommentReference">
    <w:name w:val="annotation reference"/>
    <w:basedOn w:val="DefaultParagraphFont"/>
    <w:uiPriority w:val="99"/>
    <w:semiHidden/>
    <w:unhideWhenUsed/>
    <w:rsid w:val="00176F36"/>
    <w:rPr>
      <w:sz w:val="16"/>
      <w:szCs w:val="16"/>
    </w:rPr>
  </w:style>
  <w:style w:type="paragraph" w:styleId="CommentText">
    <w:name w:val="annotation text"/>
    <w:basedOn w:val="Normal"/>
    <w:link w:val="CommentTextChar"/>
    <w:uiPriority w:val="99"/>
    <w:unhideWhenUsed/>
    <w:rsid w:val="00176F36"/>
    <w:pPr>
      <w:spacing w:line="240" w:lineRule="auto"/>
    </w:pPr>
    <w:rPr>
      <w:sz w:val="20"/>
      <w:szCs w:val="20"/>
    </w:rPr>
  </w:style>
  <w:style w:type="character" w:customStyle="1" w:styleId="CommentTextChar">
    <w:name w:val="Comment Text Char"/>
    <w:basedOn w:val="DefaultParagraphFont"/>
    <w:link w:val="CommentText"/>
    <w:uiPriority w:val="99"/>
    <w:rsid w:val="00176F36"/>
    <w:rPr>
      <w:rFonts w:ascii="Segoe UI" w:hAnsi="Segoe UI"/>
      <w:color w:val="484848"/>
      <w:sz w:val="20"/>
      <w:szCs w:val="20"/>
    </w:rPr>
  </w:style>
  <w:style w:type="paragraph" w:styleId="CommentSubject">
    <w:name w:val="annotation subject"/>
    <w:basedOn w:val="CommentText"/>
    <w:next w:val="CommentText"/>
    <w:link w:val="CommentSubjectChar"/>
    <w:uiPriority w:val="99"/>
    <w:semiHidden/>
    <w:unhideWhenUsed/>
    <w:rsid w:val="00176F36"/>
    <w:rPr>
      <w:b/>
      <w:bCs/>
    </w:rPr>
  </w:style>
  <w:style w:type="character" w:customStyle="1" w:styleId="CommentSubjectChar">
    <w:name w:val="Comment Subject Char"/>
    <w:basedOn w:val="CommentTextChar"/>
    <w:link w:val="CommentSubject"/>
    <w:uiPriority w:val="99"/>
    <w:semiHidden/>
    <w:rsid w:val="00176F36"/>
    <w:rPr>
      <w:rFonts w:ascii="Segoe UI" w:hAnsi="Segoe UI"/>
      <w:b/>
      <w:bCs/>
      <w:color w:val="484848"/>
      <w:sz w:val="20"/>
      <w:szCs w:val="20"/>
    </w:rPr>
  </w:style>
  <w:style w:type="table" w:styleId="LightList-Accent1">
    <w:name w:val="Light List Accent 1"/>
    <w:basedOn w:val="TableNormal"/>
    <w:uiPriority w:val="61"/>
    <w:rsid w:val="0089627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89627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In-lineCode">
    <w:name w:val="In-line Code"/>
    <w:basedOn w:val="HTMLCode"/>
    <w:uiPriority w:val="1"/>
    <w:qFormat/>
    <w:rsid w:val="00AA09A3"/>
    <w:rPr>
      <w:rFonts w:ascii="Lucida Console" w:hAnsi="Lucida Console" w:cs="Consolas"/>
      <w:color w:val="993300"/>
      <w:sz w:val="18"/>
      <w:szCs w:val="20"/>
    </w:rPr>
  </w:style>
  <w:style w:type="character" w:styleId="HTMLCode">
    <w:name w:val="HTML Code"/>
    <w:basedOn w:val="DefaultParagraphFont"/>
    <w:uiPriority w:val="99"/>
    <w:semiHidden/>
    <w:unhideWhenUsed/>
    <w:rsid w:val="00AA09A3"/>
    <w:rPr>
      <w:rFonts w:ascii="Consolas" w:hAnsi="Consolas" w:cs="Consolas"/>
      <w:sz w:val="20"/>
      <w:szCs w:val="20"/>
    </w:rPr>
  </w:style>
  <w:style w:type="character" w:styleId="FollowedHyperlink">
    <w:name w:val="FollowedHyperlink"/>
    <w:basedOn w:val="DefaultParagraphFont"/>
    <w:uiPriority w:val="99"/>
    <w:semiHidden/>
    <w:unhideWhenUsed/>
    <w:rsid w:val="00176F36"/>
    <w:rPr>
      <w:color w:val="800080" w:themeColor="followedHyperlink"/>
      <w:u w:val="single"/>
    </w:rPr>
  </w:style>
  <w:style w:type="paragraph" w:styleId="TOC1">
    <w:name w:val="toc 1"/>
    <w:basedOn w:val="Normal"/>
    <w:next w:val="Normal"/>
    <w:autoRedefine/>
    <w:uiPriority w:val="39"/>
    <w:unhideWhenUsed/>
    <w:rsid w:val="00176F36"/>
    <w:pPr>
      <w:tabs>
        <w:tab w:val="right" w:leader="dot" w:pos="9360"/>
      </w:tabs>
      <w:spacing w:after="100"/>
    </w:pPr>
    <w:rPr>
      <w:sz w:val="20"/>
    </w:rPr>
  </w:style>
  <w:style w:type="paragraph" w:styleId="TOC2">
    <w:name w:val="toc 2"/>
    <w:basedOn w:val="TOC1"/>
    <w:next w:val="Normal"/>
    <w:autoRedefine/>
    <w:uiPriority w:val="39"/>
    <w:unhideWhenUsed/>
    <w:rsid w:val="00176F36"/>
    <w:pPr>
      <w:ind w:left="220"/>
    </w:pPr>
  </w:style>
  <w:style w:type="paragraph" w:styleId="TOC3">
    <w:name w:val="toc 3"/>
    <w:basedOn w:val="TOC2"/>
    <w:next w:val="Normal"/>
    <w:autoRedefine/>
    <w:uiPriority w:val="39"/>
    <w:unhideWhenUsed/>
    <w:rsid w:val="00176F36"/>
    <w:pPr>
      <w:ind w:left="440"/>
    </w:pPr>
  </w:style>
  <w:style w:type="paragraph" w:styleId="Revision">
    <w:name w:val="Revision"/>
    <w:hidden/>
    <w:uiPriority w:val="99"/>
    <w:semiHidden/>
    <w:rsid w:val="00A05F5E"/>
    <w:pPr>
      <w:spacing w:after="0" w:line="240" w:lineRule="auto"/>
    </w:pPr>
    <w:rPr>
      <w:rFonts w:ascii="Segoe UI" w:hAnsi="Segoe UI"/>
      <w:color w:val="484848"/>
    </w:rPr>
  </w:style>
  <w:style w:type="paragraph" w:styleId="NoSpacing">
    <w:name w:val="No Spacing"/>
    <w:uiPriority w:val="1"/>
    <w:qFormat/>
    <w:rsid w:val="00985948"/>
    <w:pPr>
      <w:spacing w:after="0" w:line="240" w:lineRule="auto"/>
    </w:pPr>
    <w:rPr>
      <w:rFonts w:ascii="Segoe UI" w:hAnsi="Segoe UI"/>
      <w:color w:val="484848"/>
    </w:rPr>
  </w:style>
  <w:style w:type="paragraph" w:styleId="NormalWeb">
    <w:name w:val="Normal (Web)"/>
    <w:basedOn w:val="Normal"/>
    <w:uiPriority w:val="99"/>
    <w:semiHidden/>
    <w:unhideWhenUsed/>
    <w:rsid w:val="005A7CAB"/>
    <w:pPr>
      <w:spacing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2B13C0"/>
    <w:pPr>
      <w:spacing w:after="0"/>
    </w:pPr>
    <w:rPr>
      <w:szCs w:val="20"/>
    </w:rPr>
  </w:style>
  <w:style w:type="character" w:customStyle="1" w:styleId="EndnoteTextChar">
    <w:name w:val="Endnote Text Char"/>
    <w:basedOn w:val="DefaultParagraphFont"/>
    <w:link w:val="EndnoteText"/>
    <w:uiPriority w:val="99"/>
    <w:semiHidden/>
    <w:rsid w:val="002B13C0"/>
    <w:rPr>
      <w:rFonts w:ascii="Segoe UI" w:hAnsi="Segoe UI"/>
      <w:color w:val="484848"/>
      <w:sz w:val="20"/>
      <w:szCs w:val="20"/>
    </w:rPr>
  </w:style>
  <w:style w:type="character" w:styleId="EndnoteReference">
    <w:name w:val="endnote reference"/>
    <w:basedOn w:val="DefaultParagraphFont"/>
    <w:uiPriority w:val="99"/>
    <w:semiHidden/>
    <w:unhideWhenUsed/>
    <w:rsid w:val="002B13C0"/>
    <w:rPr>
      <w:vertAlign w:val="superscript"/>
    </w:rPr>
  </w:style>
  <w:style w:type="paragraph" w:styleId="FootnoteText">
    <w:name w:val="footnote text"/>
    <w:basedOn w:val="Normal"/>
    <w:link w:val="FootnoteTextChar"/>
    <w:uiPriority w:val="99"/>
    <w:unhideWhenUsed/>
    <w:rsid w:val="00176F36"/>
    <w:pPr>
      <w:tabs>
        <w:tab w:val="left" w:pos="450"/>
      </w:tabs>
      <w:spacing w:after="0" w:line="240" w:lineRule="auto"/>
      <w:ind w:left="450" w:hanging="450"/>
    </w:pPr>
    <w:rPr>
      <w:sz w:val="20"/>
      <w:szCs w:val="20"/>
    </w:rPr>
  </w:style>
  <w:style w:type="character" w:customStyle="1" w:styleId="FootnoteTextChar">
    <w:name w:val="Footnote Text Char"/>
    <w:basedOn w:val="DefaultParagraphFont"/>
    <w:link w:val="FootnoteText"/>
    <w:uiPriority w:val="99"/>
    <w:rsid w:val="00176F36"/>
    <w:rPr>
      <w:rFonts w:ascii="Segoe UI" w:hAnsi="Segoe UI"/>
      <w:color w:val="484848"/>
      <w:sz w:val="20"/>
      <w:szCs w:val="20"/>
    </w:rPr>
  </w:style>
  <w:style w:type="character" w:styleId="FootnoteReference">
    <w:name w:val="footnote reference"/>
    <w:basedOn w:val="DefaultParagraphFont"/>
    <w:uiPriority w:val="99"/>
    <w:semiHidden/>
    <w:unhideWhenUsed/>
    <w:rsid w:val="002B13C0"/>
    <w:rPr>
      <w:vertAlign w:val="superscript"/>
    </w:rPr>
  </w:style>
  <w:style w:type="paragraph" w:customStyle="1" w:styleId="Body2">
    <w:name w:val="Body2"/>
    <w:basedOn w:val="Normal"/>
    <w:qFormat/>
    <w:rsid w:val="00176F36"/>
    <w:pPr>
      <w:ind w:left="720"/>
    </w:pPr>
    <w:rPr>
      <w:rFonts w:cs="Arial"/>
      <w:bCs/>
      <w:szCs w:val="16"/>
    </w:rPr>
  </w:style>
  <w:style w:type="paragraph" w:styleId="TOC4">
    <w:name w:val="toc 4"/>
    <w:basedOn w:val="Normal"/>
    <w:next w:val="Normal"/>
    <w:autoRedefine/>
    <w:uiPriority w:val="39"/>
    <w:unhideWhenUsed/>
    <w:rsid w:val="00176F36"/>
    <w:pPr>
      <w:spacing w:after="100"/>
      <w:ind w:left="660"/>
    </w:pPr>
  </w:style>
  <w:style w:type="character" w:styleId="PageNumber">
    <w:name w:val="page number"/>
    <w:basedOn w:val="DefaultParagraphFont"/>
    <w:rsid w:val="00176F36"/>
  </w:style>
  <w:style w:type="paragraph" w:customStyle="1" w:styleId="Headerpage">
    <w:name w:val="Header_page"/>
    <w:rsid w:val="00176F36"/>
    <w:pPr>
      <w:pBdr>
        <w:bottom w:val="single" w:sz="2" w:space="1" w:color="484848"/>
      </w:pBdr>
      <w:spacing w:after="160" w:line="259" w:lineRule="auto"/>
      <w:jc w:val="right"/>
    </w:pPr>
    <w:rPr>
      <w:rFonts w:ascii="Segoe UI" w:hAnsi="Segoe UI"/>
      <w:color w:val="484848"/>
    </w:rPr>
  </w:style>
  <w:style w:type="paragraph" w:customStyle="1" w:styleId="BulletedList">
    <w:name w:val="Bulleted List"/>
    <w:basedOn w:val="ListParagraph"/>
    <w:link w:val="BulletedListChar"/>
    <w:qFormat/>
    <w:rsid w:val="00176F36"/>
    <w:pPr>
      <w:numPr>
        <w:numId w:val="1"/>
      </w:numPr>
    </w:pPr>
  </w:style>
  <w:style w:type="character" w:customStyle="1" w:styleId="BulletedListChar">
    <w:name w:val="Bulleted List Char"/>
    <w:basedOn w:val="ListParagraphChar"/>
    <w:link w:val="BulletedList"/>
    <w:rsid w:val="00176F36"/>
    <w:rPr>
      <w:rFonts w:ascii="Segoe UI" w:hAnsi="Segoe UI"/>
      <w:color w:val="484848"/>
    </w:rPr>
  </w:style>
  <w:style w:type="paragraph" w:customStyle="1" w:styleId="Numberedlist">
    <w:name w:val="Numbered list"/>
    <w:basedOn w:val="ListParagraph"/>
    <w:link w:val="NumberedlistChar"/>
    <w:qFormat/>
    <w:rsid w:val="00176F36"/>
    <w:pPr>
      <w:numPr>
        <w:numId w:val="19"/>
      </w:numPr>
      <w:spacing w:before="120" w:after="120" w:line="240" w:lineRule="auto"/>
      <w:ind w:hanging="360"/>
      <w:contextualSpacing w:val="0"/>
    </w:pPr>
  </w:style>
  <w:style w:type="character" w:customStyle="1" w:styleId="NumberedlistChar">
    <w:name w:val="Numbered list Char"/>
    <w:basedOn w:val="ListParagraphChar"/>
    <w:link w:val="Numberedlist"/>
    <w:rsid w:val="00176F36"/>
    <w:rPr>
      <w:rFonts w:ascii="Segoe UI" w:hAnsi="Segoe UI"/>
      <w:color w:val="484848"/>
    </w:rPr>
  </w:style>
  <w:style w:type="paragraph" w:customStyle="1" w:styleId="Abstractnormal">
    <w:name w:val="Abstract_normal"/>
    <w:basedOn w:val="Normal"/>
    <w:link w:val="AbstractnormalChar"/>
    <w:rsid w:val="00176F36"/>
    <w:pPr>
      <w:spacing w:line="360" w:lineRule="auto"/>
    </w:pPr>
    <w:rPr>
      <w:rFonts w:cstheme="minorHAnsi"/>
      <w:bCs/>
      <w:color w:val="505050"/>
    </w:rPr>
  </w:style>
  <w:style w:type="character" w:customStyle="1" w:styleId="AbstractnormalChar">
    <w:name w:val="Abstract_normal Char"/>
    <w:basedOn w:val="DefaultParagraphFont"/>
    <w:link w:val="Abstractnormal"/>
    <w:rsid w:val="00176F36"/>
    <w:rPr>
      <w:rFonts w:ascii="Segoe UI" w:hAnsi="Segoe UI" w:cstheme="minorHAnsi"/>
      <w:bCs/>
      <w:color w:val="505050"/>
    </w:rPr>
  </w:style>
  <w:style w:type="paragraph" w:customStyle="1" w:styleId="Bullet1">
    <w:name w:val="Bullet1"/>
    <w:basedOn w:val="Normal"/>
    <w:rsid w:val="00176F36"/>
    <w:pPr>
      <w:numPr>
        <w:numId w:val="17"/>
      </w:numPr>
      <w:spacing w:after="0"/>
      <w:contextualSpacing/>
    </w:pPr>
    <w:rPr>
      <w:color w:val="auto"/>
      <w:sz w:val="20"/>
    </w:rPr>
  </w:style>
  <w:style w:type="table" w:styleId="GridTable4-Accent3">
    <w:name w:val="Grid Table 4 Accent 3"/>
    <w:basedOn w:val="TableNormal"/>
    <w:uiPriority w:val="49"/>
    <w:rsid w:val="00176F36"/>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3">
    <w:name w:val="List Table 3"/>
    <w:basedOn w:val="TableNormal"/>
    <w:uiPriority w:val="48"/>
    <w:rsid w:val="00176F3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Tablebullets">
    <w:name w:val="Table bullets"/>
    <w:basedOn w:val="BulletedList"/>
    <w:autoRedefine/>
    <w:qFormat/>
    <w:rsid w:val="00176F36"/>
    <w:pPr>
      <w:numPr>
        <w:numId w:val="18"/>
      </w:numPr>
      <w:spacing w:after="80" w:line="240" w:lineRule="auto"/>
    </w:pPr>
    <w:rPr>
      <w:sz w:val="20"/>
    </w:rPr>
  </w:style>
  <w:style w:type="table" w:styleId="TableGridLight">
    <w:name w:val="Grid Table Light"/>
    <w:basedOn w:val="TableNormal"/>
    <w:uiPriority w:val="40"/>
    <w:rsid w:val="00176F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XboxOne">
    <w:name w:val="Xbox One"/>
    <w:basedOn w:val="TableGrid"/>
    <w:uiPriority w:val="99"/>
    <w:rsid w:val="00176F36"/>
    <w:tblPr>
      <w:tblBorders>
        <w:top w:val="single" w:sz="2" w:space="0" w:color="5DC21E"/>
        <w:left w:val="single" w:sz="2" w:space="0" w:color="5DC21E"/>
        <w:bottom w:val="single" w:sz="2" w:space="0" w:color="5DC21E"/>
        <w:right w:val="single" w:sz="2" w:space="0" w:color="5DC21E"/>
        <w:insideH w:val="single" w:sz="6" w:space="0" w:color="5DC21E"/>
        <w:insideV w:val="single" w:sz="6" w:space="0" w:color="5DC21E"/>
      </w:tblBorders>
      <w:tblCellMar>
        <w:top w:w="58" w:type="dxa"/>
        <w:left w:w="115" w:type="dxa"/>
        <w:bottom w:w="58" w:type="dxa"/>
        <w:right w:w="115" w:type="dxa"/>
      </w:tblCellMar>
    </w:tblPr>
    <w:tblStylePr w:type="firstRow">
      <w:rPr>
        <w:rFonts w:ascii="Segoe UI" w:hAnsi="Segoe UI"/>
        <w:b/>
        <w:i w:val="0"/>
        <w:color w:val="FFFFFF" w:themeColor="background1"/>
        <w:sz w:val="20"/>
      </w:rPr>
      <w:tblPr/>
      <w:tcPr>
        <w:shd w:val="clear" w:color="auto" w:fill="107C10"/>
      </w:tcPr>
    </w:tblStylePr>
    <w:tblStylePr w:type="band2Horz">
      <w:tblPr/>
      <w:tcPr>
        <w:shd w:val="clear" w:color="auto" w:fill="EBEBEB"/>
      </w:tcPr>
    </w:tblStylePr>
  </w:style>
  <w:style w:type="table" w:styleId="GridTable4-Accent1">
    <w:name w:val="Grid Table 4 Accent 1"/>
    <w:basedOn w:val="TableNormal"/>
    <w:uiPriority w:val="49"/>
    <w:rsid w:val="00176F36"/>
    <w:pPr>
      <w:spacing w:before="80" w:after="80" w:line="259" w:lineRule="auto"/>
      <w:ind w:left="180" w:right="180"/>
    </w:pPr>
    <w:rPr>
      <w:rFonts w:ascii="Segoe UI" w:eastAsiaTheme="minorEastAsia" w:hAnsi="Segoe UI"/>
      <w:sz w:val="18"/>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58" w:type="dxa"/>
        <w:left w:w="115" w:type="dxa"/>
        <w:bottom w:w="58" w:type="dxa"/>
        <w:right w:w="115" w:type="dxa"/>
      </w:tblCellMar>
    </w:tblPr>
    <w:tblStylePr w:type="firstRow">
      <w:pPr>
        <w:wordWrap/>
        <w:spacing w:beforeLines="0" w:before="80" w:beforeAutospacing="0" w:afterLines="0" w:after="80" w:afterAutospacing="0" w:line="276" w:lineRule="auto"/>
        <w:ind w:leftChars="0" w:left="180"/>
        <w:contextualSpacing w:val="0"/>
        <w:mirrorIndents w:val="0"/>
        <w:jc w:val="left"/>
      </w:pPr>
      <w:rPr>
        <w:rFonts w:ascii="Segoe UI" w:hAnsi="Segoe UI"/>
        <w:b/>
        <w:bCs/>
        <w:color w:val="FFFFFF" w:themeColor="background1"/>
        <w:sz w:val="18"/>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61">
    <w:name w:val="Grid Table 4 - Accent 61"/>
    <w:basedOn w:val="TableNormal"/>
    <w:uiPriority w:val="49"/>
    <w:rsid w:val="00176F36"/>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FAQ">
    <w:name w:val="FAQ"/>
    <w:basedOn w:val="Heading4"/>
    <w:link w:val="FAQChar"/>
    <w:rsid w:val="00176F36"/>
  </w:style>
  <w:style w:type="character" w:customStyle="1" w:styleId="FAQChar">
    <w:name w:val="FAQ Char"/>
    <w:basedOn w:val="Heading3Char"/>
    <w:link w:val="FAQ"/>
    <w:rsid w:val="00176F36"/>
    <w:rPr>
      <w:rFonts w:ascii="Segoe UI Semilight" w:eastAsiaTheme="majorEastAsia" w:hAnsi="Segoe UI Semilight" w:cs="Segoe UI Semilight"/>
      <w:bCs/>
      <w:iCs/>
      <w:color w:val="107C10"/>
      <w:spacing w:val="6"/>
      <w:sz w:val="24"/>
    </w:rPr>
  </w:style>
  <w:style w:type="paragraph" w:styleId="IntenseQuote">
    <w:name w:val="Intense Quote"/>
    <w:basedOn w:val="Normal"/>
    <w:next w:val="Normal"/>
    <w:link w:val="IntenseQuoteChar"/>
    <w:uiPriority w:val="30"/>
    <w:rsid w:val="00176F36"/>
    <w:pPr>
      <w:pBdr>
        <w:top w:val="single" w:sz="4" w:space="10" w:color="107C10"/>
        <w:bottom w:val="single" w:sz="4" w:space="10" w:color="107C10"/>
      </w:pBdr>
      <w:spacing w:before="360" w:after="360"/>
      <w:ind w:left="864" w:right="864"/>
      <w:jc w:val="center"/>
    </w:pPr>
    <w:rPr>
      <w:rFonts w:eastAsiaTheme="minorEastAsia"/>
      <w:i/>
      <w:iCs/>
      <w:lang w:eastAsia="zh-CN"/>
    </w:rPr>
  </w:style>
  <w:style w:type="character" w:customStyle="1" w:styleId="IntenseQuoteChar">
    <w:name w:val="Intense Quote Char"/>
    <w:basedOn w:val="DefaultParagraphFont"/>
    <w:link w:val="IntenseQuote"/>
    <w:uiPriority w:val="30"/>
    <w:rsid w:val="00176F36"/>
    <w:rPr>
      <w:rFonts w:ascii="Segoe UI" w:eastAsiaTheme="minorEastAsia" w:hAnsi="Segoe UI"/>
      <w:i/>
      <w:iCs/>
      <w:color w:val="484848"/>
      <w:lang w:eastAsia="zh-CN"/>
    </w:rPr>
  </w:style>
  <w:style w:type="paragraph" w:customStyle="1" w:styleId="Disclaimer">
    <w:name w:val="Disclaimer"/>
    <w:basedOn w:val="Normal"/>
    <w:qFormat/>
    <w:rsid w:val="00176F36"/>
    <w:pPr>
      <w:spacing w:before="120" w:after="120"/>
      <w:ind w:left="446" w:right="634"/>
      <w:jc w:val="both"/>
    </w:pPr>
    <w:rPr>
      <w:sz w:val="20"/>
    </w:rPr>
  </w:style>
  <w:style w:type="paragraph" w:customStyle="1" w:styleId="Graphicsbody">
    <w:name w:val="Graphics body"/>
    <w:qFormat/>
    <w:rsid w:val="00176F36"/>
    <w:pPr>
      <w:spacing w:after="0" w:line="240" w:lineRule="auto"/>
      <w:jc w:val="center"/>
    </w:pPr>
    <w:rPr>
      <w:rFonts w:ascii="Segoe UI" w:hAnsi="Segoe UI"/>
      <w:color w:val="000000" w:themeColor="text1"/>
      <w:sz w:val="18"/>
    </w:rPr>
  </w:style>
  <w:style w:type="character" w:styleId="Strong">
    <w:name w:val="Strong"/>
    <w:basedOn w:val="DefaultParagraphFont"/>
    <w:uiPriority w:val="22"/>
    <w:qFormat/>
    <w:rsid w:val="00891FE9"/>
    <w:rPr>
      <w:b/>
      <w:bCs/>
    </w:rPr>
  </w:style>
  <w:style w:type="paragraph" w:customStyle="1" w:styleId="DelegatedAuth">
    <w:name w:val="Delegated Auth"/>
    <w:basedOn w:val="Title"/>
    <w:rsid w:val="0076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77772">
      <w:bodyDiv w:val="1"/>
      <w:marLeft w:val="0"/>
      <w:marRight w:val="0"/>
      <w:marTop w:val="0"/>
      <w:marBottom w:val="0"/>
      <w:divBdr>
        <w:top w:val="none" w:sz="0" w:space="0" w:color="auto"/>
        <w:left w:val="none" w:sz="0" w:space="0" w:color="auto"/>
        <w:bottom w:val="none" w:sz="0" w:space="0" w:color="auto"/>
        <w:right w:val="none" w:sz="0" w:space="0" w:color="auto"/>
      </w:divBdr>
    </w:div>
    <w:div w:id="126512966">
      <w:bodyDiv w:val="1"/>
      <w:marLeft w:val="0"/>
      <w:marRight w:val="0"/>
      <w:marTop w:val="0"/>
      <w:marBottom w:val="0"/>
      <w:divBdr>
        <w:top w:val="none" w:sz="0" w:space="0" w:color="auto"/>
        <w:left w:val="none" w:sz="0" w:space="0" w:color="auto"/>
        <w:bottom w:val="none" w:sz="0" w:space="0" w:color="auto"/>
        <w:right w:val="none" w:sz="0" w:space="0" w:color="auto"/>
      </w:divBdr>
    </w:div>
    <w:div w:id="134764092">
      <w:bodyDiv w:val="1"/>
      <w:marLeft w:val="0"/>
      <w:marRight w:val="0"/>
      <w:marTop w:val="0"/>
      <w:marBottom w:val="0"/>
      <w:divBdr>
        <w:top w:val="none" w:sz="0" w:space="0" w:color="auto"/>
        <w:left w:val="none" w:sz="0" w:space="0" w:color="auto"/>
        <w:bottom w:val="none" w:sz="0" w:space="0" w:color="auto"/>
        <w:right w:val="none" w:sz="0" w:space="0" w:color="auto"/>
      </w:divBdr>
    </w:div>
    <w:div w:id="179397299">
      <w:bodyDiv w:val="1"/>
      <w:marLeft w:val="0"/>
      <w:marRight w:val="0"/>
      <w:marTop w:val="0"/>
      <w:marBottom w:val="0"/>
      <w:divBdr>
        <w:top w:val="none" w:sz="0" w:space="0" w:color="auto"/>
        <w:left w:val="none" w:sz="0" w:space="0" w:color="auto"/>
        <w:bottom w:val="none" w:sz="0" w:space="0" w:color="auto"/>
        <w:right w:val="none" w:sz="0" w:space="0" w:color="auto"/>
      </w:divBdr>
    </w:div>
    <w:div w:id="233320759">
      <w:bodyDiv w:val="1"/>
      <w:marLeft w:val="0"/>
      <w:marRight w:val="0"/>
      <w:marTop w:val="0"/>
      <w:marBottom w:val="0"/>
      <w:divBdr>
        <w:top w:val="none" w:sz="0" w:space="0" w:color="auto"/>
        <w:left w:val="none" w:sz="0" w:space="0" w:color="auto"/>
        <w:bottom w:val="none" w:sz="0" w:space="0" w:color="auto"/>
        <w:right w:val="none" w:sz="0" w:space="0" w:color="auto"/>
      </w:divBdr>
    </w:div>
    <w:div w:id="244265543">
      <w:bodyDiv w:val="1"/>
      <w:marLeft w:val="0"/>
      <w:marRight w:val="0"/>
      <w:marTop w:val="0"/>
      <w:marBottom w:val="0"/>
      <w:divBdr>
        <w:top w:val="none" w:sz="0" w:space="0" w:color="auto"/>
        <w:left w:val="none" w:sz="0" w:space="0" w:color="auto"/>
        <w:bottom w:val="none" w:sz="0" w:space="0" w:color="auto"/>
        <w:right w:val="none" w:sz="0" w:space="0" w:color="auto"/>
      </w:divBdr>
    </w:div>
    <w:div w:id="276521444">
      <w:bodyDiv w:val="1"/>
      <w:marLeft w:val="0"/>
      <w:marRight w:val="0"/>
      <w:marTop w:val="0"/>
      <w:marBottom w:val="0"/>
      <w:divBdr>
        <w:top w:val="none" w:sz="0" w:space="0" w:color="auto"/>
        <w:left w:val="none" w:sz="0" w:space="0" w:color="auto"/>
        <w:bottom w:val="none" w:sz="0" w:space="0" w:color="auto"/>
        <w:right w:val="none" w:sz="0" w:space="0" w:color="auto"/>
      </w:divBdr>
    </w:div>
    <w:div w:id="286741190">
      <w:bodyDiv w:val="1"/>
      <w:marLeft w:val="0"/>
      <w:marRight w:val="0"/>
      <w:marTop w:val="0"/>
      <w:marBottom w:val="0"/>
      <w:divBdr>
        <w:top w:val="none" w:sz="0" w:space="0" w:color="auto"/>
        <w:left w:val="none" w:sz="0" w:space="0" w:color="auto"/>
        <w:bottom w:val="none" w:sz="0" w:space="0" w:color="auto"/>
        <w:right w:val="none" w:sz="0" w:space="0" w:color="auto"/>
      </w:divBdr>
      <w:divsChild>
        <w:div w:id="1346904143">
          <w:marLeft w:val="0"/>
          <w:marRight w:val="0"/>
          <w:marTop w:val="0"/>
          <w:marBottom w:val="0"/>
          <w:divBdr>
            <w:top w:val="none" w:sz="0" w:space="0" w:color="auto"/>
            <w:left w:val="none" w:sz="0" w:space="0" w:color="auto"/>
            <w:bottom w:val="none" w:sz="0" w:space="0" w:color="auto"/>
            <w:right w:val="none" w:sz="0" w:space="0" w:color="auto"/>
          </w:divBdr>
          <w:divsChild>
            <w:div w:id="2117554597">
              <w:marLeft w:val="0"/>
              <w:marRight w:val="0"/>
              <w:marTop w:val="0"/>
              <w:marBottom w:val="0"/>
              <w:divBdr>
                <w:top w:val="none" w:sz="0" w:space="0" w:color="auto"/>
                <w:left w:val="none" w:sz="0" w:space="0" w:color="auto"/>
                <w:bottom w:val="none" w:sz="0" w:space="0" w:color="auto"/>
                <w:right w:val="none" w:sz="0" w:space="0" w:color="auto"/>
              </w:divBdr>
              <w:divsChild>
                <w:div w:id="962731724">
                  <w:marLeft w:val="0"/>
                  <w:marRight w:val="0"/>
                  <w:marTop w:val="0"/>
                  <w:marBottom w:val="0"/>
                  <w:divBdr>
                    <w:top w:val="none" w:sz="0" w:space="0" w:color="auto"/>
                    <w:left w:val="none" w:sz="0" w:space="0" w:color="auto"/>
                    <w:bottom w:val="none" w:sz="0" w:space="0" w:color="auto"/>
                    <w:right w:val="none" w:sz="0" w:space="0" w:color="auto"/>
                  </w:divBdr>
                  <w:divsChild>
                    <w:div w:id="1934582072">
                      <w:marLeft w:val="0"/>
                      <w:marRight w:val="0"/>
                      <w:marTop w:val="0"/>
                      <w:marBottom w:val="0"/>
                      <w:divBdr>
                        <w:top w:val="none" w:sz="0" w:space="0" w:color="auto"/>
                        <w:left w:val="none" w:sz="0" w:space="0" w:color="auto"/>
                        <w:bottom w:val="none" w:sz="0" w:space="0" w:color="auto"/>
                        <w:right w:val="none" w:sz="0" w:space="0" w:color="auto"/>
                      </w:divBdr>
                      <w:divsChild>
                        <w:div w:id="283772464">
                          <w:marLeft w:val="-300"/>
                          <w:marRight w:val="0"/>
                          <w:marTop w:val="0"/>
                          <w:marBottom w:val="0"/>
                          <w:divBdr>
                            <w:top w:val="none" w:sz="0" w:space="0" w:color="auto"/>
                            <w:left w:val="none" w:sz="0" w:space="0" w:color="auto"/>
                            <w:bottom w:val="none" w:sz="0" w:space="0" w:color="auto"/>
                            <w:right w:val="none" w:sz="0" w:space="0" w:color="auto"/>
                          </w:divBdr>
                          <w:divsChild>
                            <w:div w:id="90585436">
                              <w:marLeft w:val="0"/>
                              <w:marRight w:val="0"/>
                              <w:marTop w:val="0"/>
                              <w:marBottom w:val="0"/>
                              <w:divBdr>
                                <w:top w:val="none" w:sz="0" w:space="0" w:color="auto"/>
                                <w:left w:val="none" w:sz="0" w:space="0" w:color="auto"/>
                                <w:bottom w:val="none" w:sz="0" w:space="0" w:color="auto"/>
                                <w:right w:val="none" w:sz="0" w:space="0" w:color="auto"/>
                              </w:divBdr>
                              <w:divsChild>
                                <w:div w:id="1143889169">
                                  <w:marLeft w:val="0"/>
                                  <w:marRight w:val="0"/>
                                  <w:marTop w:val="0"/>
                                  <w:marBottom w:val="240"/>
                                  <w:divBdr>
                                    <w:top w:val="none" w:sz="0" w:space="0" w:color="auto"/>
                                    <w:left w:val="none" w:sz="0" w:space="0" w:color="auto"/>
                                    <w:bottom w:val="none" w:sz="0" w:space="0" w:color="auto"/>
                                    <w:right w:val="none" w:sz="0" w:space="0" w:color="auto"/>
                                  </w:divBdr>
                                  <w:divsChild>
                                    <w:div w:id="1980262409">
                                      <w:marLeft w:val="0"/>
                                      <w:marRight w:val="0"/>
                                      <w:marTop w:val="0"/>
                                      <w:marBottom w:val="0"/>
                                      <w:divBdr>
                                        <w:top w:val="none" w:sz="0" w:space="0" w:color="auto"/>
                                        <w:left w:val="none" w:sz="0" w:space="0" w:color="auto"/>
                                        <w:bottom w:val="none" w:sz="0" w:space="0" w:color="auto"/>
                                        <w:right w:val="none" w:sz="0" w:space="0" w:color="auto"/>
                                      </w:divBdr>
                                      <w:divsChild>
                                        <w:div w:id="1929583240">
                                          <w:marLeft w:val="0"/>
                                          <w:marRight w:val="0"/>
                                          <w:marTop w:val="0"/>
                                          <w:marBottom w:val="0"/>
                                          <w:divBdr>
                                            <w:top w:val="none" w:sz="0" w:space="0" w:color="auto"/>
                                            <w:left w:val="none" w:sz="0" w:space="0" w:color="auto"/>
                                            <w:bottom w:val="none" w:sz="0" w:space="0" w:color="auto"/>
                                            <w:right w:val="none" w:sz="0" w:space="0" w:color="auto"/>
                                          </w:divBdr>
                                          <w:divsChild>
                                            <w:div w:id="2119256289">
                                              <w:marLeft w:val="0"/>
                                              <w:marRight w:val="0"/>
                                              <w:marTop w:val="0"/>
                                              <w:marBottom w:val="0"/>
                                              <w:divBdr>
                                                <w:top w:val="none" w:sz="0" w:space="0" w:color="auto"/>
                                                <w:left w:val="none" w:sz="0" w:space="0" w:color="auto"/>
                                                <w:bottom w:val="none" w:sz="0" w:space="0" w:color="auto"/>
                                                <w:right w:val="none" w:sz="0" w:space="0" w:color="auto"/>
                                              </w:divBdr>
                                              <w:divsChild>
                                                <w:div w:id="339430058">
                                                  <w:marLeft w:val="0"/>
                                                  <w:marRight w:val="0"/>
                                                  <w:marTop w:val="0"/>
                                                  <w:marBottom w:val="150"/>
                                                  <w:divBdr>
                                                    <w:top w:val="none" w:sz="0" w:space="0" w:color="auto"/>
                                                    <w:left w:val="none" w:sz="0" w:space="0" w:color="auto"/>
                                                    <w:bottom w:val="none" w:sz="0" w:space="0" w:color="auto"/>
                                                    <w:right w:val="none" w:sz="0" w:space="0" w:color="auto"/>
                                                  </w:divBdr>
                                                  <w:divsChild>
                                                    <w:div w:id="962030380">
                                                      <w:marLeft w:val="0"/>
                                                      <w:marRight w:val="0"/>
                                                      <w:marTop w:val="0"/>
                                                      <w:marBottom w:val="0"/>
                                                      <w:divBdr>
                                                        <w:top w:val="none" w:sz="0" w:space="0" w:color="auto"/>
                                                        <w:left w:val="none" w:sz="0" w:space="0" w:color="auto"/>
                                                        <w:bottom w:val="none" w:sz="0" w:space="0" w:color="auto"/>
                                                        <w:right w:val="none" w:sz="0" w:space="0" w:color="auto"/>
                                                      </w:divBdr>
                                                      <w:divsChild>
                                                        <w:div w:id="1968583088">
                                                          <w:marLeft w:val="0"/>
                                                          <w:marRight w:val="0"/>
                                                          <w:marTop w:val="0"/>
                                                          <w:marBottom w:val="0"/>
                                                          <w:divBdr>
                                                            <w:top w:val="single" w:sz="6" w:space="0" w:color="DDDDDD"/>
                                                            <w:left w:val="single" w:sz="6" w:space="0" w:color="DDDDDD"/>
                                                            <w:bottom w:val="single" w:sz="6" w:space="0" w:color="DDDDDD"/>
                                                            <w:right w:val="single" w:sz="6" w:space="0" w:color="DDDDDD"/>
                                                          </w:divBdr>
                                                          <w:divsChild>
                                                            <w:div w:id="74858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56931617">
      <w:bodyDiv w:val="1"/>
      <w:marLeft w:val="0"/>
      <w:marRight w:val="0"/>
      <w:marTop w:val="0"/>
      <w:marBottom w:val="0"/>
      <w:divBdr>
        <w:top w:val="none" w:sz="0" w:space="0" w:color="auto"/>
        <w:left w:val="none" w:sz="0" w:space="0" w:color="auto"/>
        <w:bottom w:val="none" w:sz="0" w:space="0" w:color="auto"/>
        <w:right w:val="none" w:sz="0" w:space="0" w:color="auto"/>
      </w:divBdr>
    </w:div>
    <w:div w:id="378673273">
      <w:bodyDiv w:val="1"/>
      <w:marLeft w:val="0"/>
      <w:marRight w:val="0"/>
      <w:marTop w:val="0"/>
      <w:marBottom w:val="0"/>
      <w:divBdr>
        <w:top w:val="none" w:sz="0" w:space="0" w:color="auto"/>
        <w:left w:val="none" w:sz="0" w:space="0" w:color="auto"/>
        <w:bottom w:val="none" w:sz="0" w:space="0" w:color="auto"/>
        <w:right w:val="none" w:sz="0" w:space="0" w:color="auto"/>
      </w:divBdr>
    </w:div>
    <w:div w:id="509028945">
      <w:bodyDiv w:val="1"/>
      <w:marLeft w:val="0"/>
      <w:marRight w:val="0"/>
      <w:marTop w:val="0"/>
      <w:marBottom w:val="0"/>
      <w:divBdr>
        <w:top w:val="none" w:sz="0" w:space="0" w:color="auto"/>
        <w:left w:val="none" w:sz="0" w:space="0" w:color="auto"/>
        <w:bottom w:val="none" w:sz="0" w:space="0" w:color="auto"/>
        <w:right w:val="none" w:sz="0" w:space="0" w:color="auto"/>
      </w:divBdr>
    </w:div>
    <w:div w:id="527640318">
      <w:bodyDiv w:val="1"/>
      <w:marLeft w:val="0"/>
      <w:marRight w:val="0"/>
      <w:marTop w:val="0"/>
      <w:marBottom w:val="0"/>
      <w:divBdr>
        <w:top w:val="none" w:sz="0" w:space="0" w:color="auto"/>
        <w:left w:val="none" w:sz="0" w:space="0" w:color="auto"/>
        <w:bottom w:val="none" w:sz="0" w:space="0" w:color="auto"/>
        <w:right w:val="none" w:sz="0" w:space="0" w:color="auto"/>
      </w:divBdr>
    </w:div>
    <w:div w:id="533009141">
      <w:bodyDiv w:val="1"/>
      <w:marLeft w:val="0"/>
      <w:marRight w:val="0"/>
      <w:marTop w:val="0"/>
      <w:marBottom w:val="0"/>
      <w:divBdr>
        <w:top w:val="none" w:sz="0" w:space="0" w:color="auto"/>
        <w:left w:val="none" w:sz="0" w:space="0" w:color="auto"/>
        <w:bottom w:val="none" w:sz="0" w:space="0" w:color="auto"/>
        <w:right w:val="none" w:sz="0" w:space="0" w:color="auto"/>
      </w:divBdr>
    </w:div>
    <w:div w:id="556166046">
      <w:bodyDiv w:val="1"/>
      <w:marLeft w:val="0"/>
      <w:marRight w:val="0"/>
      <w:marTop w:val="0"/>
      <w:marBottom w:val="0"/>
      <w:divBdr>
        <w:top w:val="none" w:sz="0" w:space="0" w:color="auto"/>
        <w:left w:val="none" w:sz="0" w:space="0" w:color="auto"/>
        <w:bottom w:val="none" w:sz="0" w:space="0" w:color="auto"/>
        <w:right w:val="none" w:sz="0" w:space="0" w:color="auto"/>
      </w:divBdr>
    </w:div>
    <w:div w:id="612323752">
      <w:bodyDiv w:val="1"/>
      <w:marLeft w:val="0"/>
      <w:marRight w:val="0"/>
      <w:marTop w:val="0"/>
      <w:marBottom w:val="0"/>
      <w:divBdr>
        <w:top w:val="none" w:sz="0" w:space="0" w:color="auto"/>
        <w:left w:val="none" w:sz="0" w:space="0" w:color="auto"/>
        <w:bottom w:val="none" w:sz="0" w:space="0" w:color="auto"/>
        <w:right w:val="none" w:sz="0" w:space="0" w:color="auto"/>
      </w:divBdr>
    </w:div>
    <w:div w:id="629746351">
      <w:bodyDiv w:val="1"/>
      <w:marLeft w:val="0"/>
      <w:marRight w:val="0"/>
      <w:marTop w:val="0"/>
      <w:marBottom w:val="0"/>
      <w:divBdr>
        <w:top w:val="none" w:sz="0" w:space="0" w:color="auto"/>
        <w:left w:val="none" w:sz="0" w:space="0" w:color="auto"/>
        <w:bottom w:val="none" w:sz="0" w:space="0" w:color="auto"/>
        <w:right w:val="none" w:sz="0" w:space="0" w:color="auto"/>
      </w:divBdr>
    </w:div>
    <w:div w:id="654797102">
      <w:bodyDiv w:val="1"/>
      <w:marLeft w:val="0"/>
      <w:marRight w:val="0"/>
      <w:marTop w:val="0"/>
      <w:marBottom w:val="0"/>
      <w:divBdr>
        <w:top w:val="none" w:sz="0" w:space="0" w:color="auto"/>
        <w:left w:val="none" w:sz="0" w:space="0" w:color="auto"/>
        <w:bottom w:val="none" w:sz="0" w:space="0" w:color="auto"/>
        <w:right w:val="none" w:sz="0" w:space="0" w:color="auto"/>
      </w:divBdr>
    </w:div>
    <w:div w:id="769004986">
      <w:bodyDiv w:val="1"/>
      <w:marLeft w:val="0"/>
      <w:marRight w:val="0"/>
      <w:marTop w:val="0"/>
      <w:marBottom w:val="0"/>
      <w:divBdr>
        <w:top w:val="none" w:sz="0" w:space="0" w:color="auto"/>
        <w:left w:val="none" w:sz="0" w:space="0" w:color="auto"/>
        <w:bottom w:val="none" w:sz="0" w:space="0" w:color="auto"/>
        <w:right w:val="none" w:sz="0" w:space="0" w:color="auto"/>
      </w:divBdr>
    </w:div>
    <w:div w:id="917134662">
      <w:bodyDiv w:val="1"/>
      <w:marLeft w:val="0"/>
      <w:marRight w:val="0"/>
      <w:marTop w:val="0"/>
      <w:marBottom w:val="0"/>
      <w:divBdr>
        <w:top w:val="none" w:sz="0" w:space="0" w:color="auto"/>
        <w:left w:val="none" w:sz="0" w:space="0" w:color="auto"/>
        <w:bottom w:val="none" w:sz="0" w:space="0" w:color="auto"/>
        <w:right w:val="none" w:sz="0" w:space="0" w:color="auto"/>
      </w:divBdr>
    </w:div>
    <w:div w:id="1071394585">
      <w:bodyDiv w:val="1"/>
      <w:marLeft w:val="0"/>
      <w:marRight w:val="0"/>
      <w:marTop w:val="0"/>
      <w:marBottom w:val="0"/>
      <w:divBdr>
        <w:top w:val="none" w:sz="0" w:space="0" w:color="auto"/>
        <w:left w:val="none" w:sz="0" w:space="0" w:color="auto"/>
        <w:bottom w:val="none" w:sz="0" w:space="0" w:color="auto"/>
        <w:right w:val="none" w:sz="0" w:space="0" w:color="auto"/>
      </w:divBdr>
    </w:div>
    <w:div w:id="1080717391">
      <w:bodyDiv w:val="1"/>
      <w:marLeft w:val="0"/>
      <w:marRight w:val="0"/>
      <w:marTop w:val="0"/>
      <w:marBottom w:val="0"/>
      <w:divBdr>
        <w:top w:val="none" w:sz="0" w:space="0" w:color="auto"/>
        <w:left w:val="none" w:sz="0" w:space="0" w:color="auto"/>
        <w:bottom w:val="none" w:sz="0" w:space="0" w:color="auto"/>
        <w:right w:val="none" w:sz="0" w:space="0" w:color="auto"/>
      </w:divBdr>
    </w:div>
    <w:div w:id="1083376136">
      <w:bodyDiv w:val="1"/>
      <w:marLeft w:val="0"/>
      <w:marRight w:val="0"/>
      <w:marTop w:val="0"/>
      <w:marBottom w:val="0"/>
      <w:divBdr>
        <w:top w:val="none" w:sz="0" w:space="0" w:color="auto"/>
        <w:left w:val="none" w:sz="0" w:space="0" w:color="auto"/>
        <w:bottom w:val="none" w:sz="0" w:space="0" w:color="auto"/>
        <w:right w:val="none" w:sz="0" w:space="0" w:color="auto"/>
      </w:divBdr>
    </w:div>
    <w:div w:id="1115440928">
      <w:bodyDiv w:val="1"/>
      <w:marLeft w:val="0"/>
      <w:marRight w:val="0"/>
      <w:marTop w:val="0"/>
      <w:marBottom w:val="0"/>
      <w:divBdr>
        <w:top w:val="none" w:sz="0" w:space="0" w:color="auto"/>
        <w:left w:val="none" w:sz="0" w:space="0" w:color="auto"/>
        <w:bottom w:val="none" w:sz="0" w:space="0" w:color="auto"/>
        <w:right w:val="none" w:sz="0" w:space="0" w:color="auto"/>
      </w:divBdr>
    </w:div>
    <w:div w:id="1135635433">
      <w:bodyDiv w:val="1"/>
      <w:marLeft w:val="0"/>
      <w:marRight w:val="0"/>
      <w:marTop w:val="0"/>
      <w:marBottom w:val="0"/>
      <w:divBdr>
        <w:top w:val="none" w:sz="0" w:space="0" w:color="auto"/>
        <w:left w:val="none" w:sz="0" w:space="0" w:color="auto"/>
        <w:bottom w:val="none" w:sz="0" w:space="0" w:color="auto"/>
        <w:right w:val="none" w:sz="0" w:space="0" w:color="auto"/>
      </w:divBdr>
    </w:div>
    <w:div w:id="1168206974">
      <w:bodyDiv w:val="1"/>
      <w:marLeft w:val="0"/>
      <w:marRight w:val="0"/>
      <w:marTop w:val="0"/>
      <w:marBottom w:val="0"/>
      <w:divBdr>
        <w:top w:val="none" w:sz="0" w:space="0" w:color="auto"/>
        <w:left w:val="none" w:sz="0" w:space="0" w:color="auto"/>
        <w:bottom w:val="none" w:sz="0" w:space="0" w:color="auto"/>
        <w:right w:val="none" w:sz="0" w:space="0" w:color="auto"/>
      </w:divBdr>
    </w:div>
    <w:div w:id="1196231936">
      <w:bodyDiv w:val="1"/>
      <w:marLeft w:val="0"/>
      <w:marRight w:val="0"/>
      <w:marTop w:val="0"/>
      <w:marBottom w:val="0"/>
      <w:divBdr>
        <w:top w:val="none" w:sz="0" w:space="0" w:color="auto"/>
        <w:left w:val="none" w:sz="0" w:space="0" w:color="auto"/>
        <w:bottom w:val="none" w:sz="0" w:space="0" w:color="auto"/>
        <w:right w:val="none" w:sz="0" w:space="0" w:color="auto"/>
      </w:divBdr>
    </w:div>
    <w:div w:id="1215390538">
      <w:bodyDiv w:val="1"/>
      <w:marLeft w:val="0"/>
      <w:marRight w:val="0"/>
      <w:marTop w:val="0"/>
      <w:marBottom w:val="0"/>
      <w:divBdr>
        <w:top w:val="none" w:sz="0" w:space="0" w:color="auto"/>
        <w:left w:val="none" w:sz="0" w:space="0" w:color="auto"/>
        <w:bottom w:val="none" w:sz="0" w:space="0" w:color="auto"/>
        <w:right w:val="none" w:sz="0" w:space="0" w:color="auto"/>
      </w:divBdr>
      <w:divsChild>
        <w:div w:id="1409182633">
          <w:marLeft w:val="0"/>
          <w:marRight w:val="0"/>
          <w:marTop w:val="0"/>
          <w:marBottom w:val="0"/>
          <w:divBdr>
            <w:top w:val="none" w:sz="0" w:space="0" w:color="auto"/>
            <w:left w:val="none" w:sz="0" w:space="0" w:color="auto"/>
            <w:bottom w:val="none" w:sz="0" w:space="0" w:color="auto"/>
            <w:right w:val="none" w:sz="0" w:space="0" w:color="auto"/>
          </w:divBdr>
          <w:divsChild>
            <w:div w:id="570893587">
              <w:marLeft w:val="0"/>
              <w:marRight w:val="0"/>
              <w:marTop w:val="0"/>
              <w:marBottom w:val="0"/>
              <w:divBdr>
                <w:top w:val="none" w:sz="0" w:space="0" w:color="auto"/>
                <w:left w:val="none" w:sz="0" w:space="0" w:color="auto"/>
                <w:bottom w:val="none" w:sz="0" w:space="0" w:color="auto"/>
                <w:right w:val="none" w:sz="0" w:space="0" w:color="auto"/>
              </w:divBdr>
              <w:divsChild>
                <w:div w:id="1132866480">
                  <w:marLeft w:val="0"/>
                  <w:marRight w:val="0"/>
                  <w:marTop w:val="0"/>
                  <w:marBottom w:val="0"/>
                  <w:divBdr>
                    <w:top w:val="none" w:sz="0" w:space="0" w:color="auto"/>
                    <w:left w:val="none" w:sz="0" w:space="0" w:color="auto"/>
                    <w:bottom w:val="none" w:sz="0" w:space="0" w:color="auto"/>
                    <w:right w:val="none" w:sz="0" w:space="0" w:color="auto"/>
                  </w:divBdr>
                  <w:divsChild>
                    <w:div w:id="716005314">
                      <w:marLeft w:val="0"/>
                      <w:marRight w:val="0"/>
                      <w:marTop w:val="0"/>
                      <w:marBottom w:val="0"/>
                      <w:divBdr>
                        <w:top w:val="none" w:sz="0" w:space="0" w:color="auto"/>
                        <w:left w:val="none" w:sz="0" w:space="0" w:color="auto"/>
                        <w:bottom w:val="none" w:sz="0" w:space="0" w:color="auto"/>
                        <w:right w:val="none" w:sz="0" w:space="0" w:color="auto"/>
                      </w:divBdr>
                      <w:divsChild>
                        <w:div w:id="1574199998">
                          <w:marLeft w:val="0"/>
                          <w:marRight w:val="0"/>
                          <w:marTop w:val="0"/>
                          <w:marBottom w:val="0"/>
                          <w:divBdr>
                            <w:top w:val="none" w:sz="0" w:space="0" w:color="auto"/>
                            <w:left w:val="none" w:sz="0" w:space="0" w:color="auto"/>
                            <w:bottom w:val="none" w:sz="0" w:space="0" w:color="auto"/>
                            <w:right w:val="none" w:sz="0" w:space="0" w:color="auto"/>
                          </w:divBdr>
                          <w:divsChild>
                            <w:div w:id="1408263654">
                              <w:marLeft w:val="0"/>
                              <w:marRight w:val="0"/>
                              <w:marTop w:val="0"/>
                              <w:marBottom w:val="0"/>
                              <w:divBdr>
                                <w:top w:val="none" w:sz="0" w:space="0" w:color="auto"/>
                                <w:left w:val="none" w:sz="0" w:space="0" w:color="auto"/>
                                <w:bottom w:val="none" w:sz="0" w:space="0" w:color="auto"/>
                                <w:right w:val="none" w:sz="0" w:space="0" w:color="auto"/>
                              </w:divBdr>
                              <w:divsChild>
                                <w:div w:id="980575278">
                                  <w:marLeft w:val="0"/>
                                  <w:marRight w:val="0"/>
                                  <w:marTop w:val="0"/>
                                  <w:marBottom w:val="0"/>
                                  <w:divBdr>
                                    <w:top w:val="none" w:sz="0" w:space="0" w:color="auto"/>
                                    <w:left w:val="none" w:sz="0" w:space="0" w:color="auto"/>
                                    <w:bottom w:val="none" w:sz="0" w:space="0" w:color="auto"/>
                                    <w:right w:val="none" w:sz="0" w:space="0" w:color="auto"/>
                                  </w:divBdr>
                                  <w:divsChild>
                                    <w:div w:id="1704358739">
                                      <w:marLeft w:val="0"/>
                                      <w:marRight w:val="0"/>
                                      <w:marTop w:val="0"/>
                                      <w:marBottom w:val="0"/>
                                      <w:divBdr>
                                        <w:top w:val="none" w:sz="0" w:space="0" w:color="auto"/>
                                        <w:left w:val="none" w:sz="0" w:space="0" w:color="auto"/>
                                        <w:bottom w:val="none" w:sz="0" w:space="0" w:color="auto"/>
                                        <w:right w:val="none" w:sz="0" w:space="0" w:color="auto"/>
                                      </w:divBdr>
                                      <w:divsChild>
                                        <w:div w:id="480391798">
                                          <w:marLeft w:val="0"/>
                                          <w:marRight w:val="0"/>
                                          <w:marTop w:val="0"/>
                                          <w:marBottom w:val="0"/>
                                          <w:divBdr>
                                            <w:top w:val="none" w:sz="0" w:space="0" w:color="auto"/>
                                            <w:left w:val="none" w:sz="0" w:space="0" w:color="auto"/>
                                            <w:bottom w:val="single" w:sz="6" w:space="0" w:color="AAAAAA"/>
                                            <w:right w:val="none" w:sz="0" w:space="0" w:color="auto"/>
                                          </w:divBdr>
                                          <w:divsChild>
                                            <w:div w:id="612632335">
                                              <w:marLeft w:val="0"/>
                                              <w:marRight w:val="75"/>
                                              <w:marTop w:val="0"/>
                                              <w:marBottom w:val="75"/>
                                              <w:divBdr>
                                                <w:top w:val="none" w:sz="0" w:space="0" w:color="auto"/>
                                                <w:left w:val="none" w:sz="0" w:space="0" w:color="auto"/>
                                                <w:bottom w:val="none" w:sz="0" w:space="0" w:color="auto"/>
                                                <w:right w:val="none" w:sz="0" w:space="0" w:color="auto"/>
                                              </w:divBdr>
                                              <w:divsChild>
                                                <w:div w:id="6549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6381355">
      <w:bodyDiv w:val="1"/>
      <w:marLeft w:val="0"/>
      <w:marRight w:val="0"/>
      <w:marTop w:val="0"/>
      <w:marBottom w:val="0"/>
      <w:divBdr>
        <w:top w:val="none" w:sz="0" w:space="0" w:color="auto"/>
        <w:left w:val="none" w:sz="0" w:space="0" w:color="auto"/>
        <w:bottom w:val="none" w:sz="0" w:space="0" w:color="auto"/>
        <w:right w:val="none" w:sz="0" w:space="0" w:color="auto"/>
      </w:divBdr>
    </w:div>
    <w:div w:id="1261641273">
      <w:bodyDiv w:val="1"/>
      <w:marLeft w:val="0"/>
      <w:marRight w:val="0"/>
      <w:marTop w:val="0"/>
      <w:marBottom w:val="0"/>
      <w:divBdr>
        <w:top w:val="none" w:sz="0" w:space="0" w:color="auto"/>
        <w:left w:val="none" w:sz="0" w:space="0" w:color="auto"/>
        <w:bottom w:val="none" w:sz="0" w:space="0" w:color="auto"/>
        <w:right w:val="none" w:sz="0" w:space="0" w:color="auto"/>
      </w:divBdr>
    </w:div>
    <w:div w:id="1293099460">
      <w:bodyDiv w:val="1"/>
      <w:marLeft w:val="0"/>
      <w:marRight w:val="0"/>
      <w:marTop w:val="0"/>
      <w:marBottom w:val="0"/>
      <w:divBdr>
        <w:top w:val="none" w:sz="0" w:space="0" w:color="auto"/>
        <w:left w:val="none" w:sz="0" w:space="0" w:color="auto"/>
        <w:bottom w:val="none" w:sz="0" w:space="0" w:color="auto"/>
        <w:right w:val="none" w:sz="0" w:space="0" w:color="auto"/>
      </w:divBdr>
    </w:div>
    <w:div w:id="1539931997">
      <w:bodyDiv w:val="1"/>
      <w:marLeft w:val="0"/>
      <w:marRight w:val="0"/>
      <w:marTop w:val="0"/>
      <w:marBottom w:val="0"/>
      <w:divBdr>
        <w:top w:val="none" w:sz="0" w:space="0" w:color="auto"/>
        <w:left w:val="none" w:sz="0" w:space="0" w:color="auto"/>
        <w:bottom w:val="none" w:sz="0" w:space="0" w:color="auto"/>
        <w:right w:val="none" w:sz="0" w:space="0" w:color="auto"/>
      </w:divBdr>
    </w:div>
    <w:div w:id="1545942219">
      <w:bodyDiv w:val="1"/>
      <w:marLeft w:val="0"/>
      <w:marRight w:val="0"/>
      <w:marTop w:val="0"/>
      <w:marBottom w:val="0"/>
      <w:divBdr>
        <w:top w:val="none" w:sz="0" w:space="0" w:color="auto"/>
        <w:left w:val="none" w:sz="0" w:space="0" w:color="auto"/>
        <w:bottom w:val="none" w:sz="0" w:space="0" w:color="auto"/>
        <w:right w:val="none" w:sz="0" w:space="0" w:color="auto"/>
      </w:divBdr>
    </w:div>
    <w:div w:id="1660304319">
      <w:bodyDiv w:val="1"/>
      <w:marLeft w:val="0"/>
      <w:marRight w:val="0"/>
      <w:marTop w:val="0"/>
      <w:marBottom w:val="0"/>
      <w:divBdr>
        <w:top w:val="none" w:sz="0" w:space="0" w:color="auto"/>
        <w:left w:val="none" w:sz="0" w:space="0" w:color="auto"/>
        <w:bottom w:val="none" w:sz="0" w:space="0" w:color="auto"/>
        <w:right w:val="none" w:sz="0" w:space="0" w:color="auto"/>
      </w:divBdr>
    </w:div>
    <w:div w:id="1710371064">
      <w:bodyDiv w:val="1"/>
      <w:marLeft w:val="0"/>
      <w:marRight w:val="0"/>
      <w:marTop w:val="0"/>
      <w:marBottom w:val="0"/>
      <w:divBdr>
        <w:top w:val="none" w:sz="0" w:space="0" w:color="auto"/>
        <w:left w:val="none" w:sz="0" w:space="0" w:color="auto"/>
        <w:bottom w:val="none" w:sz="0" w:space="0" w:color="auto"/>
        <w:right w:val="none" w:sz="0" w:space="0" w:color="auto"/>
      </w:divBdr>
    </w:div>
    <w:div w:id="1720477315">
      <w:bodyDiv w:val="1"/>
      <w:marLeft w:val="0"/>
      <w:marRight w:val="0"/>
      <w:marTop w:val="0"/>
      <w:marBottom w:val="0"/>
      <w:divBdr>
        <w:top w:val="none" w:sz="0" w:space="0" w:color="auto"/>
        <w:left w:val="none" w:sz="0" w:space="0" w:color="auto"/>
        <w:bottom w:val="none" w:sz="0" w:space="0" w:color="auto"/>
        <w:right w:val="none" w:sz="0" w:space="0" w:color="auto"/>
      </w:divBdr>
    </w:div>
    <w:div w:id="1777753501">
      <w:bodyDiv w:val="1"/>
      <w:marLeft w:val="0"/>
      <w:marRight w:val="0"/>
      <w:marTop w:val="0"/>
      <w:marBottom w:val="0"/>
      <w:divBdr>
        <w:top w:val="none" w:sz="0" w:space="0" w:color="auto"/>
        <w:left w:val="none" w:sz="0" w:space="0" w:color="auto"/>
        <w:bottom w:val="none" w:sz="0" w:space="0" w:color="auto"/>
        <w:right w:val="none" w:sz="0" w:space="0" w:color="auto"/>
      </w:divBdr>
    </w:div>
    <w:div w:id="1796171107">
      <w:bodyDiv w:val="1"/>
      <w:marLeft w:val="0"/>
      <w:marRight w:val="0"/>
      <w:marTop w:val="0"/>
      <w:marBottom w:val="0"/>
      <w:divBdr>
        <w:top w:val="none" w:sz="0" w:space="0" w:color="auto"/>
        <w:left w:val="none" w:sz="0" w:space="0" w:color="auto"/>
        <w:bottom w:val="none" w:sz="0" w:space="0" w:color="auto"/>
        <w:right w:val="none" w:sz="0" w:space="0" w:color="auto"/>
      </w:divBdr>
    </w:div>
    <w:div w:id="1811633290">
      <w:bodyDiv w:val="1"/>
      <w:marLeft w:val="0"/>
      <w:marRight w:val="0"/>
      <w:marTop w:val="0"/>
      <w:marBottom w:val="0"/>
      <w:divBdr>
        <w:top w:val="none" w:sz="0" w:space="0" w:color="auto"/>
        <w:left w:val="none" w:sz="0" w:space="0" w:color="auto"/>
        <w:bottom w:val="none" w:sz="0" w:space="0" w:color="auto"/>
        <w:right w:val="none" w:sz="0" w:space="0" w:color="auto"/>
      </w:divBdr>
    </w:div>
    <w:div w:id="1826703009">
      <w:bodyDiv w:val="1"/>
      <w:marLeft w:val="0"/>
      <w:marRight w:val="0"/>
      <w:marTop w:val="0"/>
      <w:marBottom w:val="0"/>
      <w:divBdr>
        <w:top w:val="none" w:sz="0" w:space="0" w:color="auto"/>
        <w:left w:val="none" w:sz="0" w:space="0" w:color="auto"/>
        <w:bottom w:val="none" w:sz="0" w:space="0" w:color="auto"/>
        <w:right w:val="none" w:sz="0" w:space="0" w:color="auto"/>
      </w:divBdr>
      <w:divsChild>
        <w:div w:id="1538666836">
          <w:marLeft w:val="0"/>
          <w:marRight w:val="0"/>
          <w:marTop w:val="0"/>
          <w:marBottom w:val="0"/>
          <w:divBdr>
            <w:top w:val="none" w:sz="0" w:space="0" w:color="auto"/>
            <w:left w:val="none" w:sz="0" w:space="0" w:color="auto"/>
            <w:bottom w:val="none" w:sz="0" w:space="0" w:color="auto"/>
            <w:right w:val="none" w:sz="0" w:space="0" w:color="auto"/>
          </w:divBdr>
          <w:divsChild>
            <w:div w:id="1408187589">
              <w:marLeft w:val="0"/>
              <w:marRight w:val="0"/>
              <w:marTop w:val="0"/>
              <w:marBottom w:val="0"/>
              <w:divBdr>
                <w:top w:val="none" w:sz="0" w:space="0" w:color="auto"/>
                <w:left w:val="none" w:sz="0" w:space="0" w:color="auto"/>
                <w:bottom w:val="none" w:sz="0" w:space="0" w:color="auto"/>
                <w:right w:val="none" w:sz="0" w:space="0" w:color="auto"/>
              </w:divBdr>
              <w:divsChild>
                <w:div w:id="74130323">
                  <w:marLeft w:val="0"/>
                  <w:marRight w:val="0"/>
                  <w:marTop w:val="0"/>
                  <w:marBottom w:val="0"/>
                  <w:divBdr>
                    <w:top w:val="none" w:sz="0" w:space="0" w:color="auto"/>
                    <w:left w:val="none" w:sz="0" w:space="0" w:color="auto"/>
                    <w:bottom w:val="none" w:sz="0" w:space="0" w:color="auto"/>
                    <w:right w:val="none" w:sz="0" w:space="0" w:color="auto"/>
                  </w:divBdr>
                  <w:divsChild>
                    <w:div w:id="734814655">
                      <w:marLeft w:val="0"/>
                      <w:marRight w:val="0"/>
                      <w:marTop w:val="0"/>
                      <w:marBottom w:val="0"/>
                      <w:divBdr>
                        <w:top w:val="none" w:sz="0" w:space="0" w:color="auto"/>
                        <w:left w:val="none" w:sz="0" w:space="0" w:color="auto"/>
                        <w:bottom w:val="none" w:sz="0" w:space="0" w:color="auto"/>
                        <w:right w:val="none" w:sz="0" w:space="0" w:color="auto"/>
                      </w:divBdr>
                      <w:divsChild>
                        <w:div w:id="744496144">
                          <w:marLeft w:val="0"/>
                          <w:marRight w:val="0"/>
                          <w:marTop w:val="0"/>
                          <w:marBottom w:val="0"/>
                          <w:divBdr>
                            <w:top w:val="none" w:sz="0" w:space="0" w:color="auto"/>
                            <w:left w:val="none" w:sz="0" w:space="0" w:color="auto"/>
                            <w:bottom w:val="none" w:sz="0" w:space="0" w:color="auto"/>
                            <w:right w:val="none" w:sz="0" w:space="0" w:color="auto"/>
                          </w:divBdr>
                          <w:divsChild>
                            <w:div w:id="1051003192">
                              <w:marLeft w:val="0"/>
                              <w:marRight w:val="0"/>
                              <w:marTop w:val="0"/>
                              <w:marBottom w:val="0"/>
                              <w:divBdr>
                                <w:top w:val="none" w:sz="0" w:space="0" w:color="auto"/>
                                <w:left w:val="none" w:sz="0" w:space="0" w:color="auto"/>
                                <w:bottom w:val="none" w:sz="0" w:space="0" w:color="auto"/>
                                <w:right w:val="none" w:sz="0" w:space="0" w:color="auto"/>
                              </w:divBdr>
                              <w:divsChild>
                                <w:div w:id="1937595714">
                                  <w:marLeft w:val="0"/>
                                  <w:marRight w:val="0"/>
                                  <w:marTop w:val="0"/>
                                  <w:marBottom w:val="0"/>
                                  <w:divBdr>
                                    <w:top w:val="none" w:sz="0" w:space="0" w:color="auto"/>
                                    <w:left w:val="none" w:sz="0" w:space="0" w:color="auto"/>
                                    <w:bottom w:val="none" w:sz="0" w:space="0" w:color="auto"/>
                                    <w:right w:val="none" w:sz="0" w:space="0" w:color="auto"/>
                                  </w:divBdr>
                                  <w:divsChild>
                                    <w:div w:id="117133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319386">
      <w:bodyDiv w:val="1"/>
      <w:marLeft w:val="0"/>
      <w:marRight w:val="0"/>
      <w:marTop w:val="0"/>
      <w:marBottom w:val="0"/>
      <w:divBdr>
        <w:top w:val="none" w:sz="0" w:space="0" w:color="auto"/>
        <w:left w:val="none" w:sz="0" w:space="0" w:color="auto"/>
        <w:bottom w:val="none" w:sz="0" w:space="0" w:color="auto"/>
        <w:right w:val="none" w:sz="0" w:space="0" w:color="auto"/>
      </w:divBdr>
      <w:divsChild>
        <w:div w:id="1759863584">
          <w:marLeft w:val="0"/>
          <w:marRight w:val="0"/>
          <w:marTop w:val="0"/>
          <w:marBottom w:val="0"/>
          <w:divBdr>
            <w:top w:val="none" w:sz="0" w:space="0" w:color="auto"/>
            <w:left w:val="none" w:sz="0" w:space="0" w:color="auto"/>
            <w:bottom w:val="none" w:sz="0" w:space="0" w:color="auto"/>
            <w:right w:val="none" w:sz="0" w:space="0" w:color="auto"/>
          </w:divBdr>
          <w:divsChild>
            <w:div w:id="949900827">
              <w:marLeft w:val="225"/>
              <w:marRight w:val="0"/>
              <w:marTop w:val="150"/>
              <w:marBottom w:val="0"/>
              <w:divBdr>
                <w:top w:val="none" w:sz="0" w:space="0" w:color="auto"/>
                <w:left w:val="none" w:sz="0" w:space="0" w:color="auto"/>
                <w:bottom w:val="none" w:sz="0" w:space="0" w:color="auto"/>
                <w:right w:val="none" w:sz="0" w:space="0" w:color="auto"/>
              </w:divBdr>
              <w:divsChild>
                <w:div w:id="210114029">
                  <w:marLeft w:val="300"/>
                  <w:marRight w:val="456"/>
                  <w:marTop w:val="0"/>
                  <w:marBottom w:val="0"/>
                  <w:divBdr>
                    <w:top w:val="none" w:sz="0" w:space="0" w:color="auto"/>
                    <w:left w:val="none" w:sz="0" w:space="0" w:color="auto"/>
                    <w:bottom w:val="none" w:sz="0" w:space="0" w:color="auto"/>
                    <w:right w:val="none" w:sz="0" w:space="0" w:color="auto"/>
                  </w:divBdr>
                </w:div>
              </w:divsChild>
            </w:div>
          </w:divsChild>
        </w:div>
      </w:divsChild>
    </w:div>
    <w:div w:id="1880848712">
      <w:bodyDiv w:val="1"/>
      <w:marLeft w:val="0"/>
      <w:marRight w:val="0"/>
      <w:marTop w:val="0"/>
      <w:marBottom w:val="0"/>
      <w:divBdr>
        <w:top w:val="none" w:sz="0" w:space="0" w:color="auto"/>
        <w:left w:val="none" w:sz="0" w:space="0" w:color="auto"/>
        <w:bottom w:val="none" w:sz="0" w:space="0" w:color="auto"/>
        <w:right w:val="none" w:sz="0" w:space="0" w:color="auto"/>
      </w:divBdr>
    </w:div>
    <w:div w:id="1904560431">
      <w:bodyDiv w:val="1"/>
      <w:marLeft w:val="0"/>
      <w:marRight w:val="0"/>
      <w:marTop w:val="0"/>
      <w:marBottom w:val="0"/>
      <w:divBdr>
        <w:top w:val="none" w:sz="0" w:space="0" w:color="auto"/>
        <w:left w:val="none" w:sz="0" w:space="0" w:color="auto"/>
        <w:bottom w:val="none" w:sz="0" w:space="0" w:color="auto"/>
        <w:right w:val="none" w:sz="0" w:space="0" w:color="auto"/>
      </w:divBdr>
    </w:div>
    <w:div w:id="1928347210">
      <w:bodyDiv w:val="1"/>
      <w:marLeft w:val="0"/>
      <w:marRight w:val="0"/>
      <w:marTop w:val="0"/>
      <w:marBottom w:val="0"/>
      <w:divBdr>
        <w:top w:val="none" w:sz="0" w:space="0" w:color="auto"/>
        <w:left w:val="none" w:sz="0" w:space="0" w:color="auto"/>
        <w:bottom w:val="none" w:sz="0" w:space="0" w:color="auto"/>
        <w:right w:val="none" w:sz="0" w:space="0" w:color="auto"/>
      </w:divBdr>
    </w:div>
    <w:div w:id="1938752112">
      <w:bodyDiv w:val="1"/>
      <w:marLeft w:val="0"/>
      <w:marRight w:val="0"/>
      <w:marTop w:val="0"/>
      <w:marBottom w:val="0"/>
      <w:divBdr>
        <w:top w:val="none" w:sz="0" w:space="0" w:color="auto"/>
        <w:left w:val="none" w:sz="0" w:space="0" w:color="auto"/>
        <w:bottom w:val="none" w:sz="0" w:space="0" w:color="auto"/>
        <w:right w:val="none" w:sz="0" w:space="0" w:color="auto"/>
      </w:divBdr>
    </w:div>
    <w:div w:id="1944339339">
      <w:bodyDiv w:val="1"/>
      <w:marLeft w:val="0"/>
      <w:marRight w:val="0"/>
      <w:marTop w:val="0"/>
      <w:marBottom w:val="0"/>
      <w:divBdr>
        <w:top w:val="none" w:sz="0" w:space="0" w:color="auto"/>
        <w:left w:val="none" w:sz="0" w:space="0" w:color="auto"/>
        <w:bottom w:val="none" w:sz="0" w:space="0" w:color="auto"/>
        <w:right w:val="none" w:sz="0" w:space="0" w:color="auto"/>
      </w:divBdr>
    </w:div>
    <w:div w:id="1974674431">
      <w:bodyDiv w:val="1"/>
      <w:marLeft w:val="0"/>
      <w:marRight w:val="0"/>
      <w:marTop w:val="0"/>
      <w:marBottom w:val="0"/>
      <w:divBdr>
        <w:top w:val="none" w:sz="0" w:space="0" w:color="auto"/>
        <w:left w:val="none" w:sz="0" w:space="0" w:color="auto"/>
        <w:bottom w:val="none" w:sz="0" w:space="0" w:color="auto"/>
        <w:right w:val="none" w:sz="0" w:space="0" w:color="auto"/>
      </w:divBdr>
    </w:div>
    <w:div w:id="2019499585">
      <w:bodyDiv w:val="1"/>
      <w:marLeft w:val="0"/>
      <w:marRight w:val="0"/>
      <w:marTop w:val="0"/>
      <w:marBottom w:val="0"/>
      <w:divBdr>
        <w:top w:val="none" w:sz="0" w:space="0" w:color="auto"/>
        <w:left w:val="none" w:sz="0" w:space="0" w:color="auto"/>
        <w:bottom w:val="none" w:sz="0" w:space="0" w:color="auto"/>
        <w:right w:val="none" w:sz="0" w:space="0" w:color="auto"/>
      </w:divBdr>
    </w:div>
    <w:div w:id="2036147690">
      <w:bodyDiv w:val="1"/>
      <w:marLeft w:val="0"/>
      <w:marRight w:val="0"/>
      <w:marTop w:val="0"/>
      <w:marBottom w:val="0"/>
      <w:divBdr>
        <w:top w:val="none" w:sz="0" w:space="0" w:color="auto"/>
        <w:left w:val="none" w:sz="0" w:space="0" w:color="auto"/>
        <w:bottom w:val="none" w:sz="0" w:space="0" w:color="auto"/>
        <w:right w:val="none" w:sz="0" w:space="0" w:color="auto"/>
      </w:divBdr>
    </w:div>
    <w:div w:id="2058048223">
      <w:bodyDiv w:val="1"/>
      <w:marLeft w:val="0"/>
      <w:marRight w:val="360"/>
      <w:marTop w:val="0"/>
      <w:marBottom w:val="0"/>
      <w:divBdr>
        <w:top w:val="none" w:sz="0" w:space="0" w:color="auto"/>
        <w:left w:val="none" w:sz="0" w:space="0" w:color="auto"/>
        <w:bottom w:val="none" w:sz="0" w:space="0" w:color="auto"/>
        <w:right w:val="none" w:sz="0" w:space="0" w:color="auto"/>
      </w:divBdr>
      <w:divsChild>
        <w:div w:id="2019458887">
          <w:marLeft w:val="240"/>
          <w:marRight w:val="240"/>
          <w:marTop w:val="0"/>
          <w:marBottom w:val="0"/>
          <w:divBdr>
            <w:top w:val="none" w:sz="0" w:space="0" w:color="auto"/>
            <w:left w:val="none" w:sz="0" w:space="0" w:color="auto"/>
            <w:bottom w:val="none" w:sz="0" w:space="0" w:color="auto"/>
            <w:right w:val="none" w:sz="0" w:space="0" w:color="auto"/>
          </w:divBdr>
          <w:divsChild>
            <w:div w:id="82580121">
              <w:marLeft w:val="0"/>
              <w:marRight w:val="0"/>
              <w:marTop w:val="0"/>
              <w:marBottom w:val="0"/>
              <w:divBdr>
                <w:top w:val="none" w:sz="0" w:space="0" w:color="auto"/>
                <w:left w:val="none" w:sz="0" w:space="0" w:color="auto"/>
                <w:bottom w:val="none" w:sz="0" w:space="0" w:color="auto"/>
                <w:right w:val="none" w:sz="0" w:space="0" w:color="auto"/>
              </w:divBdr>
              <w:divsChild>
                <w:div w:id="551618342">
                  <w:marLeft w:val="240"/>
                  <w:marRight w:val="240"/>
                  <w:marTop w:val="0"/>
                  <w:marBottom w:val="0"/>
                  <w:divBdr>
                    <w:top w:val="none" w:sz="0" w:space="0" w:color="auto"/>
                    <w:left w:val="none" w:sz="0" w:space="0" w:color="auto"/>
                    <w:bottom w:val="none" w:sz="0" w:space="0" w:color="auto"/>
                    <w:right w:val="none" w:sz="0" w:space="0" w:color="auto"/>
                  </w:divBdr>
                  <w:divsChild>
                    <w:div w:id="1812869141">
                      <w:marLeft w:val="0"/>
                      <w:marRight w:val="0"/>
                      <w:marTop w:val="0"/>
                      <w:marBottom w:val="0"/>
                      <w:divBdr>
                        <w:top w:val="none" w:sz="0" w:space="0" w:color="auto"/>
                        <w:left w:val="none" w:sz="0" w:space="0" w:color="auto"/>
                        <w:bottom w:val="none" w:sz="0" w:space="0" w:color="auto"/>
                        <w:right w:val="none" w:sz="0" w:space="0" w:color="auto"/>
                      </w:divBdr>
                      <w:divsChild>
                        <w:div w:id="1346248972">
                          <w:marLeft w:val="0"/>
                          <w:marRight w:val="0"/>
                          <w:marTop w:val="0"/>
                          <w:marBottom w:val="0"/>
                          <w:divBdr>
                            <w:top w:val="none" w:sz="0" w:space="0" w:color="auto"/>
                            <w:left w:val="none" w:sz="0" w:space="0" w:color="auto"/>
                            <w:bottom w:val="none" w:sz="0" w:space="0" w:color="auto"/>
                            <w:right w:val="none" w:sz="0" w:space="0" w:color="auto"/>
                          </w:divBdr>
                        </w:div>
                        <w:div w:id="1709262491">
                          <w:marLeft w:val="240"/>
                          <w:marRight w:val="240"/>
                          <w:marTop w:val="0"/>
                          <w:marBottom w:val="0"/>
                          <w:divBdr>
                            <w:top w:val="none" w:sz="0" w:space="0" w:color="auto"/>
                            <w:left w:val="none" w:sz="0" w:space="0" w:color="auto"/>
                            <w:bottom w:val="none" w:sz="0" w:space="0" w:color="auto"/>
                            <w:right w:val="none" w:sz="0" w:space="0" w:color="auto"/>
                          </w:divBdr>
                          <w:divsChild>
                            <w:div w:id="261500460">
                              <w:marLeft w:val="0"/>
                              <w:marRight w:val="0"/>
                              <w:marTop w:val="0"/>
                              <w:marBottom w:val="0"/>
                              <w:divBdr>
                                <w:top w:val="none" w:sz="0" w:space="0" w:color="auto"/>
                                <w:left w:val="none" w:sz="0" w:space="0" w:color="auto"/>
                                <w:bottom w:val="none" w:sz="0" w:space="0" w:color="auto"/>
                                <w:right w:val="none" w:sz="0" w:space="0" w:color="auto"/>
                              </w:divBdr>
                              <w:divsChild>
                                <w:div w:id="37977488">
                                  <w:marLeft w:val="240"/>
                                  <w:marRight w:val="240"/>
                                  <w:marTop w:val="0"/>
                                  <w:marBottom w:val="0"/>
                                  <w:divBdr>
                                    <w:top w:val="none" w:sz="0" w:space="0" w:color="auto"/>
                                    <w:left w:val="none" w:sz="0" w:space="0" w:color="auto"/>
                                    <w:bottom w:val="none" w:sz="0" w:space="0" w:color="auto"/>
                                    <w:right w:val="none" w:sz="0" w:space="0" w:color="auto"/>
                                  </w:divBdr>
                                  <w:divsChild>
                                    <w:div w:id="832841811">
                                      <w:marLeft w:val="240"/>
                                      <w:marRight w:val="0"/>
                                      <w:marTop w:val="0"/>
                                      <w:marBottom w:val="0"/>
                                      <w:divBdr>
                                        <w:top w:val="none" w:sz="0" w:space="0" w:color="auto"/>
                                        <w:left w:val="none" w:sz="0" w:space="0" w:color="auto"/>
                                        <w:bottom w:val="none" w:sz="0" w:space="0" w:color="auto"/>
                                        <w:right w:val="none" w:sz="0" w:space="0" w:color="auto"/>
                                      </w:divBdr>
                                    </w:div>
                                  </w:divsChild>
                                </w:div>
                                <w:div w:id="105273778">
                                  <w:marLeft w:val="240"/>
                                  <w:marRight w:val="240"/>
                                  <w:marTop w:val="0"/>
                                  <w:marBottom w:val="0"/>
                                  <w:divBdr>
                                    <w:top w:val="none" w:sz="0" w:space="0" w:color="auto"/>
                                    <w:left w:val="none" w:sz="0" w:space="0" w:color="auto"/>
                                    <w:bottom w:val="none" w:sz="0" w:space="0" w:color="auto"/>
                                    <w:right w:val="none" w:sz="0" w:space="0" w:color="auto"/>
                                  </w:divBdr>
                                  <w:divsChild>
                                    <w:div w:id="1016998284">
                                      <w:marLeft w:val="0"/>
                                      <w:marRight w:val="0"/>
                                      <w:marTop w:val="0"/>
                                      <w:marBottom w:val="0"/>
                                      <w:divBdr>
                                        <w:top w:val="none" w:sz="0" w:space="0" w:color="auto"/>
                                        <w:left w:val="none" w:sz="0" w:space="0" w:color="auto"/>
                                        <w:bottom w:val="none" w:sz="0" w:space="0" w:color="auto"/>
                                        <w:right w:val="none" w:sz="0" w:space="0" w:color="auto"/>
                                      </w:divBdr>
                                      <w:divsChild>
                                        <w:div w:id="701592572">
                                          <w:marLeft w:val="240"/>
                                          <w:marRight w:val="240"/>
                                          <w:marTop w:val="0"/>
                                          <w:marBottom w:val="0"/>
                                          <w:divBdr>
                                            <w:top w:val="none" w:sz="0" w:space="0" w:color="auto"/>
                                            <w:left w:val="none" w:sz="0" w:space="0" w:color="auto"/>
                                            <w:bottom w:val="none" w:sz="0" w:space="0" w:color="auto"/>
                                            <w:right w:val="none" w:sz="0" w:space="0" w:color="auto"/>
                                          </w:divBdr>
                                          <w:divsChild>
                                            <w:div w:id="214047675">
                                              <w:marLeft w:val="240"/>
                                              <w:marRight w:val="0"/>
                                              <w:marTop w:val="0"/>
                                              <w:marBottom w:val="0"/>
                                              <w:divBdr>
                                                <w:top w:val="none" w:sz="0" w:space="0" w:color="auto"/>
                                                <w:left w:val="none" w:sz="0" w:space="0" w:color="auto"/>
                                                <w:bottom w:val="none" w:sz="0" w:space="0" w:color="auto"/>
                                                <w:right w:val="none" w:sz="0" w:space="0" w:color="auto"/>
                                              </w:divBdr>
                                            </w:div>
                                            <w:div w:id="216203735">
                                              <w:marLeft w:val="0"/>
                                              <w:marRight w:val="0"/>
                                              <w:marTop w:val="0"/>
                                              <w:marBottom w:val="0"/>
                                              <w:divBdr>
                                                <w:top w:val="none" w:sz="0" w:space="0" w:color="auto"/>
                                                <w:left w:val="none" w:sz="0" w:space="0" w:color="auto"/>
                                                <w:bottom w:val="none" w:sz="0" w:space="0" w:color="auto"/>
                                                <w:right w:val="none" w:sz="0" w:space="0" w:color="auto"/>
                                              </w:divBdr>
                                              <w:divsChild>
                                                <w:div w:id="1094277169">
                                                  <w:marLeft w:val="240"/>
                                                  <w:marRight w:val="240"/>
                                                  <w:marTop w:val="0"/>
                                                  <w:marBottom w:val="0"/>
                                                  <w:divBdr>
                                                    <w:top w:val="none" w:sz="0" w:space="0" w:color="auto"/>
                                                    <w:left w:val="none" w:sz="0" w:space="0" w:color="auto"/>
                                                    <w:bottom w:val="none" w:sz="0" w:space="0" w:color="auto"/>
                                                    <w:right w:val="none" w:sz="0" w:space="0" w:color="auto"/>
                                                  </w:divBdr>
                                                  <w:divsChild>
                                                    <w:div w:id="516580514">
                                                      <w:marLeft w:val="240"/>
                                                      <w:marRight w:val="0"/>
                                                      <w:marTop w:val="0"/>
                                                      <w:marBottom w:val="0"/>
                                                      <w:divBdr>
                                                        <w:top w:val="none" w:sz="0" w:space="0" w:color="auto"/>
                                                        <w:left w:val="none" w:sz="0" w:space="0" w:color="auto"/>
                                                        <w:bottom w:val="none" w:sz="0" w:space="0" w:color="auto"/>
                                                        <w:right w:val="none" w:sz="0" w:space="0" w:color="auto"/>
                                                      </w:divBdr>
                                                    </w:div>
                                                  </w:divsChild>
                                                </w:div>
                                                <w:div w:id="1683706076">
                                                  <w:marLeft w:val="240"/>
                                                  <w:marRight w:val="240"/>
                                                  <w:marTop w:val="0"/>
                                                  <w:marBottom w:val="0"/>
                                                  <w:divBdr>
                                                    <w:top w:val="none" w:sz="0" w:space="0" w:color="auto"/>
                                                    <w:left w:val="none" w:sz="0" w:space="0" w:color="auto"/>
                                                    <w:bottom w:val="none" w:sz="0" w:space="0" w:color="auto"/>
                                                    <w:right w:val="none" w:sz="0" w:space="0" w:color="auto"/>
                                                  </w:divBdr>
                                                  <w:divsChild>
                                                    <w:div w:id="1605573273">
                                                      <w:marLeft w:val="240"/>
                                                      <w:marRight w:val="0"/>
                                                      <w:marTop w:val="0"/>
                                                      <w:marBottom w:val="0"/>
                                                      <w:divBdr>
                                                        <w:top w:val="none" w:sz="0" w:space="0" w:color="auto"/>
                                                        <w:left w:val="none" w:sz="0" w:space="0" w:color="auto"/>
                                                        <w:bottom w:val="none" w:sz="0" w:space="0" w:color="auto"/>
                                                        <w:right w:val="none" w:sz="0" w:space="0" w:color="auto"/>
                                                      </w:divBdr>
                                                    </w:div>
                                                  </w:divsChild>
                                                </w:div>
                                                <w:div w:id="176953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23506">
                                          <w:marLeft w:val="240"/>
                                          <w:marRight w:val="240"/>
                                          <w:marTop w:val="0"/>
                                          <w:marBottom w:val="0"/>
                                          <w:divBdr>
                                            <w:top w:val="none" w:sz="0" w:space="0" w:color="auto"/>
                                            <w:left w:val="none" w:sz="0" w:space="0" w:color="auto"/>
                                            <w:bottom w:val="none" w:sz="0" w:space="0" w:color="auto"/>
                                            <w:right w:val="none" w:sz="0" w:space="0" w:color="auto"/>
                                          </w:divBdr>
                                          <w:divsChild>
                                            <w:div w:id="88813114">
                                              <w:marLeft w:val="240"/>
                                              <w:marRight w:val="0"/>
                                              <w:marTop w:val="0"/>
                                              <w:marBottom w:val="0"/>
                                              <w:divBdr>
                                                <w:top w:val="none" w:sz="0" w:space="0" w:color="auto"/>
                                                <w:left w:val="none" w:sz="0" w:space="0" w:color="auto"/>
                                                <w:bottom w:val="none" w:sz="0" w:space="0" w:color="auto"/>
                                                <w:right w:val="none" w:sz="0" w:space="0" w:color="auto"/>
                                              </w:divBdr>
                                            </w:div>
                                            <w:div w:id="2139251310">
                                              <w:marLeft w:val="0"/>
                                              <w:marRight w:val="0"/>
                                              <w:marTop w:val="0"/>
                                              <w:marBottom w:val="0"/>
                                              <w:divBdr>
                                                <w:top w:val="none" w:sz="0" w:space="0" w:color="auto"/>
                                                <w:left w:val="none" w:sz="0" w:space="0" w:color="auto"/>
                                                <w:bottom w:val="none" w:sz="0" w:space="0" w:color="auto"/>
                                                <w:right w:val="none" w:sz="0" w:space="0" w:color="auto"/>
                                              </w:divBdr>
                                              <w:divsChild>
                                                <w:div w:id="440689817">
                                                  <w:marLeft w:val="240"/>
                                                  <w:marRight w:val="240"/>
                                                  <w:marTop w:val="0"/>
                                                  <w:marBottom w:val="0"/>
                                                  <w:divBdr>
                                                    <w:top w:val="none" w:sz="0" w:space="0" w:color="auto"/>
                                                    <w:left w:val="none" w:sz="0" w:space="0" w:color="auto"/>
                                                    <w:bottom w:val="none" w:sz="0" w:space="0" w:color="auto"/>
                                                    <w:right w:val="none" w:sz="0" w:space="0" w:color="auto"/>
                                                  </w:divBdr>
                                                  <w:divsChild>
                                                    <w:div w:id="1133131046">
                                                      <w:marLeft w:val="240"/>
                                                      <w:marRight w:val="0"/>
                                                      <w:marTop w:val="0"/>
                                                      <w:marBottom w:val="0"/>
                                                      <w:divBdr>
                                                        <w:top w:val="none" w:sz="0" w:space="0" w:color="auto"/>
                                                        <w:left w:val="none" w:sz="0" w:space="0" w:color="auto"/>
                                                        <w:bottom w:val="none" w:sz="0" w:space="0" w:color="auto"/>
                                                        <w:right w:val="none" w:sz="0" w:space="0" w:color="auto"/>
                                                      </w:divBdr>
                                                    </w:div>
                                                  </w:divsChild>
                                                </w:div>
                                                <w:div w:id="1409956937">
                                                  <w:marLeft w:val="240"/>
                                                  <w:marRight w:val="240"/>
                                                  <w:marTop w:val="0"/>
                                                  <w:marBottom w:val="0"/>
                                                  <w:divBdr>
                                                    <w:top w:val="none" w:sz="0" w:space="0" w:color="auto"/>
                                                    <w:left w:val="none" w:sz="0" w:space="0" w:color="auto"/>
                                                    <w:bottom w:val="none" w:sz="0" w:space="0" w:color="auto"/>
                                                    <w:right w:val="none" w:sz="0" w:space="0" w:color="auto"/>
                                                  </w:divBdr>
                                                  <w:divsChild>
                                                    <w:div w:id="2096898006">
                                                      <w:marLeft w:val="240"/>
                                                      <w:marRight w:val="0"/>
                                                      <w:marTop w:val="0"/>
                                                      <w:marBottom w:val="0"/>
                                                      <w:divBdr>
                                                        <w:top w:val="none" w:sz="0" w:space="0" w:color="auto"/>
                                                        <w:left w:val="none" w:sz="0" w:space="0" w:color="auto"/>
                                                        <w:bottom w:val="none" w:sz="0" w:space="0" w:color="auto"/>
                                                        <w:right w:val="none" w:sz="0" w:space="0" w:color="auto"/>
                                                      </w:divBdr>
                                                    </w:div>
                                                  </w:divsChild>
                                                </w:div>
                                                <w:div w:id="147561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720207">
                                          <w:marLeft w:val="0"/>
                                          <w:marRight w:val="0"/>
                                          <w:marTop w:val="0"/>
                                          <w:marBottom w:val="0"/>
                                          <w:divBdr>
                                            <w:top w:val="none" w:sz="0" w:space="0" w:color="auto"/>
                                            <w:left w:val="none" w:sz="0" w:space="0" w:color="auto"/>
                                            <w:bottom w:val="none" w:sz="0" w:space="0" w:color="auto"/>
                                            <w:right w:val="none" w:sz="0" w:space="0" w:color="auto"/>
                                          </w:divBdr>
                                        </w:div>
                                      </w:divsChild>
                                    </w:div>
                                    <w:div w:id="1082146320">
                                      <w:marLeft w:val="240"/>
                                      <w:marRight w:val="0"/>
                                      <w:marTop w:val="0"/>
                                      <w:marBottom w:val="0"/>
                                      <w:divBdr>
                                        <w:top w:val="none" w:sz="0" w:space="0" w:color="auto"/>
                                        <w:left w:val="none" w:sz="0" w:space="0" w:color="auto"/>
                                        <w:bottom w:val="none" w:sz="0" w:space="0" w:color="auto"/>
                                        <w:right w:val="none" w:sz="0" w:space="0" w:color="auto"/>
                                      </w:divBdr>
                                    </w:div>
                                  </w:divsChild>
                                </w:div>
                                <w:div w:id="196508217">
                                  <w:marLeft w:val="240"/>
                                  <w:marRight w:val="240"/>
                                  <w:marTop w:val="0"/>
                                  <w:marBottom w:val="0"/>
                                  <w:divBdr>
                                    <w:top w:val="none" w:sz="0" w:space="0" w:color="auto"/>
                                    <w:left w:val="none" w:sz="0" w:space="0" w:color="auto"/>
                                    <w:bottom w:val="none" w:sz="0" w:space="0" w:color="auto"/>
                                    <w:right w:val="none" w:sz="0" w:space="0" w:color="auto"/>
                                  </w:divBdr>
                                  <w:divsChild>
                                    <w:div w:id="1326395312">
                                      <w:marLeft w:val="240"/>
                                      <w:marRight w:val="0"/>
                                      <w:marTop w:val="0"/>
                                      <w:marBottom w:val="0"/>
                                      <w:divBdr>
                                        <w:top w:val="none" w:sz="0" w:space="0" w:color="auto"/>
                                        <w:left w:val="none" w:sz="0" w:space="0" w:color="auto"/>
                                        <w:bottom w:val="none" w:sz="0" w:space="0" w:color="auto"/>
                                        <w:right w:val="none" w:sz="0" w:space="0" w:color="auto"/>
                                      </w:divBdr>
                                    </w:div>
                                  </w:divsChild>
                                </w:div>
                                <w:div w:id="276645402">
                                  <w:marLeft w:val="240"/>
                                  <w:marRight w:val="240"/>
                                  <w:marTop w:val="0"/>
                                  <w:marBottom w:val="0"/>
                                  <w:divBdr>
                                    <w:top w:val="none" w:sz="0" w:space="0" w:color="auto"/>
                                    <w:left w:val="none" w:sz="0" w:space="0" w:color="auto"/>
                                    <w:bottom w:val="none" w:sz="0" w:space="0" w:color="auto"/>
                                    <w:right w:val="none" w:sz="0" w:space="0" w:color="auto"/>
                                  </w:divBdr>
                                  <w:divsChild>
                                    <w:div w:id="636688743">
                                      <w:marLeft w:val="240"/>
                                      <w:marRight w:val="0"/>
                                      <w:marTop w:val="0"/>
                                      <w:marBottom w:val="0"/>
                                      <w:divBdr>
                                        <w:top w:val="none" w:sz="0" w:space="0" w:color="auto"/>
                                        <w:left w:val="none" w:sz="0" w:space="0" w:color="auto"/>
                                        <w:bottom w:val="none" w:sz="0" w:space="0" w:color="auto"/>
                                        <w:right w:val="none" w:sz="0" w:space="0" w:color="auto"/>
                                      </w:divBdr>
                                    </w:div>
                                  </w:divsChild>
                                </w:div>
                                <w:div w:id="316765490">
                                  <w:marLeft w:val="240"/>
                                  <w:marRight w:val="240"/>
                                  <w:marTop w:val="0"/>
                                  <w:marBottom w:val="0"/>
                                  <w:divBdr>
                                    <w:top w:val="none" w:sz="0" w:space="0" w:color="auto"/>
                                    <w:left w:val="none" w:sz="0" w:space="0" w:color="auto"/>
                                    <w:bottom w:val="none" w:sz="0" w:space="0" w:color="auto"/>
                                    <w:right w:val="none" w:sz="0" w:space="0" w:color="auto"/>
                                  </w:divBdr>
                                  <w:divsChild>
                                    <w:div w:id="171991471">
                                      <w:marLeft w:val="240"/>
                                      <w:marRight w:val="0"/>
                                      <w:marTop w:val="0"/>
                                      <w:marBottom w:val="0"/>
                                      <w:divBdr>
                                        <w:top w:val="none" w:sz="0" w:space="0" w:color="auto"/>
                                        <w:left w:val="none" w:sz="0" w:space="0" w:color="auto"/>
                                        <w:bottom w:val="none" w:sz="0" w:space="0" w:color="auto"/>
                                        <w:right w:val="none" w:sz="0" w:space="0" w:color="auto"/>
                                      </w:divBdr>
                                    </w:div>
                                  </w:divsChild>
                                </w:div>
                                <w:div w:id="323708351">
                                  <w:marLeft w:val="240"/>
                                  <w:marRight w:val="240"/>
                                  <w:marTop w:val="0"/>
                                  <w:marBottom w:val="0"/>
                                  <w:divBdr>
                                    <w:top w:val="none" w:sz="0" w:space="0" w:color="auto"/>
                                    <w:left w:val="none" w:sz="0" w:space="0" w:color="auto"/>
                                    <w:bottom w:val="none" w:sz="0" w:space="0" w:color="auto"/>
                                    <w:right w:val="none" w:sz="0" w:space="0" w:color="auto"/>
                                  </w:divBdr>
                                  <w:divsChild>
                                    <w:div w:id="704982687">
                                      <w:marLeft w:val="240"/>
                                      <w:marRight w:val="0"/>
                                      <w:marTop w:val="0"/>
                                      <w:marBottom w:val="0"/>
                                      <w:divBdr>
                                        <w:top w:val="none" w:sz="0" w:space="0" w:color="auto"/>
                                        <w:left w:val="none" w:sz="0" w:space="0" w:color="auto"/>
                                        <w:bottom w:val="none" w:sz="0" w:space="0" w:color="auto"/>
                                        <w:right w:val="none" w:sz="0" w:space="0" w:color="auto"/>
                                      </w:divBdr>
                                    </w:div>
                                  </w:divsChild>
                                </w:div>
                                <w:div w:id="633103562">
                                  <w:marLeft w:val="240"/>
                                  <w:marRight w:val="240"/>
                                  <w:marTop w:val="0"/>
                                  <w:marBottom w:val="0"/>
                                  <w:divBdr>
                                    <w:top w:val="none" w:sz="0" w:space="0" w:color="auto"/>
                                    <w:left w:val="none" w:sz="0" w:space="0" w:color="auto"/>
                                    <w:bottom w:val="none" w:sz="0" w:space="0" w:color="auto"/>
                                    <w:right w:val="none" w:sz="0" w:space="0" w:color="auto"/>
                                  </w:divBdr>
                                  <w:divsChild>
                                    <w:div w:id="1791975992">
                                      <w:marLeft w:val="240"/>
                                      <w:marRight w:val="0"/>
                                      <w:marTop w:val="0"/>
                                      <w:marBottom w:val="0"/>
                                      <w:divBdr>
                                        <w:top w:val="none" w:sz="0" w:space="0" w:color="auto"/>
                                        <w:left w:val="none" w:sz="0" w:space="0" w:color="auto"/>
                                        <w:bottom w:val="none" w:sz="0" w:space="0" w:color="auto"/>
                                        <w:right w:val="none" w:sz="0" w:space="0" w:color="auto"/>
                                      </w:divBdr>
                                    </w:div>
                                  </w:divsChild>
                                </w:div>
                                <w:div w:id="708650976">
                                  <w:marLeft w:val="240"/>
                                  <w:marRight w:val="240"/>
                                  <w:marTop w:val="0"/>
                                  <w:marBottom w:val="0"/>
                                  <w:divBdr>
                                    <w:top w:val="none" w:sz="0" w:space="0" w:color="auto"/>
                                    <w:left w:val="none" w:sz="0" w:space="0" w:color="auto"/>
                                    <w:bottom w:val="none" w:sz="0" w:space="0" w:color="auto"/>
                                    <w:right w:val="none" w:sz="0" w:space="0" w:color="auto"/>
                                  </w:divBdr>
                                  <w:divsChild>
                                    <w:div w:id="309557681">
                                      <w:marLeft w:val="240"/>
                                      <w:marRight w:val="0"/>
                                      <w:marTop w:val="0"/>
                                      <w:marBottom w:val="0"/>
                                      <w:divBdr>
                                        <w:top w:val="none" w:sz="0" w:space="0" w:color="auto"/>
                                        <w:left w:val="none" w:sz="0" w:space="0" w:color="auto"/>
                                        <w:bottom w:val="none" w:sz="0" w:space="0" w:color="auto"/>
                                        <w:right w:val="none" w:sz="0" w:space="0" w:color="auto"/>
                                      </w:divBdr>
                                    </w:div>
                                  </w:divsChild>
                                </w:div>
                                <w:div w:id="806513372">
                                  <w:marLeft w:val="240"/>
                                  <w:marRight w:val="240"/>
                                  <w:marTop w:val="0"/>
                                  <w:marBottom w:val="0"/>
                                  <w:divBdr>
                                    <w:top w:val="none" w:sz="0" w:space="0" w:color="auto"/>
                                    <w:left w:val="none" w:sz="0" w:space="0" w:color="auto"/>
                                    <w:bottom w:val="none" w:sz="0" w:space="0" w:color="auto"/>
                                    <w:right w:val="none" w:sz="0" w:space="0" w:color="auto"/>
                                  </w:divBdr>
                                  <w:divsChild>
                                    <w:div w:id="298389213">
                                      <w:marLeft w:val="240"/>
                                      <w:marRight w:val="0"/>
                                      <w:marTop w:val="0"/>
                                      <w:marBottom w:val="0"/>
                                      <w:divBdr>
                                        <w:top w:val="none" w:sz="0" w:space="0" w:color="auto"/>
                                        <w:left w:val="none" w:sz="0" w:space="0" w:color="auto"/>
                                        <w:bottom w:val="none" w:sz="0" w:space="0" w:color="auto"/>
                                        <w:right w:val="none" w:sz="0" w:space="0" w:color="auto"/>
                                      </w:divBdr>
                                    </w:div>
                                  </w:divsChild>
                                </w:div>
                                <w:div w:id="821894146">
                                  <w:marLeft w:val="240"/>
                                  <w:marRight w:val="240"/>
                                  <w:marTop w:val="0"/>
                                  <w:marBottom w:val="0"/>
                                  <w:divBdr>
                                    <w:top w:val="none" w:sz="0" w:space="0" w:color="auto"/>
                                    <w:left w:val="none" w:sz="0" w:space="0" w:color="auto"/>
                                    <w:bottom w:val="none" w:sz="0" w:space="0" w:color="auto"/>
                                    <w:right w:val="none" w:sz="0" w:space="0" w:color="auto"/>
                                  </w:divBdr>
                                  <w:divsChild>
                                    <w:div w:id="905604465">
                                      <w:marLeft w:val="240"/>
                                      <w:marRight w:val="0"/>
                                      <w:marTop w:val="0"/>
                                      <w:marBottom w:val="0"/>
                                      <w:divBdr>
                                        <w:top w:val="none" w:sz="0" w:space="0" w:color="auto"/>
                                        <w:left w:val="none" w:sz="0" w:space="0" w:color="auto"/>
                                        <w:bottom w:val="none" w:sz="0" w:space="0" w:color="auto"/>
                                        <w:right w:val="none" w:sz="0" w:space="0" w:color="auto"/>
                                      </w:divBdr>
                                    </w:div>
                                  </w:divsChild>
                                </w:div>
                                <w:div w:id="843281279">
                                  <w:marLeft w:val="240"/>
                                  <w:marRight w:val="240"/>
                                  <w:marTop w:val="0"/>
                                  <w:marBottom w:val="0"/>
                                  <w:divBdr>
                                    <w:top w:val="none" w:sz="0" w:space="0" w:color="auto"/>
                                    <w:left w:val="none" w:sz="0" w:space="0" w:color="auto"/>
                                    <w:bottom w:val="none" w:sz="0" w:space="0" w:color="auto"/>
                                    <w:right w:val="none" w:sz="0" w:space="0" w:color="auto"/>
                                  </w:divBdr>
                                  <w:divsChild>
                                    <w:div w:id="214513602">
                                      <w:marLeft w:val="240"/>
                                      <w:marRight w:val="0"/>
                                      <w:marTop w:val="0"/>
                                      <w:marBottom w:val="0"/>
                                      <w:divBdr>
                                        <w:top w:val="none" w:sz="0" w:space="0" w:color="auto"/>
                                        <w:left w:val="none" w:sz="0" w:space="0" w:color="auto"/>
                                        <w:bottom w:val="none" w:sz="0" w:space="0" w:color="auto"/>
                                        <w:right w:val="none" w:sz="0" w:space="0" w:color="auto"/>
                                      </w:divBdr>
                                    </w:div>
                                  </w:divsChild>
                                </w:div>
                                <w:div w:id="963004638">
                                  <w:marLeft w:val="240"/>
                                  <w:marRight w:val="240"/>
                                  <w:marTop w:val="0"/>
                                  <w:marBottom w:val="0"/>
                                  <w:divBdr>
                                    <w:top w:val="none" w:sz="0" w:space="0" w:color="auto"/>
                                    <w:left w:val="none" w:sz="0" w:space="0" w:color="auto"/>
                                    <w:bottom w:val="none" w:sz="0" w:space="0" w:color="auto"/>
                                    <w:right w:val="none" w:sz="0" w:space="0" w:color="auto"/>
                                  </w:divBdr>
                                  <w:divsChild>
                                    <w:div w:id="81798992">
                                      <w:marLeft w:val="0"/>
                                      <w:marRight w:val="0"/>
                                      <w:marTop w:val="0"/>
                                      <w:marBottom w:val="0"/>
                                      <w:divBdr>
                                        <w:top w:val="none" w:sz="0" w:space="0" w:color="auto"/>
                                        <w:left w:val="none" w:sz="0" w:space="0" w:color="auto"/>
                                        <w:bottom w:val="none" w:sz="0" w:space="0" w:color="auto"/>
                                        <w:right w:val="none" w:sz="0" w:space="0" w:color="auto"/>
                                      </w:divBdr>
                                      <w:divsChild>
                                        <w:div w:id="527186062">
                                          <w:marLeft w:val="240"/>
                                          <w:marRight w:val="240"/>
                                          <w:marTop w:val="0"/>
                                          <w:marBottom w:val="0"/>
                                          <w:divBdr>
                                            <w:top w:val="none" w:sz="0" w:space="0" w:color="auto"/>
                                            <w:left w:val="none" w:sz="0" w:space="0" w:color="auto"/>
                                            <w:bottom w:val="none" w:sz="0" w:space="0" w:color="auto"/>
                                            <w:right w:val="none" w:sz="0" w:space="0" w:color="auto"/>
                                          </w:divBdr>
                                          <w:divsChild>
                                            <w:div w:id="40860458">
                                              <w:marLeft w:val="240"/>
                                              <w:marRight w:val="0"/>
                                              <w:marTop w:val="0"/>
                                              <w:marBottom w:val="0"/>
                                              <w:divBdr>
                                                <w:top w:val="none" w:sz="0" w:space="0" w:color="auto"/>
                                                <w:left w:val="none" w:sz="0" w:space="0" w:color="auto"/>
                                                <w:bottom w:val="none" w:sz="0" w:space="0" w:color="auto"/>
                                                <w:right w:val="none" w:sz="0" w:space="0" w:color="auto"/>
                                              </w:divBdr>
                                            </w:div>
                                            <w:div w:id="1418282103">
                                              <w:marLeft w:val="0"/>
                                              <w:marRight w:val="0"/>
                                              <w:marTop w:val="0"/>
                                              <w:marBottom w:val="0"/>
                                              <w:divBdr>
                                                <w:top w:val="none" w:sz="0" w:space="0" w:color="auto"/>
                                                <w:left w:val="none" w:sz="0" w:space="0" w:color="auto"/>
                                                <w:bottom w:val="none" w:sz="0" w:space="0" w:color="auto"/>
                                                <w:right w:val="none" w:sz="0" w:space="0" w:color="auto"/>
                                              </w:divBdr>
                                              <w:divsChild>
                                                <w:div w:id="616179977">
                                                  <w:marLeft w:val="0"/>
                                                  <w:marRight w:val="0"/>
                                                  <w:marTop w:val="0"/>
                                                  <w:marBottom w:val="0"/>
                                                  <w:divBdr>
                                                    <w:top w:val="none" w:sz="0" w:space="0" w:color="auto"/>
                                                    <w:left w:val="none" w:sz="0" w:space="0" w:color="auto"/>
                                                    <w:bottom w:val="none" w:sz="0" w:space="0" w:color="auto"/>
                                                    <w:right w:val="none" w:sz="0" w:space="0" w:color="auto"/>
                                                  </w:divBdr>
                                                </w:div>
                                                <w:div w:id="1061363278">
                                                  <w:marLeft w:val="240"/>
                                                  <w:marRight w:val="240"/>
                                                  <w:marTop w:val="0"/>
                                                  <w:marBottom w:val="0"/>
                                                  <w:divBdr>
                                                    <w:top w:val="none" w:sz="0" w:space="0" w:color="auto"/>
                                                    <w:left w:val="none" w:sz="0" w:space="0" w:color="auto"/>
                                                    <w:bottom w:val="none" w:sz="0" w:space="0" w:color="auto"/>
                                                    <w:right w:val="none" w:sz="0" w:space="0" w:color="auto"/>
                                                  </w:divBdr>
                                                  <w:divsChild>
                                                    <w:div w:id="9606927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2959">
                                          <w:marLeft w:val="0"/>
                                          <w:marRight w:val="0"/>
                                          <w:marTop w:val="0"/>
                                          <w:marBottom w:val="0"/>
                                          <w:divBdr>
                                            <w:top w:val="none" w:sz="0" w:space="0" w:color="auto"/>
                                            <w:left w:val="none" w:sz="0" w:space="0" w:color="auto"/>
                                            <w:bottom w:val="none" w:sz="0" w:space="0" w:color="auto"/>
                                            <w:right w:val="none" w:sz="0" w:space="0" w:color="auto"/>
                                          </w:divBdr>
                                        </w:div>
                                        <w:div w:id="1260988896">
                                          <w:marLeft w:val="240"/>
                                          <w:marRight w:val="240"/>
                                          <w:marTop w:val="0"/>
                                          <w:marBottom w:val="0"/>
                                          <w:divBdr>
                                            <w:top w:val="none" w:sz="0" w:space="0" w:color="auto"/>
                                            <w:left w:val="none" w:sz="0" w:space="0" w:color="auto"/>
                                            <w:bottom w:val="none" w:sz="0" w:space="0" w:color="auto"/>
                                            <w:right w:val="none" w:sz="0" w:space="0" w:color="auto"/>
                                          </w:divBdr>
                                          <w:divsChild>
                                            <w:div w:id="168565967">
                                              <w:marLeft w:val="0"/>
                                              <w:marRight w:val="0"/>
                                              <w:marTop w:val="0"/>
                                              <w:marBottom w:val="0"/>
                                              <w:divBdr>
                                                <w:top w:val="none" w:sz="0" w:space="0" w:color="auto"/>
                                                <w:left w:val="none" w:sz="0" w:space="0" w:color="auto"/>
                                                <w:bottom w:val="none" w:sz="0" w:space="0" w:color="auto"/>
                                                <w:right w:val="none" w:sz="0" w:space="0" w:color="auto"/>
                                              </w:divBdr>
                                              <w:divsChild>
                                                <w:div w:id="437651095">
                                                  <w:marLeft w:val="240"/>
                                                  <w:marRight w:val="240"/>
                                                  <w:marTop w:val="0"/>
                                                  <w:marBottom w:val="0"/>
                                                  <w:divBdr>
                                                    <w:top w:val="none" w:sz="0" w:space="0" w:color="auto"/>
                                                    <w:left w:val="none" w:sz="0" w:space="0" w:color="auto"/>
                                                    <w:bottom w:val="none" w:sz="0" w:space="0" w:color="auto"/>
                                                    <w:right w:val="none" w:sz="0" w:space="0" w:color="auto"/>
                                                  </w:divBdr>
                                                  <w:divsChild>
                                                    <w:div w:id="1344160963">
                                                      <w:marLeft w:val="240"/>
                                                      <w:marRight w:val="0"/>
                                                      <w:marTop w:val="0"/>
                                                      <w:marBottom w:val="0"/>
                                                      <w:divBdr>
                                                        <w:top w:val="none" w:sz="0" w:space="0" w:color="auto"/>
                                                        <w:left w:val="none" w:sz="0" w:space="0" w:color="auto"/>
                                                        <w:bottom w:val="none" w:sz="0" w:space="0" w:color="auto"/>
                                                        <w:right w:val="none" w:sz="0" w:space="0" w:color="auto"/>
                                                      </w:divBdr>
                                                    </w:div>
                                                  </w:divsChild>
                                                </w:div>
                                                <w:div w:id="1537043354">
                                                  <w:marLeft w:val="0"/>
                                                  <w:marRight w:val="0"/>
                                                  <w:marTop w:val="0"/>
                                                  <w:marBottom w:val="0"/>
                                                  <w:divBdr>
                                                    <w:top w:val="none" w:sz="0" w:space="0" w:color="auto"/>
                                                    <w:left w:val="none" w:sz="0" w:space="0" w:color="auto"/>
                                                    <w:bottom w:val="none" w:sz="0" w:space="0" w:color="auto"/>
                                                    <w:right w:val="none" w:sz="0" w:space="0" w:color="auto"/>
                                                  </w:divBdr>
                                                </w:div>
                                              </w:divsChild>
                                            </w:div>
                                            <w:div w:id="970863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730216">
                                      <w:marLeft w:val="240"/>
                                      <w:marRight w:val="0"/>
                                      <w:marTop w:val="0"/>
                                      <w:marBottom w:val="0"/>
                                      <w:divBdr>
                                        <w:top w:val="none" w:sz="0" w:space="0" w:color="auto"/>
                                        <w:left w:val="none" w:sz="0" w:space="0" w:color="auto"/>
                                        <w:bottom w:val="none" w:sz="0" w:space="0" w:color="auto"/>
                                        <w:right w:val="none" w:sz="0" w:space="0" w:color="auto"/>
                                      </w:divBdr>
                                    </w:div>
                                  </w:divsChild>
                                </w:div>
                                <w:div w:id="1105885601">
                                  <w:marLeft w:val="240"/>
                                  <w:marRight w:val="240"/>
                                  <w:marTop w:val="0"/>
                                  <w:marBottom w:val="0"/>
                                  <w:divBdr>
                                    <w:top w:val="none" w:sz="0" w:space="0" w:color="auto"/>
                                    <w:left w:val="none" w:sz="0" w:space="0" w:color="auto"/>
                                    <w:bottom w:val="none" w:sz="0" w:space="0" w:color="auto"/>
                                    <w:right w:val="none" w:sz="0" w:space="0" w:color="auto"/>
                                  </w:divBdr>
                                  <w:divsChild>
                                    <w:div w:id="1220047058">
                                      <w:marLeft w:val="240"/>
                                      <w:marRight w:val="0"/>
                                      <w:marTop w:val="0"/>
                                      <w:marBottom w:val="0"/>
                                      <w:divBdr>
                                        <w:top w:val="none" w:sz="0" w:space="0" w:color="auto"/>
                                        <w:left w:val="none" w:sz="0" w:space="0" w:color="auto"/>
                                        <w:bottom w:val="none" w:sz="0" w:space="0" w:color="auto"/>
                                        <w:right w:val="none" w:sz="0" w:space="0" w:color="auto"/>
                                      </w:divBdr>
                                    </w:div>
                                  </w:divsChild>
                                </w:div>
                                <w:div w:id="1125075759">
                                  <w:marLeft w:val="240"/>
                                  <w:marRight w:val="240"/>
                                  <w:marTop w:val="0"/>
                                  <w:marBottom w:val="0"/>
                                  <w:divBdr>
                                    <w:top w:val="none" w:sz="0" w:space="0" w:color="auto"/>
                                    <w:left w:val="none" w:sz="0" w:space="0" w:color="auto"/>
                                    <w:bottom w:val="none" w:sz="0" w:space="0" w:color="auto"/>
                                    <w:right w:val="none" w:sz="0" w:space="0" w:color="auto"/>
                                  </w:divBdr>
                                  <w:divsChild>
                                    <w:div w:id="196477547">
                                      <w:marLeft w:val="0"/>
                                      <w:marRight w:val="0"/>
                                      <w:marTop w:val="0"/>
                                      <w:marBottom w:val="0"/>
                                      <w:divBdr>
                                        <w:top w:val="none" w:sz="0" w:space="0" w:color="auto"/>
                                        <w:left w:val="none" w:sz="0" w:space="0" w:color="auto"/>
                                        <w:bottom w:val="none" w:sz="0" w:space="0" w:color="auto"/>
                                        <w:right w:val="none" w:sz="0" w:space="0" w:color="auto"/>
                                      </w:divBdr>
                                      <w:divsChild>
                                        <w:div w:id="459613414">
                                          <w:marLeft w:val="0"/>
                                          <w:marRight w:val="0"/>
                                          <w:marTop w:val="0"/>
                                          <w:marBottom w:val="0"/>
                                          <w:divBdr>
                                            <w:top w:val="none" w:sz="0" w:space="0" w:color="auto"/>
                                            <w:left w:val="none" w:sz="0" w:space="0" w:color="auto"/>
                                            <w:bottom w:val="none" w:sz="0" w:space="0" w:color="auto"/>
                                            <w:right w:val="none" w:sz="0" w:space="0" w:color="auto"/>
                                          </w:divBdr>
                                        </w:div>
                                        <w:div w:id="918751377">
                                          <w:marLeft w:val="240"/>
                                          <w:marRight w:val="240"/>
                                          <w:marTop w:val="0"/>
                                          <w:marBottom w:val="0"/>
                                          <w:divBdr>
                                            <w:top w:val="none" w:sz="0" w:space="0" w:color="auto"/>
                                            <w:left w:val="none" w:sz="0" w:space="0" w:color="auto"/>
                                            <w:bottom w:val="none" w:sz="0" w:space="0" w:color="auto"/>
                                            <w:right w:val="none" w:sz="0" w:space="0" w:color="auto"/>
                                          </w:divBdr>
                                          <w:divsChild>
                                            <w:div w:id="671103602">
                                              <w:marLeft w:val="240"/>
                                              <w:marRight w:val="0"/>
                                              <w:marTop w:val="0"/>
                                              <w:marBottom w:val="0"/>
                                              <w:divBdr>
                                                <w:top w:val="none" w:sz="0" w:space="0" w:color="auto"/>
                                                <w:left w:val="none" w:sz="0" w:space="0" w:color="auto"/>
                                                <w:bottom w:val="none" w:sz="0" w:space="0" w:color="auto"/>
                                                <w:right w:val="none" w:sz="0" w:space="0" w:color="auto"/>
                                              </w:divBdr>
                                            </w:div>
                                            <w:div w:id="2004892554">
                                              <w:marLeft w:val="0"/>
                                              <w:marRight w:val="0"/>
                                              <w:marTop w:val="0"/>
                                              <w:marBottom w:val="0"/>
                                              <w:divBdr>
                                                <w:top w:val="none" w:sz="0" w:space="0" w:color="auto"/>
                                                <w:left w:val="none" w:sz="0" w:space="0" w:color="auto"/>
                                                <w:bottom w:val="none" w:sz="0" w:space="0" w:color="auto"/>
                                                <w:right w:val="none" w:sz="0" w:space="0" w:color="auto"/>
                                              </w:divBdr>
                                              <w:divsChild>
                                                <w:div w:id="866874158">
                                                  <w:marLeft w:val="240"/>
                                                  <w:marRight w:val="240"/>
                                                  <w:marTop w:val="0"/>
                                                  <w:marBottom w:val="0"/>
                                                  <w:divBdr>
                                                    <w:top w:val="none" w:sz="0" w:space="0" w:color="auto"/>
                                                    <w:left w:val="none" w:sz="0" w:space="0" w:color="auto"/>
                                                    <w:bottom w:val="none" w:sz="0" w:space="0" w:color="auto"/>
                                                    <w:right w:val="none" w:sz="0" w:space="0" w:color="auto"/>
                                                  </w:divBdr>
                                                  <w:divsChild>
                                                    <w:div w:id="810831699">
                                                      <w:marLeft w:val="240"/>
                                                      <w:marRight w:val="0"/>
                                                      <w:marTop w:val="0"/>
                                                      <w:marBottom w:val="0"/>
                                                      <w:divBdr>
                                                        <w:top w:val="none" w:sz="0" w:space="0" w:color="auto"/>
                                                        <w:left w:val="none" w:sz="0" w:space="0" w:color="auto"/>
                                                        <w:bottom w:val="none" w:sz="0" w:space="0" w:color="auto"/>
                                                        <w:right w:val="none" w:sz="0" w:space="0" w:color="auto"/>
                                                      </w:divBdr>
                                                    </w:div>
                                                  </w:divsChild>
                                                </w:div>
                                                <w:div w:id="15361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82970">
                                      <w:marLeft w:val="240"/>
                                      <w:marRight w:val="0"/>
                                      <w:marTop w:val="0"/>
                                      <w:marBottom w:val="0"/>
                                      <w:divBdr>
                                        <w:top w:val="none" w:sz="0" w:space="0" w:color="auto"/>
                                        <w:left w:val="none" w:sz="0" w:space="0" w:color="auto"/>
                                        <w:bottom w:val="none" w:sz="0" w:space="0" w:color="auto"/>
                                        <w:right w:val="none" w:sz="0" w:space="0" w:color="auto"/>
                                      </w:divBdr>
                                    </w:div>
                                  </w:divsChild>
                                </w:div>
                                <w:div w:id="1190486621">
                                  <w:marLeft w:val="240"/>
                                  <w:marRight w:val="240"/>
                                  <w:marTop w:val="0"/>
                                  <w:marBottom w:val="0"/>
                                  <w:divBdr>
                                    <w:top w:val="none" w:sz="0" w:space="0" w:color="auto"/>
                                    <w:left w:val="none" w:sz="0" w:space="0" w:color="auto"/>
                                    <w:bottom w:val="none" w:sz="0" w:space="0" w:color="auto"/>
                                    <w:right w:val="none" w:sz="0" w:space="0" w:color="auto"/>
                                  </w:divBdr>
                                  <w:divsChild>
                                    <w:div w:id="1456634290">
                                      <w:marLeft w:val="240"/>
                                      <w:marRight w:val="0"/>
                                      <w:marTop w:val="0"/>
                                      <w:marBottom w:val="0"/>
                                      <w:divBdr>
                                        <w:top w:val="none" w:sz="0" w:space="0" w:color="auto"/>
                                        <w:left w:val="none" w:sz="0" w:space="0" w:color="auto"/>
                                        <w:bottom w:val="none" w:sz="0" w:space="0" w:color="auto"/>
                                        <w:right w:val="none" w:sz="0" w:space="0" w:color="auto"/>
                                      </w:divBdr>
                                    </w:div>
                                  </w:divsChild>
                                </w:div>
                                <w:div w:id="1335262393">
                                  <w:marLeft w:val="240"/>
                                  <w:marRight w:val="240"/>
                                  <w:marTop w:val="0"/>
                                  <w:marBottom w:val="0"/>
                                  <w:divBdr>
                                    <w:top w:val="none" w:sz="0" w:space="0" w:color="auto"/>
                                    <w:left w:val="none" w:sz="0" w:space="0" w:color="auto"/>
                                    <w:bottom w:val="none" w:sz="0" w:space="0" w:color="auto"/>
                                    <w:right w:val="none" w:sz="0" w:space="0" w:color="auto"/>
                                  </w:divBdr>
                                  <w:divsChild>
                                    <w:div w:id="299305770">
                                      <w:marLeft w:val="240"/>
                                      <w:marRight w:val="0"/>
                                      <w:marTop w:val="0"/>
                                      <w:marBottom w:val="0"/>
                                      <w:divBdr>
                                        <w:top w:val="none" w:sz="0" w:space="0" w:color="auto"/>
                                        <w:left w:val="none" w:sz="0" w:space="0" w:color="auto"/>
                                        <w:bottom w:val="none" w:sz="0" w:space="0" w:color="auto"/>
                                        <w:right w:val="none" w:sz="0" w:space="0" w:color="auto"/>
                                      </w:divBdr>
                                    </w:div>
                                  </w:divsChild>
                                </w:div>
                                <w:div w:id="1605305825">
                                  <w:marLeft w:val="240"/>
                                  <w:marRight w:val="240"/>
                                  <w:marTop w:val="0"/>
                                  <w:marBottom w:val="0"/>
                                  <w:divBdr>
                                    <w:top w:val="none" w:sz="0" w:space="0" w:color="auto"/>
                                    <w:left w:val="none" w:sz="0" w:space="0" w:color="auto"/>
                                    <w:bottom w:val="none" w:sz="0" w:space="0" w:color="auto"/>
                                    <w:right w:val="none" w:sz="0" w:space="0" w:color="auto"/>
                                  </w:divBdr>
                                  <w:divsChild>
                                    <w:div w:id="1899319261">
                                      <w:marLeft w:val="240"/>
                                      <w:marRight w:val="0"/>
                                      <w:marTop w:val="0"/>
                                      <w:marBottom w:val="0"/>
                                      <w:divBdr>
                                        <w:top w:val="none" w:sz="0" w:space="0" w:color="auto"/>
                                        <w:left w:val="none" w:sz="0" w:space="0" w:color="auto"/>
                                        <w:bottom w:val="none" w:sz="0" w:space="0" w:color="auto"/>
                                        <w:right w:val="none" w:sz="0" w:space="0" w:color="auto"/>
                                      </w:divBdr>
                                    </w:div>
                                  </w:divsChild>
                                </w:div>
                                <w:div w:id="1651053866">
                                  <w:marLeft w:val="240"/>
                                  <w:marRight w:val="240"/>
                                  <w:marTop w:val="0"/>
                                  <w:marBottom w:val="0"/>
                                  <w:divBdr>
                                    <w:top w:val="none" w:sz="0" w:space="0" w:color="auto"/>
                                    <w:left w:val="none" w:sz="0" w:space="0" w:color="auto"/>
                                    <w:bottom w:val="none" w:sz="0" w:space="0" w:color="auto"/>
                                    <w:right w:val="none" w:sz="0" w:space="0" w:color="auto"/>
                                  </w:divBdr>
                                  <w:divsChild>
                                    <w:div w:id="1277640180">
                                      <w:marLeft w:val="240"/>
                                      <w:marRight w:val="0"/>
                                      <w:marTop w:val="0"/>
                                      <w:marBottom w:val="0"/>
                                      <w:divBdr>
                                        <w:top w:val="none" w:sz="0" w:space="0" w:color="auto"/>
                                        <w:left w:val="none" w:sz="0" w:space="0" w:color="auto"/>
                                        <w:bottom w:val="none" w:sz="0" w:space="0" w:color="auto"/>
                                        <w:right w:val="none" w:sz="0" w:space="0" w:color="auto"/>
                                      </w:divBdr>
                                    </w:div>
                                  </w:divsChild>
                                </w:div>
                                <w:div w:id="1704012146">
                                  <w:marLeft w:val="0"/>
                                  <w:marRight w:val="0"/>
                                  <w:marTop w:val="0"/>
                                  <w:marBottom w:val="0"/>
                                  <w:divBdr>
                                    <w:top w:val="none" w:sz="0" w:space="0" w:color="auto"/>
                                    <w:left w:val="none" w:sz="0" w:space="0" w:color="auto"/>
                                    <w:bottom w:val="none" w:sz="0" w:space="0" w:color="auto"/>
                                    <w:right w:val="none" w:sz="0" w:space="0" w:color="auto"/>
                                  </w:divBdr>
                                </w:div>
                                <w:div w:id="2054765761">
                                  <w:marLeft w:val="240"/>
                                  <w:marRight w:val="240"/>
                                  <w:marTop w:val="0"/>
                                  <w:marBottom w:val="0"/>
                                  <w:divBdr>
                                    <w:top w:val="none" w:sz="0" w:space="0" w:color="auto"/>
                                    <w:left w:val="none" w:sz="0" w:space="0" w:color="auto"/>
                                    <w:bottom w:val="none" w:sz="0" w:space="0" w:color="auto"/>
                                    <w:right w:val="none" w:sz="0" w:space="0" w:color="auto"/>
                                  </w:divBdr>
                                  <w:divsChild>
                                    <w:div w:id="278613217">
                                      <w:marLeft w:val="240"/>
                                      <w:marRight w:val="0"/>
                                      <w:marTop w:val="0"/>
                                      <w:marBottom w:val="0"/>
                                      <w:divBdr>
                                        <w:top w:val="none" w:sz="0" w:space="0" w:color="auto"/>
                                        <w:left w:val="none" w:sz="0" w:space="0" w:color="auto"/>
                                        <w:bottom w:val="none" w:sz="0" w:space="0" w:color="auto"/>
                                        <w:right w:val="none" w:sz="0" w:space="0" w:color="auto"/>
                                      </w:divBdr>
                                    </w:div>
                                  </w:divsChild>
                                </w:div>
                                <w:div w:id="2069263569">
                                  <w:marLeft w:val="240"/>
                                  <w:marRight w:val="240"/>
                                  <w:marTop w:val="0"/>
                                  <w:marBottom w:val="0"/>
                                  <w:divBdr>
                                    <w:top w:val="none" w:sz="0" w:space="0" w:color="auto"/>
                                    <w:left w:val="none" w:sz="0" w:space="0" w:color="auto"/>
                                    <w:bottom w:val="none" w:sz="0" w:space="0" w:color="auto"/>
                                    <w:right w:val="none" w:sz="0" w:space="0" w:color="auto"/>
                                  </w:divBdr>
                                  <w:divsChild>
                                    <w:div w:id="2060281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14857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2590737">
                      <w:marLeft w:val="240"/>
                      <w:marRight w:val="0"/>
                      <w:marTop w:val="0"/>
                      <w:marBottom w:val="0"/>
                      <w:divBdr>
                        <w:top w:val="none" w:sz="0" w:space="0" w:color="auto"/>
                        <w:left w:val="none" w:sz="0" w:space="0" w:color="auto"/>
                        <w:bottom w:val="none" w:sz="0" w:space="0" w:color="auto"/>
                        <w:right w:val="none" w:sz="0" w:space="0" w:color="auto"/>
                      </w:divBdr>
                    </w:div>
                  </w:divsChild>
                </w:div>
                <w:div w:id="575895166">
                  <w:marLeft w:val="240"/>
                  <w:marRight w:val="240"/>
                  <w:marTop w:val="0"/>
                  <w:marBottom w:val="0"/>
                  <w:divBdr>
                    <w:top w:val="none" w:sz="0" w:space="0" w:color="auto"/>
                    <w:left w:val="none" w:sz="0" w:space="0" w:color="auto"/>
                    <w:bottom w:val="none" w:sz="0" w:space="0" w:color="auto"/>
                    <w:right w:val="none" w:sz="0" w:space="0" w:color="auto"/>
                  </w:divBdr>
                  <w:divsChild>
                    <w:div w:id="94981259">
                      <w:marLeft w:val="240"/>
                      <w:marRight w:val="0"/>
                      <w:marTop w:val="0"/>
                      <w:marBottom w:val="0"/>
                      <w:divBdr>
                        <w:top w:val="none" w:sz="0" w:space="0" w:color="auto"/>
                        <w:left w:val="none" w:sz="0" w:space="0" w:color="auto"/>
                        <w:bottom w:val="none" w:sz="0" w:space="0" w:color="auto"/>
                        <w:right w:val="none" w:sz="0" w:space="0" w:color="auto"/>
                      </w:divBdr>
                    </w:div>
                  </w:divsChild>
                </w:div>
                <w:div w:id="1215197352">
                  <w:marLeft w:val="0"/>
                  <w:marRight w:val="0"/>
                  <w:marTop w:val="0"/>
                  <w:marBottom w:val="0"/>
                  <w:divBdr>
                    <w:top w:val="none" w:sz="0" w:space="0" w:color="auto"/>
                    <w:left w:val="none" w:sz="0" w:space="0" w:color="auto"/>
                    <w:bottom w:val="none" w:sz="0" w:space="0" w:color="auto"/>
                    <w:right w:val="none" w:sz="0" w:space="0" w:color="auto"/>
                  </w:divBdr>
                </w:div>
              </w:divsChild>
            </w:div>
            <w:div w:id="4392987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4795064">
      <w:bodyDiv w:val="1"/>
      <w:marLeft w:val="0"/>
      <w:marRight w:val="0"/>
      <w:marTop w:val="0"/>
      <w:marBottom w:val="0"/>
      <w:divBdr>
        <w:top w:val="none" w:sz="0" w:space="0" w:color="auto"/>
        <w:left w:val="none" w:sz="0" w:space="0" w:color="auto"/>
        <w:bottom w:val="none" w:sz="0" w:space="0" w:color="auto"/>
        <w:right w:val="none" w:sz="0" w:space="0" w:color="auto"/>
      </w:divBdr>
    </w:div>
    <w:div w:id="213937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veloper.xboxlive.com/_layouts/xna/download.ashx?file=Microsoft_Services_and_Relying_Party_SDK.zip&amp;folder=platform\RelyingParty" TargetMode="External"/><Relationship Id="rId18" Type="http://schemas.openxmlformats.org/officeDocument/2006/relationships/hyperlink" Target="https://developer.xboxlive.com/en-us/platform/development/education/Pages/Samples.aspx" TargetMode="External"/><Relationship Id="rId26" Type="http://schemas.openxmlformats.org/officeDocument/2006/relationships/hyperlink" Target="http://blogs.msdn.com/b/sqlblog/archive/2010/01/08/how-to-install-net-framework-3-5-sp1-on-windows-server-2008-r2-environments.aspx" TargetMode="External"/><Relationship Id="rId3" Type="http://schemas.openxmlformats.org/officeDocument/2006/relationships/customXml" Target="../customXml/item3.xml"/><Relationship Id="rId21" Type="http://schemas.openxmlformats.org/officeDocument/2006/relationships/hyperlink" Target="https://www.nuget.org/packages/Microsoft.IdentityModel.Tokens.Jw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is.net/downloads/microsoft/web-deploy" TargetMode="External"/><Relationship Id="rId17" Type="http://schemas.openxmlformats.org/officeDocument/2006/relationships/hyperlink" Target="https://YourServerName/" TargetMode="External"/><Relationship Id="rId25" Type="http://schemas.openxmlformats.org/officeDocument/2006/relationships/hyperlink" Target="https://forums.xboxlive.com/questions/2936/error-codes-0x87dd-when-calling-gettokenandsignatu.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myservice.com/" TargetMode="External"/><Relationship Id="rId20" Type="http://schemas.openxmlformats.org/officeDocument/2006/relationships/hyperlink" Target="https://developer.xboxlive.com/en-us/platform/development/downloads/Pages/home.asp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nage.windowsazure.com/" TargetMode="External"/><Relationship Id="rId24" Type="http://schemas.openxmlformats.org/officeDocument/2006/relationships/hyperlink" Target="https://www.nuget.org/packages/Microsoft.IdentityModel.Tokens.Jwt/"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localhost" TargetMode="External"/><Relationship Id="rId23" Type="http://schemas.openxmlformats.org/officeDocument/2006/relationships/hyperlink" Target="https://developer.xboxlive.com/en-us/platform/development/downloads/Pages/home.aspx"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developer.xboxlive.com/en-us/platform/development/downloads/Pages/home.aspx"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ums.xboxlive.com/questions/6709/business-partner-cert-creation-management-and-best.html" TargetMode="External"/><Relationship Id="rId22" Type="http://schemas.openxmlformats.org/officeDocument/2006/relationships/hyperlink" Target="http://localhost/" TargetMode="External"/><Relationship Id="rId27" Type="http://schemas.openxmlformats.org/officeDocument/2006/relationships/hyperlink" Target="http://stackoverflow.com/a/26254344" TargetMode="External"/><Relationship Id="rId30" Type="http://schemas.openxmlformats.org/officeDocument/2006/relationships/footer" Target="foot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microsoft.com/en-us/legal/Copyright/Default.aspx" TargetMode="External"/><Relationship Id="rId1" Type="http://schemas.openxmlformats.org/officeDocument/2006/relationships/hyperlink" Target="http://www.microsoft.com/about/legal/en/us/Copyright/Defaul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cap\AppData\Roaming\Microsoft\Templates\Xbox_One_white_paper_template.dotx" TargetMode="External"/></Relationships>
</file>

<file path=word/theme/theme1.xml><?xml version="1.0" encoding="utf-8"?>
<a:theme xmlns:a="http://schemas.openxmlformats.org/drawingml/2006/main" name="IEBWhitepaper">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Synopsis xmlns="5c9cdcb2-351f-4c42-bfa9-d99a308be20a">This guide describes how to set up a web server for development on Xbox One, and how to configure two samples, SimpleAuthService and DelegatedAuthService, for communication from the Xbox One console to RESTful web services. </Synopsis>
    <Published xmlns="5c9cdcb2-351f-4c42-bfa9-d99a308be20a">2016-03-30T07:00:00+00:00</Published>
    <_DCDateModified xmlns="http://schemas.microsoft.com/sharepoint/v3/fields">2016-03-30T23:40:00+00:00</_DCDateModified>
    <Area xmlns="5c9cdcb2-351f-4c42-bfa9-d99a308be20a">Xbox Live and Networking</Area>
    <Author0 xmlns="5c9cdcb2-351f-4c42-bfa9-d99a308be20a">Advanced Technology Group</Author0>
    <Document_x0020_type xmlns="5c9cdcb2-351f-4c42-bfa9-d99a308be20a">White paper</Document_x0020_type>
    <PublishingExpirationDate xmlns="http://schemas.microsoft.com/sharepoint/v3" xsi:nil="true"/>
    <PublishingStartDate xmlns="http://schemas.microsoft.com/sharepoint/v3" xsi:nil="true"/>
    <MetaKeywords xmlns="0035fdac-4bcc-488c-aae9-5b0cbd193633" xsi:nil="true"/>
    <File xmlns="882524f5-0787-45c2-85c8-12d7e18f4b2b">
      <Url xsi:nil="true"/>
      <Description xsi:nil="true"/>
    </File>
    <Approval_x0020_Status xmlns="347bf765-57aa-4610-956c-826b43cbb6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BB89ACB9B2F7428652800FCA0F7665" ma:contentTypeVersion="18" ma:contentTypeDescription="Create a new document." ma:contentTypeScope="" ma:versionID="2f40500a65ab078083defda8101be579">
  <xsd:schema xmlns:xsd="http://www.w3.org/2001/XMLSchema" xmlns:p="http://schemas.microsoft.com/office/2006/metadata/properties" xmlns:ns1="http://schemas.microsoft.com/sharepoint/v3" xmlns:ns2="5c9cdcb2-351f-4c42-bfa9-d99a308be20a" xmlns:ns3="0035fdac-4bcc-488c-aae9-5b0cbd193633" xmlns:ns4="http://schemas.microsoft.com/sharepoint/v3/fields" xmlns:ns5="882524f5-0787-45c2-85c8-12d7e18f4b2b" xmlns:ns6="347bf765-57aa-4610-956c-826b43cbb66c" targetNamespace="http://schemas.microsoft.com/office/2006/metadata/properties" ma:root="true" ma:fieldsID="2f027974c3b9fd94ee43aab86b160ff7" ns1:_="" ns2:_="" ns3:_="" ns4:_="" ns5:_="" ns6:_="">
    <xsd:import namespace="http://schemas.microsoft.com/sharepoint/v3"/>
    <xsd:import namespace="5c9cdcb2-351f-4c42-bfa9-d99a308be20a"/>
    <xsd:import namespace="0035fdac-4bcc-488c-aae9-5b0cbd193633"/>
    <xsd:import namespace="http://schemas.microsoft.com/sharepoint/v3/fields"/>
    <xsd:import namespace="882524f5-0787-45c2-85c8-12d7e18f4b2b"/>
    <xsd:import namespace="347bf765-57aa-4610-956c-826b43cbb66c"/>
    <xsd:element name="properties">
      <xsd:complexType>
        <xsd:sequence>
          <xsd:element name="documentManagement">
            <xsd:complexType>
              <xsd:all>
                <xsd:element ref="ns1:PublishingStartDate" minOccurs="0"/>
                <xsd:element ref="ns1:PublishingExpirationDate" minOccurs="0"/>
                <xsd:element ref="ns2:Area"/>
                <xsd:element ref="ns2:Synopsis"/>
                <xsd:element ref="ns2:Author0"/>
                <xsd:element ref="ns2:Published"/>
                <xsd:element ref="ns3:MetaKeywords" minOccurs="0"/>
                <xsd:element ref="ns4:_DCDateModified" minOccurs="0"/>
                <xsd:element ref="ns2:Document_x0020_type"/>
                <xsd:element ref="ns5:File" minOccurs="0"/>
                <xsd:element ref="ns6:Approval_x0020_Statu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dms="http://schemas.microsoft.com/office/2006/documentManagement/types" targetNamespace="5c9cdcb2-351f-4c42-bfa9-d99a308be20a" elementFormDefault="qualified">
    <xsd:import namespace="http://schemas.microsoft.com/office/2006/documentManagement/types"/>
    <xsd:element name="Area" ma:index="10" ma:displayName="Area" ma:default="Select topic area (required)" ma:format="Dropdown" ma:internalName="Area" ma:readOnly="false">
      <xsd:simpleType>
        <xsd:restriction base="dms:Choice">
          <xsd:enumeration value="Select topic area (required)"/>
          <xsd:enumeration value="Audio"/>
          <xsd:enumeration value="Design"/>
          <xsd:enumeration value="Development"/>
          <xsd:enumeration value="Graphics"/>
          <xsd:enumeration value="Kinect and General Input"/>
          <xsd:enumeration value="Operations"/>
          <xsd:enumeration value="Parental Controls"/>
          <xsd:enumeration value="Search Feed"/>
          <xsd:enumeration value="Single Sign-On"/>
          <xsd:enumeration value="System"/>
          <xsd:enumeration value="Test, Automation, and Publishing"/>
          <xsd:enumeration value="Xbox Live and Networking"/>
        </xsd:restriction>
      </xsd:simpleType>
    </xsd:element>
    <xsd:element name="Synopsis" ma:index="11" ma:displayName="Synopsis" ma:internalName="Synopsis" ma:readOnly="false">
      <xsd:simpleType>
        <xsd:restriction base="dms:Note"/>
      </xsd:simpleType>
    </xsd:element>
    <xsd:element name="Author0" ma:index="12" ma:displayName="Author" ma:internalName="Author0" ma:readOnly="false">
      <xsd:simpleType>
        <xsd:restriction base="dms:Text">
          <xsd:maxLength value="255"/>
        </xsd:restriction>
      </xsd:simpleType>
    </xsd:element>
    <xsd:element name="Published" ma:index="13" ma:displayName="Published" ma:format="DateOnly" ma:internalName="Published" ma:readOnly="false">
      <xsd:simpleType>
        <xsd:restriction base="dms:DateTime"/>
      </xsd:simpleType>
    </xsd:element>
    <xsd:element name="Document_x0020_type" ma:index="16" ma:displayName="Document type" ma:default="White paper" ma:format="RadioButtons" ma:internalName="Document_x0020_type">
      <xsd:simpleType>
        <xsd:restriction base="dms:Choice">
          <xsd:enumeration value="White paper"/>
          <xsd:enumeration value="Video"/>
          <xsd:enumeration value="Other"/>
        </xsd:restriction>
      </xsd:simpleType>
    </xsd:element>
  </xsd:schema>
  <xsd:schema xmlns:xsd="http://www.w3.org/2001/XMLSchema" xmlns:dms="http://schemas.microsoft.com/office/2006/documentManagement/types" targetNamespace="0035fdac-4bcc-488c-aae9-5b0cbd193633" elementFormDefault="qualified">
    <xsd:import namespace="http://schemas.microsoft.com/office/2006/documentManagement/types"/>
    <xsd:element name="MetaKeywords" ma:index="14" nillable="true" ma:displayName="MetaKeywords" ma:internalName="MetaKeywords" ma:readOnly="false">
      <xsd:simpleType>
        <xsd:restriction base="dms:Text">
          <xsd:maxLength value="255"/>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15" nillable="true" ma:displayName="Date Modified" ma:default="[today]" ma:description="The date on which this resource was last modified" ma:format="DateTime" ma:internalName="_DCDateModified" ma:readOnly="false">
      <xsd:simpleType>
        <xsd:restriction base="dms:DateTime"/>
      </xsd:simpleType>
    </xsd:element>
  </xsd:schema>
  <xsd:schema xmlns:xsd="http://www.w3.org/2001/XMLSchema" xmlns:dms="http://schemas.microsoft.com/office/2006/documentManagement/types" targetNamespace="882524f5-0787-45c2-85c8-12d7e18f4b2b" elementFormDefault="qualified">
    <xsd:import namespace="http://schemas.microsoft.com/office/2006/documentManagement/types"/>
    <xsd:element name="File" ma:index="17" nillable="true" ma:displayName="File" ma:description="Custom column for displaying an icon for use in Terry's list view modification." ma:format="Image" ma:internalName="File0">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347bf765-57aa-4610-956c-826b43cbb66c" elementFormDefault="qualified">
    <xsd:import namespace="http://schemas.microsoft.com/office/2006/documentManagement/types"/>
    <xsd:element name="Approval_x0020_Status" ma:index="18" nillable="true" ma:displayName="Approval Status" ma:internalName="Approval_x0020_Statu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4784958-AC0D-49EA-ADAB-EA4738337FE5}"/>
</file>

<file path=customXml/itemProps2.xml><?xml version="1.0" encoding="utf-8"?>
<ds:datastoreItem xmlns:ds="http://schemas.openxmlformats.org/officeDocument/2006/customXml" ds:itemID="{80D1A9E4-436B-4DCC-ADB5-54B7F5936517}"/>
</file>

<file path=customXml/itemProps3.xml><?xml version="1.0" encoding="utf-8"?>
<ds:datastoreItem xmlns:ds="http://schemas.openxmlformats.org/officeDocument/2006/customXml" ds:itemID="{F56CF0AC-A7E4-449A-BE65-8A1905F671D8}"/>
</file>

<file path=customXml/itemProps4.xml><?xml version="1.0" encoding="utf-8"?>
<ds:datastoreItem xmlns:ds="http://schemas.openxmlformats.org/officeDocument/2006/customXml" ds:itemID="{53493253-E5CE-46D8-8BE1-C0EA03764144}"/>
</file>

<file path=docProps/app.xml><?xml version="1.0" encoding="utf-8"?>
<Properties xmlns="http://schemas.openxmlformats.org/officeDocument/2006/extended-properties" xmlns:vt="http://schemas.openxmlformats.org/officeDocument/2006/docPropsVTypes">
  <Template>Xbox_One_white_paper_template</Template>
  <TotalTime>1</TotalTime>
  <Pages>29</Pages>
  <Words>6560</Words>
  <Characters>37397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Xbox One Web Server Quick Start Guide</vt:lpstr>
    </vt:vector>
  </TitlesOfParts>
  <Company/>
  <LinksUpToDate>false</LinksUpToDate>
  <CharactersWithSpaces>43870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Xbox One Web Server Quick Start Guide</dc:title>
  <dc:subject/>
  <dc:creator>Advanced Technology Group</dc:creator>
  <cp:keywords/>
  <dc:description>March 2016 update</dc:description>
  <cp:lastModifiedBy>Linda Caputo</cp:lastModifiedBy>
  <cp:revision>2</cp:revision>
  <dcterms:created xsi:type="dcterms:W3CDTF">2016-03-31T00:25:00Z</dcterms:created>
  <dcterms:modified xsi:type="dcterms:W3CDTF">2016-03-31T00:25:00Z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0x01010050BB89ACB9B2F7428652800FCA0F7665</vt:lpwstr>
  </property>
  <property fmtid="{D5CDD505-2E9C-101B-9397-08002B2CF9AE}" pid="3" name="Redaction Reviewed">
    <vt:lpwstr>false</vt:lpwstr>
  </property>
  <property fmtid="{D5CDD505-2E9C-101B-9397-08002B2CF9AE}" pid="4" name="IsMyDocuments">
    <vt:bool>true</vt:bool>
  </property>
  <property fmtid="{D5CDD505-2E9C-101B-9397-08002B2CF9AE}" pid="5" name="SharedWithUsers">
    <vt:lpwstr/>
  </property>
  <property fmtid="{D5CDD505-2E9C-101B-9397-08002B2CF9AE}" pid="6" name="File">
    <vt:lpwstr>https://developer.xboxlive.com/_layouts/images/icdocx.gifWord%20doc, </vt:lpwstr>
  </property>
  <property fmtid="{D5CDD505-2E9C-101B-9397-08002B2CF9AE}" pid="7" name="_MarkAsFinal">
    <vt:bool>true</vt:bool>
  </property>
</Properties>
</file>